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384"/>
        <w:gridCol w:w="4016"/>
      </w:tblGrid>
      <w:tr w:rsidR="004E424C" w:rsidTr="00667559">
        <w:tc>
          <w:tcPr>
            <w:tcW w:w="5508" w:type="dxa"/>
          </w:tcPr>
          <w:p w:rsidR="004E424C" w:rsidRPr="00667559" w:rsidRDefault="004E424C" w:rsidP="00667559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63" w:type="dxa"/>
          </w:tcPr>
          <w:p w:rsidR="004E424C" w:rsidRPr="00667559" w:rsidRDefault="004E424C" w:rsidP="006675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7559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4E424C" w:rsidRPr="00667559" w:rsidRDefault="004E424C" w:rsidP="006675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E424C" w:rsidRPr="00667559" w:rsidRDefault="004E424C" w:rsidP="006675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7559">
              <w:rPr>
                <w:rFonts w:ascii="Times New Roman" w:hAnsi="Times New Roman"/>
                <w:sz w:val="28"/>
                <w:szCs w:val="28"/>
              </w:rPr>
              <w:t>к постановлению администрации района</w:t>
            </w:r>
          </w:p>
          <w:p w:rsidR="004E424C" w:rsidRPr="00667559" w:rsidRDefault="004E424C" w:rsidP="006675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E424C" w:rsidRPr="00667559" w:rsidRDefault="004E424C" w:rsidP="006675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28.12.2016  № 752</w:t>
            </w:r>
          </w:p>
        </w:tc>
      </w:tr>
    </w:tbl>
    <w:p w:rsidR="004E424C" w:rsidRDefault="004E424C" w:rsidP="00F5660F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4E424C" w:rsidRDefault="004E424C" w:rsidP="00F5660F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4E424C" w:rsidRDefault="004E424C" w:rsidP="00F5660F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4E424C" w:rsidRDefault="004E424C" w:rsidP="00F5660F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4E424C" w:rsidRDefault="004E424C" w:rsidP="00F5660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E424C" w:rsidRPr="00F5660F" w:rsidRDefault="004E424C" w:rsidP="00C806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660F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>ЛАН МЕРОПРИЯТИЙ</w:t>
      </w:r>
    </w:p>
    <w:p w:rsidR="004E424C" w:rsidRPr="00F5660F" w:rsidRDefault="004E424C" w:rsidP="00C8060F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F5660F">
        <w:rPr>
          <w:rFonts w:ascii="Times New Roman" w:hAnsi="Times New Roman"/>
          <w:b/>
          <w:sz w:val="28"/>
          <w:szCs w:val="28"/>
        </w:rPr>
        <w:t>(дорожная карта) Верхнебуреинского муниципального района по повышению значений показателей доступности для инвалидов действующих объектов социальной инфраструктуры и условий для беспрепятственного пользования услугами</w:t>
      </w:r>
    </w:p>
    <w:p w:rsidR="004E424C" w:rsidRDefault="004E424C" w:rsidP="00C8060F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4E424C" w:rsidRDefault="004E424C" w:rsidP="00F566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положения</w:t>
      </w:r>
    </w:p>
    <w:p w:rsidR="004E424C" w:rsidRDefault="004E424C" w:rsidP="002C18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4DF4">
        <w:rPr>
          <w:rFonts w:ascii="Times New Roman" w:hAnsi="Times New Roman" w:cs="Times New Roman"/>
          <w:sz w:val="28"/>
          <w:szCs w:val="28"/>
        </w:rPr>
        <w:t>Целью плана мероприятий (</w:t>
      </w:r>
      <w:r>
        <w:rPr>
          <w:rFonts w:ascii="Times New Roman" w:hAnsi="Times New Roman" w:cs="Times New Roman"/>
          <w:sz w:val="28"/>
          <w:szCs w:val="28"/>
        </w:rPr>
        <w:t>«дорожной карты»</w:t>
      </w:r>
      <w:r w:rsidRPr="00F84DF4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84DF4">
        <w:rPr>
          <w:rFonts w:ascii="Times New Roman" w:hAnsi="Times New Roman" w:cs="Times New Roman"/>
          <w:sz w:val="28"/>
          <w:szCs w:val="28"/>
        </w:rPr>
        <w:t>Повышение значений показателей доступности для инвалидов д</w:t>
      </w:r>
      <w:r>
        <w:rPr>
          <w:rFonts w:ascii="Times New Roman" w:hAnsi="Times New Roman" w:cs="Times New Roman"/>
          <w:sz w:val="28"/>
          <w:szCs w:val="28"/>
        </w:rPr>
        <w:t xml:space="preserve">ействующих объектов социальной </w:t>
      </w:r>
      <w:r w:rsidRPr="00F84DF4">
        <w:rPr>
          <w:rFonts w:ascii="Times New Roman" w:hAnsi="Times New Roman" w:cs="Times New Roman"/>
          <w:sz w:val="28"/>
          <w:szCs w:val="28"/>
        </w:rPr>
        <w:t>инфраструктуры и условий для беспрепятственного пользования услугами в Верхнебуреинском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муниципальном районе»</w:t>
      </w:r>
      <w:r w:rsidRPr="00F84DF4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84D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84DF4">
        <w:rPr>
          <w:rFonts w:ascii="Times New Roman" w:hAnsi="Times New Roman" w:cs="Times New Roman"/>
          <w:sz w:val="28"/>
          <w:szCs w:val="28"/>
        </w:rPr>
        <w:t>дорожная карта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84DF4">
        <w:rPr>
          <w:rFonts w:ascii="Times New Roman" w:hAnsi="Times New Roman" w:cs="Times New Roman"/>
          <w:sz w:val="28"/>
          <w:szCs w:val="28"/>
        </w:rPr>
        <w:t>) является формирование на территории Верхнебуреинского района условий полной доступности для инвалидов, имеющих различные ограничения жизнедеятельности, объектов социальной, инженерной, транспортной инфраструктуры, относящихся к приоритетным сферам жизнедеятельности инвалидов, и оказываемых в них услуг.</w:t>
      </w:r>
    </w:p>
    <w:p w:rsidR="004E424C" w:rsidRDefault="004E424C" w:rsidP="002C18A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сегодняшний день на территории Верхнебуреинского муниципального района проживает 1866 (в том числе 127 детей) лиц с ограниченными возможностями здоровья и инвалидов, из них:</w:t>
      </w:r>
    </w:p>
    <w:p w:rsidR="004E424C" w:rsidRDefault="004E424C" w:rsidP="002C18A4">
      <w:pPr>
        <w:pStyle w:val="ListParagraph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лица, использующие кресло-коляску – 56 человек;</w:t>
      </w:r>
    </w:p>
    <w:p w:rsidR="004E424C" w:rsidRDefault="004E424C" w:rsidP="002C18A4">
      <w:pPr>
        <w:pStyle w:val="ListParagraph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лица с нарушением слуха – 8 человек;</w:t>
      </w:r>
    </w:p>
    <w:p w:rsidR="004E424C" w:rsidRDefault="004E424C" w:rsidP="002C18A4">
      <w:pPr>
        <w:pStyle w:val="ListParagraph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лица с нарушением зрения – 9 человек;</w:t>
      </w:r>
    </w:p>
    <w:p w:rsidR="004E424C" w:rsidRDefault="004E424C" w:rsidP="002C18A4">
      <w:pPr>
        <w:pStyle w:val="ListParagraph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лица, имеющие инвалидность по общему заболеванию – более 1700 человек.</w:t>
      </w:r>
    </w:p>
    <w:p w:rsidR="004E424C" w:rsidRPr="00F84DF4" w:rsidRDefault="004E424C" w:rsidP="002C18A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4DF4">
        <w:rPr>
          <w:rFonts w:ascii="Times New Roman" w:hAnsi="Times New Roman" w:cs="Times New Roman"/>
          <w:sz w:val="28"/>
          <w:szCs w:val="28"/>
        </w:rPr>
        <w:t xml:space="preserve">Ратификация в 2012 году Российской Федерацией </w:t>
      </w:r>
      <w:hyperlink r:id="rId7" w:history="1">
        <w:r w:rsidRPr="00F84DF4">
          <w:rPr>
            <w:rFonts w:ascii="Times New Roman" w:hAnsi="Times New Roman" w:cs="Times New Roman"/>
            <w:sz w:val="28"/>
            <w:szCs w:val="28"/>
          </w:rPr>
          <w:t>Конвенции</w:t>
        </w:r>
      </w:hyperlink>
      <w:r w:rsidRPr="00F84DF4">
        <w:rPr>
          <w:rFonts w:ascii="Times New Roman" w:hAnsi="Times New Roman" w:cs="Times New Roman"/>
          <w:sz w:val="28"/>
          <w:szCs w:val="28"/>
        </w:rPr>
        <w:t xml:space="preserve"> о правах инвалидов от 13 декабря </w:t>
      </w:r>
      <w:smartTag w:uri="urn:schemas-microsoft-com:office:smarttags" w:element="metricconverter">
        <w:smartTagPr>
          <w:attr w:name="ProductID" w:val="2006 г"/>
        </w:smartTagPr>
        <w:r w:rsidRPr="00F84DF4">
          <w:rPr>
            <w:rFonts w:ascii="Times New Roman" w:hAnsi="Times New Roman" w:cs="Times New Roman"/>
            <w:sz w:val="28"/>
            <w:szCs w:val="28"/>
          </w:rPr>
          <w:t>2006 г</w:t>
        </w:r>
      </w:smartTag>
      <w:r w:rsidRPr="00F84DF4">
        <w:rPr>
          <w:rFonts w:ascii="Times New Roman" w:hAnsi="Times New Roman" w:cs="Times New Roman"/>
          <w:sz w:val="28"/>
          <w:szCs w:val="28"/>
        </w:rPr>
        <w:t>. (далее - Конвенция) определила направления деятельности по решению вопросов формирования доступной среды и системы комплексной реабилитации и абилитации инвалидов в качестве приоритетных направлений государственной политики, в том числе в субъектах Российской Федерации.</w:t>
      </w:r>
    </w:p>
    <w:p w:rsidR="004E424C" w:rsidRDefault="004E424C" w:rsidP="002C18A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4DF4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8" w:history="1">
        <w:r w:rsidRPr="00F84DF4">
          <w:rPr>
            <w:rFonts w:ascii="Times New Roman" w:hAnsi="Times New Roman" w:cs="Times New Roman"/>
            <w:sz w:val="28"/>
            <w:szCs w:val="28"/>
          </w:rPr>
          <w:t>Конвенции</w:t>
        </w:r>
      </w:hyperlink>
      <w:r w:rsidRPr="00F84DF4">
        <w:rPr>
          <w:rFonts w:ascii="Times New Roman" w:hAnsi="Times New Roman" w:cs="Times New Roman"/>
          <w:sz w:val="28"/>
          <w:szCs w:val="28"/>
        </w:rPr>
        <w:t xml:space="preserve"> необходимо принять надлежащие меры для обеспечения инвалидам наравне с другими гражданами доступа к физическому окружению, транспорту, информации и связи, а также другим объектам и услугам, предоставляемым населению. С помощью расширения комплекса реабилитационных и абилитационных услуг планируется достигнуть максимальной независимости инвалидов, включая медицинский, социальный аспект, вопросы образования и трудоустройства с учетом различных потребностей инвалидов. Для реализации указанных мероприятий необходимо проведение инструктирования (обучения) специалистов учреждений предоставлению услуг инвалидам в доступном для них формате.</w:t>
      </w:r>
    </w:p>
    <w:p w:rsidR="004E424C" w:rsidRPr="00F84DF4" w:rsidRDefault="004E424C" w:rsidP="002C18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4DF4">
        <w:rPr>
          <w:rFonts w:ascii="Times New Roman" w:hAnsi="Times New Roman" w:cs="Times New Roman"/>
          <w:sz w:val="28"/>
          <w:szCs w:val="28"/>
        </w:rPr>
        <w:t>Действующим законодательством Российской Федерации определены требования к органам власти и организациям независимо от организационно-правовой формы по созданию условий инвалидам для беспрепятственного доступа к объектам инженерной, транспортной и социальной инфраструктур, информации, а также ответственность за уклонение от исполнения этих требований.</w:t>
      </w:r>
    </w:p>
    <w:p w:rsidR="004E424C" w:rsidRPr="00F84DF4" w:rsidRDefault="004E424C" w:rsidP="002C18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4DF4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9" w:history="1">
        <w:r w:rsidRPr="00F84DF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84DF4">
        <w:rPr>
          <w:rFonts w:ascii="Times New Roman" w:hAnsi="Times New Roman" w:cs="Times New Roman"/>
          <w:sz w:val="28"/>
          <w:szCs w:val="28"/>
        </w:rPr>
        <w:t xml:space="preserve"> от 24 ноября </w:t>
      </w:r>
      <w:smartTag w:uri="urn:schemas-microsoft-com:office:smarttags" w:element="metricconverter">
        <w:smartTagPr>
          <w:attr w:name="ProductID" w:val="1995 г"/>
        </w:smartTagPr>
        <w:r w:rsidRPr="00F84DF4">
          <w:rPr>
            <w:rFonts w:ascii="Times New Roman" w:hAnsi="Times New Roman" w:cs="Times New Roman"/>
            <w:sz w:val="28"/>
            <w:szCs w:val="28"/>
          </w:rPr>
          <w:t>1995 г</w:t>
        </w:r>
      </w:smartTag>
      <w:r w:rsidRPr="00F84DF4">
        <w:rPr>
          <w:rFonts w:ascii="Times New Roman" w:hAnsi="Times New Roman" w:cs="Times New Roman"/>
          <w:sz w:val="28"/>
          <w:szCs w:val="28"/>
        </w:rPr>
        <w:t xml:space="preserve">. N 181-ФЗ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84DF4">
        <w:rPr>
          <w:rFonts w:ascii="Times New Roman" w:hAnsi="Times New Roman" w:cs="Times New Roman"/>
          <w:sz w:val="28"/>
          <w:szCs w:val="28"/>
        </w:rPr>
        <w:t>О социальной защите и</w:t>
      </w:r>
      <w:r>
        <w:rPr>
          <w:rFonts w:ascii="Times New Roman" w:hAnsi="Times New Roman" w:cs="Times New Roman"/>
          <w:sz w:val="28"/>
          <w:szCs w:val="28"/>
        </w:rPr>
        <w:t>нвалидов в Российской Федерации»</w:t>
      </w:r>
      <w:r w:rsidRPr="00F84DF4">
        <w:rPr>
          <w:rFonts w:ascii="Times New Roman" w:hAnsi="Times New Roman" w:cs="Times New Roman"/>
          <w:sz w:val="28"/>
          <w:szCs w:val="28"/>
        </w:rPr>
        <w:t xml:space="preserve"> определено, что органы государственной власти субъектов Российской Федерации по предметам ведения субъектов Российской Федерации и предметам совместного ведения Российской Федерации и субъектов Российской Федерации создают условия инвалидам (включая инвалидов, использующих кресла-коляски и собак-проводников) для беспрепятственного доступа к объектам социальной инфраструктуры (жилым, общественным и производственным зданиям, строениям и сооружениям, спортивным сооружениям, местам отдыха, культурно-зрелищным и другим учреждениям), а также для беспрепятственного пользования железнодорожным, воздушным, водным, междугородным автомобильным транспортом и всеми видами городского и пригородного пассажирского транспорта, средствами связи и информации (включая средства, обеспечивающие дублирование звуковыми сигналами световых сигналов светофоров и устройств, регулирующих движение пешеходов через транспортные коммуникации). Планировка и застройка городов, других населенных пунктов, формирование жилых и рекреационных зон, разработка проектных решений на новое строительство и реконструкцию зданий, сооружений и их комплексов, а также разработка и производство транспортных средств общего пользования, средств связи и информации без приспособления указанных объектов для доступа к ним инвалидов и использования их инвалидами не допускаются.</w:t>
      </w:r>
    </w:p>
    <w:p w:rsidR="004E424C" w:rsidRPr="00F84DF4" w:rsidRDefault="004E424C" w:rsidP="002C18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4DF4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10" w:history="1">
        <w:r w:rsidRPr="00F84DF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84DF4">
        <w:rPr>
          <w:rFonts w:ascii="Times New Roman" w:hAnsi="Times New Roman" w:cs="Times New Roman"/>
          <w:sz w:val="28"/>
          <w:szCs w:val="28"/>
        </w:rPr>
        <w:t xml:space="preserve"> от 01 декабря </w:t>
      </w:r>
      <w:smartTag w:uri="urn:schemas-microsoft-com:office:smarttags" w:element="metricconverter">
        <w:smartTagPr>
          <w:attr w:name="ProductID" w:val="2014 г"/>
        </w:smartTagPr>
        <w:r w:rsidRPr="00F84DF4">
          <w:rPr>
            <w:rFonts w:ascii="Times New Roman" w:hAnsi="Times New Roman" w:cs="Times New Roman"/>
            <w:sz w:val="28"/>
            <w:szCs w:val="28"/>
          </w:rPr>
          <w:t>2014 г</w:t>
        </w:r>
      </w:smartTag>
      <w:r w:rsidRPr="00F84DF4">
        <w:rPr>
          <w:rFonts w:ascii="Times New Roman" w:hAnsi="Times New Roman" w:cs="Times New Roman"/>
          <w:sz w:val="28"/>
          <w:szCs w:val="28"/>
        </w:rPr>
        <w:t xml:space="preserve">. N 419-ФЗ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84DF4">
        <w:rPr>
          <w:rFonts w:ascii="Times New Roman" w:hAnsi="Times New Roman" w:cs="Times New Roman"/>
          <w:sz w:val="28"/>
          <w:szCs w:val="28"/>
        </w:rPr>
        <w:t>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84DF4">
        <w:rPr>
          <w:rFonts w:ascii="Times New Roman" w:hAnsi="Times New Roman" w:cs="Times New Roman"/>
          <w:sz w:val="28"/>
          <w:szCs w:val="28"/>
        </w:rPr>
        <w:t xml:space="preserve"> (далее - Федеральный закон N 419-ФЗ) в целях обеспечения условий доступности для инвалидов объектов социальной, инженерной и транспортной инфраструктуры и условий для беспрепятственного пользования услугами органы исполнительной власти субъектов Российской Федерации, органы местного самоуправления утверждают и реализуют в сферах установленной деятельности планы мероприятий по повышению значений показателей доступности для инвалидов объектов и услуг.</w:t>
      </w:r>
    </w:p>
    <w:p w:rsidR="004E424C" w:rsidRDefault="004E424C" w:rsidP="002C18A4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4DF4">
        <w:rPr>
          <w:rFonts w:ascii="Times New Roman" w:hAnsi="Times New Roman" w:cs="Times New Roman"/>
          <w:color w:val="000000"/>
          <w:sz w:val="28"/>
          <w:szCs w:val="28"/>
        </w:rPr>
        <w:t xml:space="preserve">В целях достижения установленных </w:t>
      </w:r>
      <w:hyperlink r:id="rId11" w:history="1">
        <w:r w:rsidRPr="00F84DF4">
          <w:rPr>
            <w:rFonts w:ascii="Times New Roman" w:hAnsi="Times New Roman" w:cs="Times New Roman"/>
            <w:color w:val="000000"/>
            <w:sz w:val="28"/>
            <w:szCs w:val="28"/>
          </w:rPr>
          <w:t>Конвенцией</w:t>
        </w:r>
      </w:hyperlink>
      <w:r w:rsidRPr="00F84DF4">
        <w:rPr>
          <w:rFonts w:ascii="Times New Roman" w:hAnsi="Times New Roman" w:cs="Times New Roman"/>
          <w:color w:val="000000"/>
          <w:sz w:val="28"/>
          <w:szCs w:val="28"/>
        </w:rPr>
        <w:t xml:space="preserve">, Федеральным </w:t>
      </w:r>
      <w:hyperlink r:id="rId12" w:history="1">
        <w:r w:rsidRPr="00F84DF4">
          <w:rPr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F84DF4">
        <w:rPr>
          <w:rFonts w:ascii="Times New Roman" w:hAnsi="Times New Roman" w:cs="Times New Roman"/>
          <w:color w:val="000000"/>
          <w:sz w:val="28"/>
          <w:szCs w:val="28"/>
        </w:rPr>
        <w:t xml:space="preserve"> N 419-ФЗ требований по обеспечению доступности объектов социальной, транспортной, инженерной инфраструктуры, оказываемых в них услуг разработаны законодательные и иные нормативные правовые акты края:</w:t>
      </w:r>
    </w:p>
    <w:p w:rsidR="004E424C" w:rsidRPr="001638A3" w:rsidRDefault="004E424C" w:rsidP="001638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38A3">
        <w:rPr>
          <w:rFonts w:ascii="Times New Roman" w:hAnsi="Times New Roman" w:cs="Times New Roman"/>
          <w:sz w:val="28"/>
          <w:szCs w:val="28"/>
        </w:rPr>
        <w:t xml:space="preserve">1) </w:t>
      </w:r>
      <w:hyperlink r:id="rId13" w:history="1">
        <w:r w:rsidRPr="001638A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638A3">
        <w:rPr>
          <w:rFonts w:ascii="Times New Roman" w:hAnsi="Times New Roman" w:cs="Times New Roman"/>
          <w:sz w:val="28"/>
          <w:szCs w:val="28"/>
        </w:rPr>
        <w:t xml:space="preserve"> Хабаровского края от 27 мая </w:t>
      </w:r>
      <w:smartTag w:uri="urn:schemas-microsoft-com:office:smarttags" w:element="metricconverter">
        <w:smartTagPr>
          <w:attr w:name="ProductID" w:val="2015 г"/>
        </w:smartTagPr>
        <w:r w:rsidRPr="001638A3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1638A3">
        <w:rPr>
          <w:rFonts w:ascii="Times New Roman" w:hAnsi="Times New Roman" w:cs="Times New Roman"/>
          <w:sz w:val="28"/>
          <w:szCs w:val="28"/>
        </w:rPr>
        <w:t xml:space="preserve">. N 56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638A3">
        <w:rPr>
          <w:rFonts w:ascii="Times New Roman" w:hAnsi="Times New Roman" w:cs="Times New Roman"/>
          <w:sz w:val="28"/>
          <w:szCs w:val="28"/>
        </w:rPr>
        <w:t xml:space="preserve">О внесении изменения в статью 4 Закона Хабаровского края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638A3">
        <w:rPr>
          <w:rFonts w:ascii="Times New Roman" w:hAnsi="Times New Roman" w:cs="Times New Roman"/>
          <w:sz w:val="28"/>
          <w:szCs w:val="28"/>
        </w:rPr>
        <w:t>О реализации полномочий органов государственной власти Хабаровского края в области культуры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638A3">
        <w:rPr>
          <w:rFonts w:ascii="Times New Roman" w:hAnsi="Times New Roman" w:cs="Times New Roman"/>
          <w:sz w:val="28"/>
          <w:szCs w:val="28"/>
        </w:rPr>
        <w:t>;</w:t>
      </w:r>
    </w:p>
    <w:p w:rsidR="004E424C" w:rsidRDefault="004E424C" w:rsidP="001638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638A3">
        <w:rPr>
          <w:rFonts w:ascii="Times New Roman" w:hAnsi="Times New Roman" w:cs="Times New Roman"/>
          <w:sz w:val="28"/>
          <w:szCs w:val="28"/>
        </w:rPr>
        <w:t xml:space="preserve">) </w:t>
      </w:r>
      <w:hyperlink r:id="rId14" w:history="1">
        <w:r w:rsidRPr="001638A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1638A3">
        <w:rPr>
          <w:rFonts w:ascii="Times New Roman" w:hAnsi="Times New Roman" w:cs="Times New Roman"/>
          <w:sz w:val="28"/>
          <w:szCs w:val="28"/>
        </w:rPr>
        <w:t xml:space="preserve"> Правительства Хабаровского края от 03 июля </w:t>
      </w:r>
      <w:smartTag w:uri="urn:schemas-microsoft-com:office:smarttags" w:element="metricconverter">
        <w:smartTagPr>
          <w:attr w:name="ProductID" w:val="2015 г"/>
        </w:smartTagPr>
        <w:r w:rsidRPr="001638A3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1638A3">
        <w:rPr>
          <w:rFonts w:ascii="Times New Roman" w:hAnsi="Times New Roman" w:cs="Times New Roman"/>
          <w:sz w:val="28"/>
          <w:szCs w:val="28"/>
        </w:rPr>
        <w:t xml:space="preserve">. N 172-пр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638A3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Правительства Хабаровского края от 31 августа </w:t>
      </w:r>
      <w:smartTag w:uri="urn:schemas-microsoft-com:office:smarttags" w:element="metricconverter">
        <w:smartTagPr>
          <w:attr w:name="ProductID" w:val="2005 г"/>
        </w:smartTagPr>
        <w:r w:rsidRPr="001638A3">
          <w:rPr>
            <w:rFonts w:ascii="Times New Roman" w:hAnsi="Times New Roman" w:cs="Times New Roman"/>
            <w:sz w:val="28"/>
            <w:szCs w:val="28"/>
          </w:rPr>
          <w:t>2005 г</w:t>
        </w:r>
      </w:smartTag>
      <w:r w:rsidRPr="001638A3">
        <w:rPr>
          <w:rFonts w:ascii="Times New Roman" w:hAnsi="Times New Roman" w:cs="Times New Roman"/>
          <w:sz w:val="28"/>
          <w:szCs w:val="28"/>
        </w:rPr>
        <w:t xml:space="preserve">. N 105-пр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638A3">
        <w:rPr>
          <w:rFonts w:ascii="Times New Roman" w:hAnsi="Times New Roman" w:cs="Times New Roman"/>
          <w:sz w:val="28"/>
          <w:szCs w:val="28"/>
        </w:rPr>
        <w:t>Об утверждении Порядка обеспечения детей-инвалидов, обучающихся в краевых государственных и муниципальных образовательных учреждениях, специальными учебными пособиями и учебной литературой и пользования услугами сурдопереводчиков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4E424C" w:rsidRDefault="004E424C" w:rsidP="001638A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4DF4">
        <w:rPr>
          <w:rFonts w:ascii="Times New Roman" w:hAnsi="Times New Roman" w:cs="Times New Roman"/>
          <w:color w:val="000000"/>
          <w:sz w:val="28"/>
          <w:szCs w:val="28"/>
        </w:rPr>
        <w:t>Внесены изменения в административные регламенты по предоставлению муниципальных услуг, в которые предусматривается включение в обязательном порядке требований к обеспечению условий их доступност</w:t>
      </w:r>
      <w:r>
        <w:rPr>
          <w:rFonts w:ascii="Times New Roman" w:hAnsi="Times New Roman" w:cs="Times New Roman"/>
          <w:color w:val="000000"/>
          <w:sz w:val="28"/>
          <w:szCs w:val="28"/>
        </w:rPr>
        <w:t>и для инвалидов» 01 июля 2016 года.</w:t>
      </w:r>
    </w:p>
    <w:p w:rsidR="004E424C" w:rsidRPr="00F84DF4" w:rsidRDefault="004E424C" w:rsidP="001638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4DF4">
        <w:rPr>
          <w:rFonts w:ascii="Times New Roman" w:hAnsi="Times New Roman" w:cs="Times New Roman"/>
          <w:sz w:val="28"/>
          <w:szCs w:val="28"/>
        </w:rPr>
        <w:t xml:space="preserve">Реализация в районе мероприятий по повышению показателей доступности для инвалидов объектов социальной, транспортной, инженерной инфраструктуры и условий беспрепятственного пользования услугами в период 2016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84DF4">
        <w:rPr>
          <w:rFonts w:ascii="Times New Roman" w:hAnsi="Times New Roman" w:cs="Times New Roman"/>
          <w:sz w:val="28"/>
          <w:szCs w:val="28"/>
        </w:rPr>
        <w:t xml:space="preserve"> 2020 г</w:t>
      </w:r>
      <w:r>
        <w:rPr>
          <w:rFonts w:ascii="Times New Roman" w:hAnsi="Times New Roman" w:cs="Times New Roman"/>
          <w:sz w:val="28"/>
          <w:szCs w:val="28"/>
        </w:rPr>
        <w:t xml:space="preserve">одов будет проводиться в рамках </w:t>
      </w:r>
      <w:r w:rsidRPr="00F84DF4">
        <w:rPr>
          <w:rFonts w:ascii="Times New Roman" w:hAnsi="Times New Roman" w:cs="Times New Roman"/>
          <w:sz w:val="28"/>
          <w:szCs w:val="28"/>
        </w:rPr>
        <w:t>муниципальной программы «Доступная среда»</w:t>
      </w:r>
      <w:r>
        <w:rPr>
          <w:rFonts w:ascii="Times New Roman" w:hAnsi="Times New Roman" w:cs="Times New Roman"/>
          <w:sz w:val="28"/>
          <w:szCs w:val="28"/>
        </w:rPr>
        <w:t xml:space="preserve">  на 2014-2020</w:t>
      </w:r>
      <w:r w:rsidRPr="00F84DF4">
        <w:rPr>
          <w:rFonts w:ascii="Times New Roman" w:hAnsi="Times New Roman" w:cs="Times New Roman"/>
          <w:sz w:val="28"/>
          <w:szCs w:val="28"/>
        </w:rPr>
        <w:t xml:space="preserve"> гг.</w:t>
      </w:r>
    </w:p>
    <w:p w:rsidR="004E424C" w:rsidRPr="00F84DF4" w:rsidRDefault="004E424C" w:rsidP="001638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4DF4">
        <w:rPr>
          <w:rFonts w:ascii="Times New Roman" w:hAnsi="Times New Roman" w:cs="Times New Roman"/>
          <w:sz w:val="28"/>
          <w:szCs w:val="28"/>
        </w:rPr>
        <w:t xml:space="preserve">В последующий период времени финансовое обеспечение мероприятий, предусмотренных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84DF4">
        <w:rPr>
          <w:rFonts w:ascii="Times New Roman" w:hAnsi="Times New Roman" w:cs="Times New Roman"/>
          <w:sz w:val="28"/>
          <w:szCs w:val="28"/>
        </w:rPr>
        <w:t>дорожной картой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84DF4">
        <w:rPr>
          <w:rFonts w:ascii="Times New Roman" w:hAnsi="Times New Roman" w:cs="Times New Roman"/>
          <w:sz w:val="28"/>
          <w:szCs w:val="28"/>
        </w:rPr>
        <w:t xml:space="preserve"> будет осуществляться в пределах средств, определенных на очередной финансовый год и на плановый период в бюджете Верхнебуреинского района, а также в соответствии с утвержденными в установленном порядке программами долгосрочного и среднесрочного развития в соответствующих сферах деятельности.</w:t>
      </w:r>
    </w:p>
    <w:p w:rsidR="004E424C" w:rsidRDefault="004E424C" w:rsidP="001638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4DF4">
        <w:rPr>
          <w:rFonts w:ascii="Times New Roman" w:hAnsi="Times New Roman" w:cs="Times New Roman"/>
          <w:sz w:val="28"/>
          <w:szCs w:val="28"/>
        </w:rPr>
        <w:t xml:space="preserve">Внесение изменений и дополнений в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84DF4">
        <w:rPr>
          <w:rFonts w:ascii="Times New Roman" w:hAnsi="Times New Roman" w:cs="Times New Roman"/>
          <w:sz w:val="28"/>
          <w:szCs w:val="28"/>
        </w:rPr>
        <w:t>дорожную карту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84DF4">
        <w:rPr>
          <w:rFonts w:ascii="Times New Roman" w:hAnsi="Times New Roman" w:cs="Times New Roman"/>
          <w:sz w:val="28"/>
          <w:szCs w:val="28"/>
        </w:rPr>
        <w:t xml:space="preserve"> планируется ежегодно с учетом предварительных итогов ее реализации.</w:t>
      </w:r>
    </w:p>
    <w:p w:rsidR="004E424C" w:rsidRDefault="004E424C" w:rsidP="001638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424C" w:rsidRDefault="004E424C" w:rsidP="001638A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84DF4">
        <w:rPr>
          <w:rFonts w:ascii="Times New Roman" w:hAnsi="Times New Roman" w:cs="Times New Roman"/>
          <w:sz w:val="28"/>
          <w:szCs w:val="28"/>
        </w:rPr>
        <w:t xml:space="preserve">Ожидаемые результаты реализации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84DF4">
        <w:rPr>
          <w:rFonts w:ascii="Times New Roman" w:hAnsi="Times New Roman" w:cs="Times New Roman"/>
          <w:sz w:val="28"/>
          <w:szCs w:val="28"/>
        </w:rPr>
        <w:t>дорожной карты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E424C" w:rsidRDefault="004E424C" w:rsidP="001638A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E424C" w:rsidRDefault="004E424C" w:rsidP="001638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38A3">
        <w:rPr>
          <w:rFonts w:ascii="Times New Roman" w:hAnsi="Times New Roman" w:cs="Times New Roman"/>
          <w:sz w:val="28"/>
          <w:szCs w:val="28"/>
        </w:rPr>
        <w:t xml:space="preserve">В ходе реализации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638A3">
        <w:rPr>
          <w:rFonts w:ascii="Times New Roman" w:hAnsi="Times New Roman" w:cs="Times New Roman"/>
          <w:sz w:val="28"/>
          <w:szCs w:val="28"/>
        </w:rPr>
        <w:t>дорожной карты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638A3">
        <w:rPr>
          <w:rFonts w:ascii="Times New Roman" w:hAnsi="Times New Roman" w:cs="Times New Roman"/>
          <w:sz w:val="28"/>
          <w:szCs w:val="28"/>
        </w:rPr>
        <w:t xml:space="preserve"> запланировано поэтапное обеспечение для инвалидов условий доступности объектов и услуг.</w:t>
      </w:r>
    </w:p>
    <w:p w:rsidR="004E424C" w:rsidRDefault="004E424C" w:rsidP="006E4A0A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4DF4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>сего в</w:t>
      </w:r>
      <w:r w:rsidRPr="00F84DF4">
        <w:rPr>
          <w:rFonts w:ascii="Times New Roman" w:hAnsi="Times New Roman" w:cs="Times New Roman"/>
          <w:color w:val="000000"/>
          <w:sz w:val="28"/>
          <w:szCs w:val="28"/>
        </w:rPr>
        <w:t xml:space="preserve"> Верхнебуреинском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муниципальном </w:t>
      </w:r>
      <w:r w:rsidRPr="00F84DF4">
        <w:rPr>
          <w:rFonts w:ascii="Times New Roman" w:hAnsi="Times New Roman" w:cs="Times New Roman"/>
          <w:color w:val="000000"/>
          <w:sz w:val="28"/>
          <w:szCs w:val="28"/>
        </w:rPr>
        <w:t xml:space="preserve">районе Хабаровского края 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F84DF4">
        <w:rPr>
          <w:rFonts w:ascii="Times New Roman" w:hAnsi="Times New Roman" w:cs="Times New Roman"/>
          <w:color w:val="000000"/>
          <w:sz w:val="28"/>
          <w:szCs w:val="28"/>
        </w:rPr>
        <w:t>4 объекта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социальной инфраструктуры, находящихся в муниципальной собственности</w:t>
      </w:r>
      <w:r w:rsidRPr="00F84DF4">
        <w:rPr>
          <w:rFonts w:ascii="Times New Roman" w:hAnsi="Times New Roman" w:cs="Times New Roman"/>
          <w:color w:val="000000"/>
          <w:sz w:val="28"/>
          <w:szCs w:val="28"/>
        </w:rPr>
        <w:t xml:space="preserve">.  </w:t>
      </w:r>
    </w:p>
    <w:p w:rsidR="004E424C" w:rsidRPr="00F84DF4" w:rsidRDefault="004E424C" w:rsidP="006E4A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4DF4">
        <w:rPr>
          <w:rFonts w:ascii="Times New Roman" w:hAnsi="Times New Roman" w:cs="Times New Roman"/>
          <w:sz w:val="28"/>
          <w:szCs w:val="28"/>
        </w:rPr>
        <w:t xml:space="preserve">Дооборудование объектов по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84DF4">
        <w:rPr>
          <w:rFonts w:ascii="Times New Roman" w:hAnsi="Times New Roman" w:cs="Times New Roman"/>
          <w:sz w:val="28"/>
          <w:szCs w:val="28"/>
        </w:rPr>
        <w:t>дорожной карте» в отрасли культуры  планируется завершить до 2030 года.</w:t>
      </w:r>
    </w:p>
    <w:p w:rsidR="004E424C" w:rsidRDefault="004E424C" w:rsidP="006E4A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4DF4">
        <w:rPr>
          <w:rFonts w:ascii="Times New Roman" w:hAnsi="Times New Roman" w:cs="Times New Roman"/>
          <w:sz w:val="28"/>
          <w:szCs w:val="28"/>
        </w:rPr>
        <w:t xml:space="preserve">Достижение показателя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84DF4">
        <w:rPr>
          <w:rFonts w:ascii="Times New Roman" w:hAnsi="Times New Roman" w:cs="Times New Roman"/>
          <w:sz w:val="28"/>
          <w:szCs w:val="28"/>
        </w:rPr>
        <w:t>обеспечение для инвалидов доступности объектов и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84DF4">
        <w:rPr>
          <w:rFonts w:ascii="Times New Roman" w:hAnsi="Times New Roman" w:cs="Times New Roman"/>
          <w:sz w:val="28"/>
          <w:szCs w:val="28"/>
        </w:rPr>
        <w:t xml:space="preserve"> нарастающим итогом по годам составит:</w:t>
      </w:r>
    </w:p>
    <w:p w:rsidR="004E424C" w:rsidRDefault="004E424C" w:rsidP="006E4A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>
          <w:rPr>
            <w:rFonts w:ascii="Times New Roman" w:hAnsi="Times New Roman" w:cs="Times New Roman"/>
            <w:sz w:val="28"/>
            <w:szCs w:val="28"/>
          </w:rPr>
          <w:t>2020 г</w:t>
        </w:r>
      </w:smartTag>
      <w:r>
        <w:rPr>
          <w:rFonts w:ascii="Times New Roman" w:hAnsi="Times New Roman" w:cs="Times New Roman"/>
          <w:sz w:val="28"/>
          <w:szCs w:val="28"/>
        </w:rPr>
        <w:t>. – 27 объектов (42,2%);</w:t>
      </w:r>
    </w:p>
    <w:p w:rsidR="004E424C" w:rsidRDefault="004E424C" w:rsidP="006E4A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– 2025 гг. – 48 объектов (75,0%);</w:t>
      </w:r>
    </w:p>
    <w:p w:rsidR="004E424C" w:rsidRDefault="004E424C" w:rsidP="006E4A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 – 2030 гг. – 64 объекта (100,0%).</w:t>
      </w:r>
    </w:p>
    <w:p w:rsidR="004E424C" w:rsidRDefault="004E424C" w:rsidP="00C455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4DF4">
        <w:rPr>
          <w:rFonts w:ascii="Times New Roman" w:hAnsi="Times New Roman" w:cs="Times New Roman"/>
          <w:sz w:val="28"/>
          <w:szCs w:val="28"/>
        </w:rPr>
        <w:t xml:space="preserve">Данные по повышению показателей доступности для инвалидов объектов и услуг и перечень мероприятий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84DF4">
        <w:rPr>
          <w:rFonts w:ascii="Times New Roman" w:hAnsi="Times New Roman" w:cs="Times New Roman"/>
          <w:sz w:val="28"/>
          <w:szCs w:val="28"/>
        </w:rPr>
        <w:t>дорожной карты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84DF4">
        <w:rPr>
          <w:rFonts w:ascii="Times New Roman" w:hAnsi="Times New Roman" w:cs="Times New Roman"/>
          <w:sz w:val="28"/>
          <w:szCs w:val="28"/>
        </w:rPr>
        <w:t xml:space="preserve"> приведены в </w:t>
      </w:r>
      <w:hyperlink w:anchor="P109" w:history="1">
        <w:r w:rsidRPr="00F84DF4">
          <w:rPr>
            <w:rFonts w:ascii="Times New Roman" w:hAnsi="Times New Roman" w:cs="Times New Roman"/>
            <w:sz w:val="28"/>
            <w:szCs w:val="28"/>
          </w:rPr>
          <w:t>Приложениях N 1</w:t>
        </w:r>
      </w:hyperlink>
      <w:r w:rsidRPr="00F84DF4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990" w:history="1">
        <w:r w:rsidRPr="00F84DF4">
          <w:rPr>
            <w:rFonts w:ascii="Times New Roman" w:hAnsi="Times New Roman" w:cs="Times New Roman"/>
            <w:sz w:val="28"/>
            <w:szCs w:val="28"/>
          </w:rPr>
          <w:t>N 2</w:t>
        </w:r>
      </w:hyperlink>
      <w:r w:rsidRPr="00F84DF4">
        <w:rPr>
          <w:rFonts w:ascii="Times New Roman" w:hAnsi="Times New Roman" w:cs="Times New Roman"/>
          <w:sz w:val="28"/>
          <w:szCs w:val="28"/>
        </w:rPr>
        <w:t>.</w:t>
      </w:r>
    </w:p>
    <w:p w:rsidR="004E424C" w:rsidRDefault="004E424C" w:rsidP="00C455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424C" w:rsidRDefault="004E424C" w:rsidP="00C455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4E424C" w:rsidSect="00C8060F">
          <w:headerReference w:type="even" r:id="rId15"/>
          <w:headerReference w:type="default" r:id="rId16"/>
          <w:pgSz w:w="11906" w:h="16838"/>
          <w:pgMar w:top="1134" w:right="567" w:bottom="1134" w:left="2155" w:header="709" w:footer="709" w:gutter="0"/>
          <w:cols w:space="708"/>
          <w:titlePg/>
          <w:docGrid w:linePitch="360"/>
        </w:sectPr>
      </w:pPr>
    </w:p>
    <w:tbl>
      <w:tblPr>
        <w:tblW w:w="0" w:type="auto"/>
        <w:tblLook w:val="01E0"/>
      </w:tblPr>
      <w:tblGrid>
        <w:gridCol w:w="10008"/>
        <w:gridCol w:w="4778"/>
      </w:tblGrid>
      <w:tr w:rsidR="004E424C" w:rsidTr="00667559">
        <w:tc>
          <w:tcPr>
            <w:tcW w:w="10008" w:type="dxa"/>
          </w:tcPr>
          <w:p w:rsidR="004E424C" w:rsidRPr="00667559" w:rsidRDefault="004E424C" w:rsidP="00667559">
            <w:pPr>
              <w:pStyle w:val="ConsPlusNormal"/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8" w:type="dxa"/>
          </w:tcPr>
          <w:p w:rsidR="004E424C" w:rsidRPr="00667559" w:rsidRDefault="004E424C" w:rsidP="006675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559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4E424C" w:rsidRPr="00667559" w:rsidRDefault="004E424C" w:rsidP="006675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424C" w:rsidRPr="00667559" w:rsidRDefault="004E424C" w:rsidP="006675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559">
              <w:rPr>
                <w:rFonts w:ascii="Times New Roman" w:hAnsi="Times New Roman" w:cs="Times New Roman"/>
                <w:sz w:val="28"/>
                <w:szCs w:val="28"/>
              </w:rPr>
              <w:t>к постановлению</w:t>
            </w:r>
          </w:p>
          <w:p w:rsidR="004E424C" w:rsidRPr="00667559" w:rsidRDefault="004E424C" w:rsidP="006675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559">
              <w:rPr>
                <w:rFonts w:ascii="Times New Roman" w:hAnsi="Times New Roman" w:cs="Times New Roman"/>
                <w:sz w:val="28"/>
                <w:szCs w:val="28"/>
              </w:rPr>
              <w:t>администрации района</w:t>
            </w:r>
          </w:p>
          <w:p w:rsidR="004E424C" w:rsidRPr="00667559" w:rsidRDefault="004E424C" w:rsidP="006675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424C" w:rsidRPr="00667559" w:rsidRDefault="004E424C" w:rsidP="006675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28.12.2016  № 752</w:t>
            </w:r>
          </w:p>
        </w:tc>
      </w:tr>
    </w:tbl>
    <w:p w:rsidR="004E424C" w:rsidRDefault="004E424C" w:rsidP="00C8060F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4E424C" w:rsidRDefault="004E424C" w:rsidP="00FC400E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4E424C" w:rsidRPr="000D5B4A" w:rsidRDefault="004E424C" w:rsidP="00301801">
      <w:pPr>
        <w:pStyle w:val="ConsPlusTitle"/>
        <w:jc w:val="center"/>
        <w:rPr>
          <w:rFonts w:ascii="Times New Roman" w:hAnsi="Times New Roman" w:cs="Times New Roman"/>
        </w:rPr>
      </w:pPr>
      <w:r w:rsidRPr="000D5B4A">
        <w:rPr>
          <w:rFonts w:ascii="Times New Roman" w:hAnsi="Times New Roman" w:cs="Times New Roman"/>
        </w:rPr>
        <w:t>ПЕРЕЧЕНЬ</w:t>
      </w:r>
    </w:p>
    <w:p w:rsidR="004E424C" w:rsidRPr="000D5B4A" w:rsidRDefault="004E424C" w:rsidP="00301801">
      <w:pPr>
        <w:pStyle w:val="ConsPlusTitle"/>
        <w:jc w:val="center"/>
        <w:rPr>
          <w:rFonts w:ascii="Times New Roman" w:hAnsi="Times New Roman" w:cs="Times New Roman"/>
        </w:rPr>
      </w:pPr>
      <w:r w:rsidRPr="000D5B4A">
        <w:rPr>
          <w:rFonts w:ascii="Times New Roman" w:hAnsi="Times New Roman" w:cs="Times New Roman"/>
        </w:rPr>
        <w:t>ИНДИКАТОРОВ ПО ПОВЫШЕНИЮ ПОКАЗАТЕЛЕЙ ДОСТУПНОСТИ</w:t>
      </w:r>
    </w:p>
    <w:p w:rsidR="004E424C" w:rsidRPr="000D5B4A" w:rsidRDefault="004E424C" w:rsidP="00301801">
      <w:pPr>
        <w:pStyle w:val="ConsPlusTitle"/>
        <w:jc w:val="center"/>
        <w:rPr>
          <w:rFonts w:ascii="Times New Roman" w:hAnsi="Times New Roman" w:cs="Times New Roman"/>
        </w:rPr>
      </w:pPr>
      <w:r w:rsidRPr="000D5B4A">
        <w:rPr>
          <w:rFonts w:ascii="Times New Roman" w:hAnsi="Times New Roman" w:cs="Times New Roman"/>
        </w:rPr>
        <w:t>ДЛЯ ИНВАЛИДОВ ОБЪЕКТОВ И УСЛУГ "ДОРОЖНОЙ КАРТЫ"</w:t>
      </w:r>
    </w:p>
    <w:p w:rsidR="004E424C" w:rsidRDefault="004E424C" w:rsidP="00C45529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 1</w:t>
      </w:r>
    </w:p>
    <w:tbl>
      <w:tblPr>
        <w:tblW w:w="15026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65"/>
        <w:gridCol w:w="3263"/>
        <w:gridCol w:w="1276"/>
        <w:gridCol w:w="1134"/>
        <w:gridCol w:w="1276"/>
        <w:gridCol w:w="1275"/>
        <w:gridCol w:w="1134"/>
        <w:gridCol w:w="1134"/>
        <w:gridCol w:w="1134"/>
        <w:gridCol w:w="2835"/>
      </w:tblGrid>
      <w:tr w:rsidR="004E424C" w:rsidRPr="00114021" w:rsidTr="007F0A0B">
        <w:tc>
          <w:tcPr>
            <w:tcW w:w="565" w:type="dxa"/>
            <w:vMerge w:val="restart"/>
          </w:tcPr>
          <w:p w:rsidR="004E424C" w:rsidRPr="000D5B4A" w:rsidRDefault="004E424C" w:rsidP="003D1E4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D5B4A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263" w:type="dxa"/>
            <w:vMerge w:val="restart"/>
          </w:tcPr>
          <w:p w:rsidR="004E424C" w:rsidRPr="000D5B4A" w:rsidRDefault="004E424C" w:rsidP="003D1E4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D5B4A">
              <w:rPr>
                <w:rFonts w:ascii="Times New Roman" w:hAnsi="Times New Roman" w:cs="Times New Roman"/>
              </w:rPr>
              <w:t>Наименование показателей доступности для инвалидов объектов и услуг</w:t>
            </w:r>
          </w:p>
        </w:tc>
        <w:tc>
          <w:tcPr>
            <w:tcW w:w="8363" w:type="dxa"/>
            <w:gridSpan w:val="7"/>
          </w:tcPr>
          <w:p w:rsidR="004E424C" w:rsidRPr="000D5B4A" w:rsidRDefault="004E424C" w:rsidP="003D1E4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D5B4A">
              <w:rPr>
                <w:rFonts w:ascii="Times New Roman" w:hAnsi="Times New Roman" w:cs="Times New Roman"/>
              </w:rPr>
              <w:t xml:space="preserve">Ожидаемые результаты повышения показателей доступности </w:t>
            </w:r>
            <w:r>
              <w:rPr>
                <w:rFonts w:ascii="Times New Roman" w:hAnsi="Times New Roman" w:cs="Times New Roman"/>
              </w:rPr>
              <w:t xml:space="preserve">объектов </w:t>
            </w:r>
            <w:r w:rsidRPr="000D5B4A">
              <w:rPr>
                <w:rFonts w:ascii="Times New Roman" w:hAnsi="Times New Roman" w:cs="Times New Roman"/>
              </w:rPr>
              <w:t>по отраслям (%)</w:t>
            </w:r>
          </w:p>
        </w:tc>
        <w:tc>
          <w:tcPr>
            <w:tcW w:w="2835" w:type="dxa"/>
            <w:vMerge w:val="restart"/>
          </w:tcPr>
          <w:p w:rsidR="004E424C" w:rsidRPr="000D5B4A" w:rsidRDefault="004E424C" w:rsidP="003D1E4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</w:tr>
      <w:tr w:rsidR="004E424C" w:rsidRPr="00114021" w:rsidTr="007F0A0B">
        <w:tc>
          <w:tcPr>
            <w:tcW w:w="565" w:type="dxa"/>
            <w:vMerge/>
          </w:tcPr>
          <w:p w:rsidR="004E424C" w:rsidRPr="000D5B4A" w:rsidRDefault="004E424C" w:rsidP="003D1E4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263" w:type="dxa"/>
            <w:vMerge/>
          </w:tcPr>
          <w:p w:rsidR="004E424C" w:rsidRPr="000D5B4A" w:rsidRDefault="004E424C" w:rsidP="003D1E4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363" w:type="dxa"/>
            <w:gridSpan w:val="7"/>
          </w:tcPr>
          <w:p w:rsidR="004E424C" w:rsidRPr="000D5B4A" w:rsidRDefault="004E424C" w:rsidP="007F0A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5B4A">
              <w:rPr>
                <w:rFonts w:ascii="Times New Roman" w:hAnsi="Times New Roman" w:cs="Times New Roman"/>
              </w:rPr>
              <w:t>Годы</w:t>
            </w:r>
          </w:p>
        </w:tc>
        <w:tc>
          <w:tcPr>
            <w:tcW w:w="2835" w:type="dxa"/>
            <w:vMerge/>
          </w:tcPr>
          <w:p w:rsidR="004E424C" w:rsidRPr="000D5B4A" w:rsidRDefault="004E424C" w:rsidP="003D1E46">
            <w:pPr>
              <w:jc w:val="both"/>
              <w:rPr>
                <w:rFonts w:ascii="Times New Roman" w:hAnsi="Times New Roman"/>
              </w:rPr>
            </w:pPr>
          </w:p>
        </w:tc>
      </w:tr>
      <w:tr w:rsidR="004E424C" w:rsidRPr="00114021" w:rsidTr="007F0A0B">
        <w:tc>
          <w:tcPr>
            <w:tcW w:w="565" w:type="dxa"/>
            <w:vMerge/>
          </w:tcPr>
          <w:p w:rsidR="004E424C" w:rsidRPr="000D5B4A" w:rsidRDefault="004E424C" w:rsidP="003D1E4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263" w:type="dxa"/>
            <w:vMerge/>
          </w:tcPr>
          <w:p w:rsidR="004E424C" w:rsidRPr="000D5B4A" w:rsidRDefault="004E424C" w:rsidP="003D1E4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E424C" w:rsidRPr="000D5B4A" w:rsidRDefault="004E424C" w:rsidP="003018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5B4A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134" w:type="dxa"/>
          </w:tcPr>
          <w:p w:rsidR="004E424C" w:rsidRPr="000D5B4A" w:rsidRDefault="004E424C" w:rsidP="003018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5B4A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276" w:type="dxa"/>
          </w:tcPr>
          <w:p w:rsidR="004E424C" w:rsidRPr="000D5B4A" w:rsidRDefault="004E424C" w:rsidP="003018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5B4A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275" w:type="dxa"/>
          </w:tcPr>
          <w:p w:rsidR="004E424C" w:rsidRPr="000D5B4A" w:rsidRDefault="004E424C" w:rsidP="003018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5B4A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34" w:type="dxa"/>
          </w:tcPr>
          <w:p w:rsidR="004E424C" w:rsidRPr="000D5B4A" w:rsidRDefault="004E424C" w:rsidP="003018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5B4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134" w:type="dxa"/>
          </w:tcPr>
          <w:p w:rsidR="004E424C" w:rsidRPr="000D5B4A" w:rsidRDefault="004E424C" w:rsidP="003018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5B4A">
              <w:rPr>
                <w:rFonts w:ascii="Times New Roman" w:hAnsi="Times New Roman" w:cs="Times New Roman"/>
              </w:rPr>
              <w:t xml:space="preserve">2021 </w:t>
            </w:r>
            <w:r>
              <w:rPr>
                <w:rFonts w:ascii="Times New Roman" w:hAnsi="Times New Roman" w:cs="Times New Roman"/>
              </w:rPr>
              <w:t>–</w:t>
            </w:r>
            <w:r w:rsidRPr="000D5B4A">
              <w:rPr>
                <w:rFonts w:ascii="Times New Roman" w:hAnsi="Times New Roman" w:cs="Times New Roman"/>
              </w:rPr>
              <w:t xml:space="preserve"> 2025</w:t>
            </w:r>
          </w:p>
        </w:tc>
        <w:tc>
          <w:tcPr>
            <w:tcW w:w="1134" w:type="dxa"/>
          </w:tcPr>
          <w:p w:rsidR="004E424C" w:rsidRPr="000D5B4A" w:rsidRDefault="004E424C" w:rsidP="003018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5B4A">
              <w:rPr>
                <w:rFonts w:ascii="Times New Roman" w:hAnsi="Times New Roman" w:cs="Times New Roman"/>
              </w:rPr>
              <w:t xml:space="preserve">2026 </w:t>
            </w:r>
            <w:r>
              <w:rPr>
                <w:rFonts w:ascii="Times New Roman" w:hAnsi="Times New Roman" w:cs="Times New Roman"/>
              </w:rPr>
              <w:t>–</w:t>
            </w:r>
            <w:r w:rsidRPr="000D5B4A">
              <w:rPr>
                <w:rFonts w:ascii="Times New Roman" w:hAnsi="Times New Roman" w:cs="Times New Roman"/>
              </w:rPr>
              <w:t xml:space="preserve"> 2030</w:t>
            </w:r>
          </w:p>
        </w:tc>
        <w:tc>
          <w:tcPr>
            <w:tcW w:w="2835" w:type="dxa"/>
            <w:vMerge/>
          </w:tcPr>
          <w:p w:rsidR="004E424C" w:rsidRPr="000D5B4A" w:rsidRDefault="004E424C" w:rsidP="003D1E46">
            <w:pPr>
              <w:jc w:val="both"/>
              <w:rPr>
                <w:rFonts w:ascii="Times New Roman" w:hAnsi="Times New Roman"/>
              </w:rPr>
            </w:pPr>
          </w:p>
        </w:tc>
      </w:tr>
      <w:tr w:rsidR="004E424C" w:rsidRPr="00114021" w:rsidTr="007F0A0B">
        <w:tc>
          <w:tcPr>
            <w:tcW w:w="565" w:type="dxa"/>
          </w:tcPr>
          <w:p w:rsidR="004E424C" w:rsidRPr="000D5B4A" w:rsidRDefault="004E424C" w:rsidP="003018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5B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3" w:type="dxa"/>
          </w:tcPr>
          <w:p w:rsidR="004E424C" w:rsidRPr="000D5B4A" w:rsidRDefault="004E424C" w:rsidP="003018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5B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4E424C" w:rsidRPr="000D5B4A" w:rsidRDefault="004E424C" w:rsidP="003018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5B4A">
              <w:rPr>
                <w:rFonts w:ascii="Times New Roman" w:hAnsi="Times New Roman" w:cs="Times New Roman"/>
              </w:rPr>
              <w:t>3</w:t>
            </w:r>
          </w:p>
          <w:p w:rsidR="004E424C" w:rsidRPr="000D5B4A" w:rsidRDefault="004E424C" w:rsidP="003018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E424C" w:rsidRPr="000D5B4A" w:rsidRDefault="004E424C" w:rsidP="003018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4E424C" w:rsidRPr="000D5B4A" w:rsidRDefault="004E424C" w:rsidP="003018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4E424C" w:rsidRPr="000D5B4A" w:rsidRDefault="004E424C" w:rsidP="003018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4E424C" w:rsidRPr="000D5B4A" w:rsidRDefault="004E424C" w:rsidP="003018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4E424C" w:rsidRPr="000D5B4A" w:rsidRDefault="004E424C" w:rsidP="003018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4E424C" w:rsidRPr="000D5B4A" w:rsidRDefault="004E424C" w:rsidP="003018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35" w:type="dxa"/>
          </w:tcPr>
          <w:p w:rsidR="004E424C" w:rsidRPr="000D5B4A" w:rsidRDefault="004E424C" w:rsidP="003018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5B4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E424C" w:rsidRPr="00114021" w:rsidTr="007F0A0B">
        <w:tc>
          <w:tcPr>
            <w:tcW w:w="15026" w:type="dxa"/>
            <w:gridSpan w:val="10"/>
          </w:tcPr>
          <w:p w:rsidR="004E424C" w:rsidRPr="000D5B4A" w:rsidRDefault="004E424C" w:rsidP="007F0A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D5B4A">
              <w:rPr>
                <w:rFonts w:ascii="Times New Roman" w:hAnsi="Times New Roman" w:cs="Times New Roman"/>
              </w:rPr>
              <w:t>. Повыше</w:t>
            </w:r>
            <w:r>
              <w:rPr>
                <w:rFonts w:ascii="Times New Roman" w:hAnsi="Times New Roman" w:cs="Times New Roman"/>
              </w:rPr>
              <w:t xml:space="preserve">ние доступности объектов </w:t>
            </w:r>
            <w:r w:rsidRPr="000D5B4A">
              <w:rPr>
                <w:rFonts w:ascii="Times New Roman" w:hAnsi="Times New Roman" w:cs="Times New Roman"/>
              </w:rPr>
              <w:t xml:space="preserve"> в сфере</w:t>
            </w:r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</w:tr>
      <w:tr w:rsidR="004E424C" w:rsidRPr="00114021" w:rsidTr="007F0A0B">
        <w:tc>
          <w:tcPr>
            <w:tcW w:w="565" w:type="dxa"/>
          </w:tcPr>
          <w:p w:rsidR="004E424C" w:rsidRPr="000D5B4A" w:rsidRDefault="004E424C" w:rsidP="003D1E4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D5B4A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3263" w:type="dxa"/>
          </w:tcPr>
          <w:p w:rsidR="004E424C" w:rsidRPr="000D5B4A" w:rsidRDefault="004E424C" w:rsidP="00301801">
            <w:pPr>
              <w:pStyle w:val="ConsPlusNormal"/>
              <w:rPr>
                <w:rFonts w:ascii="Times New Roman" w:hAnsi="Times New Roman" w:cs="Times New Roman"/>
              </w:rPr>
            </w:pPr>
            <w:r w:rsidRPr="000D5B4A">
              <w:rPr>
                <w:rFonts w:ascii="Times New Roman" w:hAnsi="Times New Roman" w:cs="Times New Roman"/>
              </w:rPr>
              <w:t>Доступно полностью инвалидам-колясочникам</w:t>
            </w:r>
          </w:p>
        </w:tc>
        <w:tc>
          <w:tcPr>
            <w:tcW w:w="1276" w:type="dxa"/>
          </w:tcPr>
          <w:p w:rsidR="004E424C" w:rsidRPr="00EA0D92" w:rsidRDefault="004E424C" w:rsidP="007F0A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E424C" w:rsidRPr="00EA0D92" w:rsidRDefault="004E424C" w:rsidP="007F0A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4E424C" w:rsidRPr="00EA0D92" w:rsidRDefault="004E424C" w:rsidP="007F0A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4E424C" w:rsidRPr="00EA0D92" w:rsidRDefault="004E424C" w:rsidP="007F0A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E424C" w:rsidRPr="00EA0D92" w:rsidRDefault="004E424C" w:rsidP="007F0A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1134" w:type="dxa"/>
          </w:tcPr>
          <w:p w:rsidR="004E424C" w:rsidRPr="00EA0D92" w:rsidRDefault="004E424C" w:rsidP="007F0A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134" w:type="dxa"/>
          </w:tcPr>
          <w:p w:rsidR="004E424C" w:rsidRPr="000D5B4A" w:rsidRDefault="004E424C" w:rsidP="007F0A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2835" w:type="dxa"/>
            <w:vMerge w:val="restart"/>
          </w:tcPr>
          <w:p w:rsidR="004E424C" w:rsidRPr="000C5A81" w:rsidRDefault="004E424C" w:rsidP="00911F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A81"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Верхнебуреинского муниципального района</w:t>
            </w:r>
          </w:p>
          <w:p w:rsidR="004E424C" w:rsidRPr="000C5A81" w:rsidRDefault="004E424C" w:rsidP="00911F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A81">
              <w:rPr>
                <w:rFonts w:ascii="Times New Roman" w:hAnsi="Times New Roman" w:cs="Times New Roman"/>
                <w:sz w:val="24"/>
                <w:szCs w:val="24"/>
              </w:rPr>
              <w:t>Хабаровского края</w:t>
            </w:r>
          </w:p>
          <w:p w:rsidR="004E424C" w:rsidRPr="000C5A81" w:rsidRDefault="004E424C" w:rsidP="00911F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A81">
              <w:rPr>
                <w:rFonts w:ascii="Times New Roman" w:hAnsi="Times New Roman" w:cs="Times New Roman"/>
                <w:sz w:val="24"/>
                <w:szCs w:val="24"/>
              </w:rPr>
              <w:t>40-учреждений культуры,</w:t>
            </w:r>
          </w:p>
          <w:p w:rsidR="004E424C" w:rsidRPr="000D5B4A" w:rsidRDefault="004E424C" w:rsidP="00911F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5A81">
              <w:rPr>
                <w:rFonts w:ascii="Times New Roman" w:hAnsi="Times New Roman" w:cs="Times New Roman"/>
                <w:sz w:val="24"/>
                <w:szCs w:val="24"/>
              </w:rPr>
              <w:t>расположенных на 27 объектах</w:t>
            </w:r>
          </w:p>
        </w:tc>
      </w:tr>
      <w:tr w:rsidR="004E424C" w:rsidRPr="00114021" w:rsidTr="007F0A0B">
        <w:tc>
          <w:tcPr>
            <w:tcW w:w="565" w:type="dxa"/>
          </w:tcPr>
          <w:p w:rsidR="004E424C" w:rsidRPr="000D5B4A" w:rsidRDefault="004E424C" w:rsidP="003D1E4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D5B4A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3263" w:type="dxa"/>
          </w:tcPr>
          <w:p w:rsidR="004E424C" w:rsidRPr="000D5B4A" w:rsidRDefault="004E424C" w:rsidP="00301801">
            <w:pPr>
              <w:pStyle w:val="ConsPlusNormal"/>
              <w:rPr>
                <w:rFonts w:ascii="Times New Roman" w:hAnsi="Times New Roman" w:cs="Times New Roman"/>
              </w:rPr>
            </w:pPr>
            <w:r w:rsidRPr="000D5B4A">
              <w:rPr>
                <w:rFonts w:ascii="Times New Roman" w:hAnsi="Times New Roman" w:cs="Times New Roman"/>
              </w:rPr>
              <w:t>Доступно полностью инвалидам с нарушениями опорно-двигательного аппарата (за исключением инвалидов-колясочников)</w:t>
            </w:r>
          </w:p>
        </w:tc>
        <w:tc>
          <w:tcPr>
            <w:tcW w:w="1276" w:type="dxa"/>
          </w:tcPr>
          <w:p w:rsidR="004E424C" w:rsidRPr="00EA0D92" w:rsidRDefault="004E424C" w:rsidP="003D1E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E424C" w:rsidRPr="00EA0D92" w:rsidRDefault="004E424C" w:rsidP="003D1E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4E424C" w:rsidRPr="00EA0D92" w:rsidRDefault="004E424C" w:rsidP="003D1E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4E424C" w:rsidRPr="00EA0D92" w:rsidRDefault="004E424C" w:rsidP="003D1E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E424C" w:rsidRPr="00EA0D92" w:rsidRDefault="004E424C" w:rsidP="007F0A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1134" w:type="dxa"/>
          </w:tcPr>
          <w:p w:rsidR="004E424C" w:rsidRPr="00EA0D92" w:rsidRDefault="004E424C" w:rsidP="007F0A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134" w:type="dxa"/>
          </w:tcPr>
          <w:p w:rsidR="004E424C" w:rsidRPr="000D5B4A" w:rsidRDefault="004E424C" w:rsidP="007F0A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2835" w:type="dxa"/>
            <w:vMerge/>
          </w:tcPr>
          <w:p w:rsidR="004E424C" w:rsidRPr="000D5B4A" w:rsidRDefault="004E424C" w:rsidP="003D1E46">
            <w:pPr>
              <w:jc w:val="both"/>
              <w:rPr>
                <w:rFonts w:ascii="Times New Roman" w:hAnsi="Times New Roman"/>
              </w:rPr>
            </w:pPr>
          </w:p>
        </w:tc>
      </w:tr>
      <w:tr w:rsidR="004E424C" w:rsidRPr="00114021" w:rsidTr="007F0A0B">
        <w:tc>
          <w:tcPr>
            <w:tcW w:w="565" w:type="dxa"/>
          </w:tcPr>
          <w:p w:rsidR="004E424C" w:rsidRPr="000D5B4A" w:rsidRDefault="004E424C" w:rsidP="003D1E4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D5B4A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3263" w:type="dxa"/>
          </w:tcPr>
          <w:p w:rsidR="004E424C" w:rsidRPr="000D5B4A" w:rsidRDefault="004E424C" w:rsidP="00301801">
            <w:pPr>
              <w:pStyle w:val="ConsPlusNormal"/>
              <w:rPr>
                <w:rFonts w:ascii="Times New Roman" w:hAnsi="Times New Roman" w:cs="Times New Roman"/>
              </w:rPr>
            </w:pPr>
            <w:r w:rsidRPr="000D5B4A">
              <w:rPr>
                <w:rFonts w:ascii="Times New Roman" w:hAnsi="Times New Roman" w:cs="Times New Roman"/>
              </w:rPr>
              <w:t>Доступно полностью инвалидам слепым и слабовидящим</w:t>
            </w:r>
          </w:p>
        </w:tc>
        <w:tc>
          <w:tcPr>
            <w:tcW w:w="1276" w:type="dxa"/>
          </w:tcPr>
          <w:p w:rsidR="004E424C" w:rsidRPr="00EA0D92" w:rsidRDefault="004E424C" w:rsidP="003D1E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E424C" w:rsidRPr="00EA0D92" w:rsidRDefault="004E424C" w:rsidP="003D1E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4E424C" w:rsidRPr="00EA0D92" w:rsidRDefault="004E424C" w:rsidP="003D1E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4E424C" w:rsidRPr="00EA0D92" w:rsidRDefault="004E424C" w:rsidP="003D1E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E424C" w:rsidRPr="00EA0D92" w:rsidRDefault="004E424C" w:rsidP="007F0A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1134" w:type="dxa"/>
          </w:tcPr>
          <w:p w:rsidR="004E424C" w:rsidRPr="000D5B4A" w:rsidRDefault="004E424C" w:rsidP="007F0A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134" w:type="dxa"/>
          </w:tcPr>
          <w:p w:rsidR="004E424C" w:rsidRPr="000D5B4A" w:rsidRDefault="004E424C" w:rsidP="007F0A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2835" w:type="dxa"/>
            <w:vMerge/>
          </w:tcPr>
          <w:p w:rsidR="004E424C" w:rsidRPr="000D5B4A" w:rsidRDefault="004E424C" w:rsidP="003D1E46">
            <w:pPr>
              <w:jc w:val="both"/>
              <w:rPr>
                <w:rFonts w:ascii="Times New Roman" w:hAnsi="Times New Roman"/>
              </w:rPr>
            </w:pPr>
          </w:p>
        </w:tc>
      </w:tr>
      <w:tr w:rsidR="004E424C" w:rsidRPr="00114021" w:rsidTr="007F0A0B">
        <w:tc>
          <w:tcPr>
            <w:tcW w:w="565" w:type="dxa"/>
          </w:tcPr>
          <w:p w:rsidR="004E424C" w:rsidRPr="000D5B4A" w:rsidRDefault="004E424C" w:rsidP="003D1E4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D5B4A">
              <w:rPr>
                <w:rFonts w:ascii="Times New Roman" w:hAnsi="Times New Roman" w:cs="Times New Roman"/>
              </w:rPr>
              <w:t>.4.</w:t>
            </w:r>
          </w:p>
        </w:tc>
        <w:tc>
          <w:tcPr>
            <w:tcW w:w="3263" w:type="dxa"/>
          </w:tcPr>
          <w:p w:rsidR="004E424C" w:rsidRPr="000D5B4A" w:rsidRDefault="004E424C" w:rsidP="00301801">
            <w:pPr>
              <w:pStyle w:val="ConsPlusNormal"/>
              <w:rPr>
                <w:rFonts w:ascii="Times New Roman" w:hAnsi="Times New Roman" w:cs="Times New Roman"/>
              </w:rPr>
            </w:pPr>
            <w:r w:rsidRPr="000D5B4A">
              <w:rPr>
                <w:rFonts w:ascii="Times New Roman" w:hAnsi="Times New Roman" w:cs="Times New Roman"/>
              </w:rPr>
              <w:t>Доступно полностью инвалидам глухим и слабослышащим</w:t>
            </w:r>
          </w:p>
        </w:tc>
        <w:tc>
          <w:tcPr>
            <w:tcW w:w="1276" w:type="dxa"/>
          </w:tcPr>
          <w:p w:rsidR="004E424C" w:rsidRPr="00EA0D92" w:rsidRDefault="004E424C" w:rsidP="003D1E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E424C" w:rsidRPr="00EA0D92" w:rsidRDefault="004E424C" w:rsidP="003D1E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4E424C" w:rsidRPr="00EA0D92" w:rsidRDefault="004E424C" w:rsidP="003D1E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4E424C" w:rsidRPr="00EA0D92" w:rsidRDefault="004E424C" w:rsidP="003D1E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E424C" w:rsidRPr="00EA0D92" w:rsidRDefault="004E424C" w:rsidP="007F0A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1134" w:type="dxa"/>
          </w:tcPr>
          <w:p w:rsidR="004E424C" w:rsidRPr="000D5B4A" w:rsidRDefault="004E424C" w:rsidP="007F0A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134" w:type="dxa"/>
          </w:tcPr>
          <w:p w:rsidR="004E424C" w:rsidRPr="000D5B4A" w:rsidRDefault="004E424C" w:rsidP="007F0A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2835" w:type="dxa"/>
            <w:vMerge/>
          </w:tcPr>
          <w:p w:rsidR="004E424C" w:rsidRPr="000D5B4A" w:rsidRDefault="004E424C" w:rsidP="003D1E46">
            <w:pPr>
              <w:jc w:val="both"/>
              <w:rPr>
                <w:rFonts w:ascii="Times New Roman" w:hAnsi="Times New Roman"/>
              </w:rPr>
            </w:pPr>
          </w:p>
        </w:tc>
      </w:tr>
      <w:tr w:rsidR="004E424C" w:rsidRPr="00114021" w:rsidTr="007F0A0B">
        <w:tc>
          <w:tcPr>
            <w:tcW w:w="565" w:type="dxa"/>
          </w:tcPr>
          <w:p w:rsidR="004E424C" w:rsidRPr="000D5B4A" w:rsidRDefault="004E424C" w:rsidP="003D1E4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D5B4A">
              <w:rPr>
                <w:rFonts w:ascii="Times New Roman" w:hAnsi="Times New Roman" w:cs="Times New Roman"/>
              </w:rPr>
              <w:t>.5.</w:t>
            </w:r>
          </w:p>
        </w:tc>
        <w:tc>
          <w:tcPr>
            <w:tcW w:w="3263" w:type="dxa"/>
          </w:tcPr>
          <w:p w:rsidR="004E424C" w:rsidRPr="000D5B4A" w:rsidRDefault="004E424C" w:rsidP="00301801">
            <w:pPr>
              <w:pStyle w:val="ConsPlusNormal"/>
              <w:rPr>
                <w:rFonts w:ascii="Times New Roman" w:hAnsi="Times New Roman" w:cs="Times New Roman"/>
              </w:rPr>
            </w:pPr>
            <w:r w:rsidRPr="000D5B4A">
              <w:rPr>
                <w:rFonts w:ascii="Times New Roman" w:hAnsi="Times New Roman" w:cs="Times New Roman"/>
              </w:rPr>
              <w:t>Удельный вес объектов, имеющих паспорта доступности</w:t>
            </w:r>
          </w:p>
        </w:tc>
        <w:tc>
          <w:tcPr>
            <w:tcW w:w="1276" w:type="dxa"/>
          </w:tcPr>
          <w:p w:rsidR="004E424C" w:rsidRPr="00EA0D92" w:rsidRDefault="004E424C" w:rsidP="007F0A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1134" w:type="dxa"/>
          </w:tcPr>
          <w:p w:rsidR="004E424C" w:rsidRPr="00EA0D92" w:rsidRDefault="004E424C" w:rsidP="007F0A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276" w:type="dxa"/>
          </w:tcPr>
          <w:p w:rsidR="004E424C" w:rsidRPr="00EA0D92" w:rsidRDefault="004E424C" w:rsidP="007F0A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1275" w:type="dxa"/>
          </w:tcPr>
          <w:p w:rsidR="004E424C" w:rsidRPr="00EA0D92" w:rsidRDefault="004E424C" w:rsidP="007F0A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134" w:type="dxa"/>
          </w:tcPr>
          <w:p w:rsidR="004E424C" w:rsidRPr="00EA0D92" w:rsidRDefault="004E424C" w:rsidP="007F0A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55,5</w:t>
            </w:r>
          </w:p>
        </w:tc>
        <w:tc>
          <w:tcPr>
            <w:tcW w:w="1134" w:type="dxa"/>
          </w:tcPr>
          <w:p w:rsidR="004E424C" w:rsidRPr="000D5B4A" w:rsidRDefault="004E424C" w:rsidP="007F0A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77,7</w:t>
            </w:r>
          </w:p>
        </w:tc>
        <w:tc>
          <w:tcPr>
            <w:tcW w:w="1134" w:type="dxa"/>
          </w:tcPr>
          <w:p w:rsidR="004E424C" w:rsidRPr="000D5B4A" w:rsidRDefault="004E424C" w:rsidP="007F0A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2835" w:type="dxa"/>
            <w:vMerge/>
          </w:tcPr>
          <w:p w:rsidR="004E424C" w:rsidRPr="000D5B4A" w:rsidRDefault="004E424C" w:rsidP="003D1E46">
            <w:pPr>
              <w:jc w:val="both"/>
              <w:rPr>
                <w:rFonts w:ascii="Times New Roman" w:hAnsi="Times New Roman"/>
              </w:rPr>
            </w:pPr>
          </w:p>
        </w:tc>
      </w:tr>
      <w:tr w:rsidR="004E424C" w:rsidRPr="00114021" w:rsidTr="003D1E46">
        <w:tc>
          <w:tcPr>
            <w:tcW w:w="15026" w:type="dxa"/>
            <w:gridSpan w:val="10"/>
          </w:tcPr>
          <w:p w:rsidR="004E424C" w:rsidRPr="00114021" w:rsidRDefault="004E424C" w:rsidP="007F0A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14021">
              <w:rPr>
                <w:rFonts w:ascii="Times New Roman" w:hAnsi="Times New Roman"/>
              </w:rPr>
              <w:t xml:space="preserve">2. </w:t>
            </w:r>
            <w:r w:rsidRPr="000D5B4A">
              <w:rPr>
                <w:rFonts w:ascii="Times New Roman" w:hAnsi="Times New Roman"/>
              </w:rPr>
              <w:t>Повыше</w:t>
            </w:r>
            <w:r>
              <w:rPr>
                <w:rFonts w:ascii="Times New Roman" w:hAnsi="Times New Roman"/>
              </w:rPr>
              <w:t xml:space="preserve">ние доступности объектов </w:t>
            </w:r>
            <w:r w:rsidRPr="000D5B4A">
              <w:rPr>
                <w:rFonts w:ascii="Times New Roman" w:hAnsi="Times New Roman"/>
              </w:rPr>
              <w:t xml:space="preserve"> в сфере</w:t>
            </w:r>
            <w:r w:rsidRPr="00114021">
              <w:rPr>
                <w:rFonts w:ascii="Times New Roman" w:hAnsi="Times New Roman"/>
              </w:rPr>
              <w:t xml:space="preserve"> образования</w:t>
            </w:r>
          </w:p>
        </w:tc>
      </w:tr>
      <w:tr w:rsidR="004E424C" w:rsidRPr="00114021" w:rsidTr="007F0A0B">
        <w:tc>
          <w:tcPr>
            <w:tcW w:w="565" w:type="dxa"/>
          </w:tcPr>
          <w:p w:rsidR="004E424C" w:rsidRDefault="004E424C" w:rsidP="003D1E4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263" w:type="dxa"/>
          </w:tcPr>
          <w:p w:rsidR="004E424C" w:rsidRPr="000D5B4A" w:rsidRDefault="004E424C" w:rsidP="003D1E46">
            <w:pPr>
              <w:pStyle w:val="ConsPlusNormal"/>
              <w:rPr>
                <w:rFonts w:ascii="Times New Roman" w:hAnsi="Times New Roman" w:cs="Times New Roman"/>
              </w:rPr>
            </w:pPr>
            <w:r w:rsidRPr="000D5B4A">
              <w:rPr>
                <w:rFonts w:ascii="Times New Roman" w:hAnsi="Times New Roman" w:cs="Times New Roman"/>
              </w:rPr>
              <w:t>Доступно полностью инвалидам-колясочникам</w:t>
            </w:r>
          </w:p>
        </w:tc>
        <w:tc>
          <w:tcPr>
            <w:tcW w:w="1276" w:type="dxa"/>
          </w:tcPr>
          <w:p w:rsidR="004E424C" w:rsidRPr="00911FAB" w:rsidRDefault="004E424C" w:rsidP="00911F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911FAB">
              <w:rPr>
                <w:rFonts w:ascii="Times New Roman" w:hAnsi="Times New Roman" w:cs="Times New Roman"/>
                <w:szCs w:val="22"/>
                <w:lang w:eastAsia="en-US"/>
              </w:rPr>
              <w:t>16,5</w:t>
            </w:r>
          </w:p>
        </w:tc>
        <w:tc>
          <w:tcPr>
            <w:tcW w:w="1134" w:type="dxa"/>
          </w:tcPr>
          <w:p w:rsidR="004E424C" w:rsidRPr="00114021" w:rsidRDefault="004E424C" w:rsidP="00911FAB">
            <w:pPr>
              <w:jc w:val="center"/>
              <w:rPr>
                <w:rFonts w:ascii="Times New Roman" w:hAnsi="Times New Roman"/>
              </w:rPr>
            </w:pPr>
            <w:r w:rsidRPr="00114021">
              <w:rPr>
                <w:rFonts w:ascii="Times New Roman" w:hAnsi="Times New Roman"/>
              </w:rPr>
              <w:t>16,5</w:t>
            </w:r>
          </w:p>
        </w:tc>
        <w:tc>
          <w:tcPr>
            <w:tcW w:w="1276" w:type="dxa"/>
          </w:tcPr>
          <w:p w:rsidR="004E424C" w:rsidRPr="00114021" w:rsidRDefault="004E424C" w:rsidP="00911FAB">
            <w:pPr>
              <w:jc w:val="center"/>
              <w:rPr>
                <w:rFonts w:ascii="Times New Roman" w:hAnsi="Times New Roman"/>
              </w:rPr>
            </w:pPr>
            <w:r w:rsidRPr="00114021">
              <w:rPr>
                <w:rFonts w:ascii="Times New Roman" w:hAnsi="Times New Roman"/>
              </w:rPr>
              <w:t>16,5</w:t>
            </w:r>
          </w:p>
        </w:tc>
        <w:tc>
          <w:tcPr>
            <w:tcW w:w="1275" w:type="dxa"/>
          </w:tcPr>
          <w:p w:rsidR="004E424C" w:rsidRPr="00911FAB" w:rsidRDefault="004E424C" w:rsidP="00911F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911FAB">
              <w:rPr>
                <w:rFonts w:ascii="Times New Roman" w:hAnsi="Times New Roman" w:cs="Times New Roman"/>
                <w:szCs w:val="22"/>
                <w:lang w:eastAsia="en-US"/>
              </w:rPr>
              <w:t>48,4</w:t>
            </w:r>
          </w:p>
        </w:tc>
        <w:tc>
          <w:tcPr>
            <w:tcW w:w="1134" w:type="dxa"/>
          </w:tcPr>
          <w:p w:rsidR="004E424C" w:rsidRPr="00911FAB" w:rsidRDefault="004E424C" w:rsidP="00911F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911FAB">
              <w:rPr>
                <w:rFonts w:ascii="Times New Roman" w:hAnsi="Times New Roman" w:cs="Times New Roman"/>
                <w:szCs w:val="22"/>
                <w:lang w:eastAsia="en-US"/>
              </w:rPr>
              <w:t>64,5</w:t>
            </w:r>
          </w:p>
        </w:tc>
        <w:tc>
          <w:tcPr>
            <w:tcW w:w="1134" w:type="dxa"/>
          </w:tcPr>
          <w:p w:rsidR="004E424C" w:rsidRPr="00911FAB" w:rsidRDefault="004E424C" w:rsidP="00911F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911FAB">
              <w:rPr>
                <w:rFonts w:ascii="Times New Roman" w:hAnsi="Times New Roman" w:cs="Times New Roman"/>
                <w:szCs w:val="22"/>
                <w:lang w:eastAsia="en-US"/>
              </w:rPr>
              <w:t>80,6</w:t>
            </w:r>
          </w:p>
        </w:tc>
        <w:tc>
          <w:tcPr>
            <w:tcW w:w="1134" w:type="dxa"/>
          </w:tcPr>
          <w:p w:rsidR="004E424C" w:rsidRPr="00911FAB" w:rsidRDefault="004E424C" w:rsidP="00911F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911FAB">
              <w:rPr>
                <w:rFonts w:ascii="Times New Roman" w:hAnsi="Times New Roman" w:cs="Times New Roman"/>
                <w:szCs w:val="22"/>
                <w:lang w:eastAsia="en-US"/>
              </w:rPr>
              <w:t>100</w:t>
            </w:r>
          </w:p>
        </w:tc>
        <w:tc>
          <w:tcPr>
            <w:tcW w:w="2835" w:type="dxa"/>
            <w:vMerge w:val="restart"/>
          </w:tcPr>
          <w:p w:rsidR="004E424C" w:rsidRPr="00114021" w:rsidRDefault="004E424C" w:rsidP="00911F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021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образования администрации Верхнебуреинского муниципального района Хабаровского края  (37 объектов)</w:t>
            </w:r>
          </w:p>
        </w:tc>
      </w:tr>
      <w:tr w:rsidR="004E424C" w:rsidRPr="00114021" w:rsidTr="007F0A0B">
        <w:tc>
          <w:tcPr>
            <w:tcW w:w="565" w:type="dxa"/>
          </w:tcPr>
          <w:p w:rsidR="004E424C" w:rsidRDefault="004E424C" w:rsidP="003D1E4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3263" w:type="dxa"/>
          </w:tcPr>
          <w:p w:rsidR="004E424C" w:rsidRPr="000D5B4A" w:rsidRDefault="004E424C" w:rsidP="003D1E46">
            <w:pPr>
              <w:pStyle w:val="ConsPlusNormal"/>
              <w:rPr>
                <w:rFonts w:ascii="Times New Roman" w:hAnsi="Times New Roman" w:cs="Times New Roman"/>
              </w:rPr>
            </w:pPr>
            <w:r w:rsidRPr="000D5B4A">
              <w:rPr>
                <w:rFonts w:ascii="Times New Roman" w:hAnsi="Times New Roman" w:cs="Times New Roman"/>
              </w:rPr>
              <w:t>Доступно полностью инвалидам с нарушениями опорно-двигательного аппарата (за исключением инвалидов-колясочников)</w:t>
            </w:r>
          </w:p>
        </w:tc>
        <w:tc>
          <w:tcPr>
            <w:tcW w:w="1276" w:type="dxa"/>
          </w:tcPr>
          <w:p w:rsidR="004E424C" w:rsidRPr="00911FAB" w:rsidRDefault="004E424C" w:rsidP="00911F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911FAB">
              <w:rPr>
                <w:rFonts w:ascii="Times New Roman" w:hAnsi="Times New Roman" w:cs="Times New Roman"/>
                <w:szCs w:val="22"/>
                <w:lang w:eastAsia="en-US"/>
              </w:rPr>
              <w:t>16,5</w:t>
            </w:r>
          </w:p>
        </w:tc>
        <w:tc>
          <w:tcPr>
            <w:tcW w:w="1134" w:type="dxa"/>
          </w:tcPr>
          <w:p w:rsidR="004E424C" w:rsidRPr="00114021" w:rsidRDefault="004E424C" w:rsidP="00911FAB">
            <w:pPr>
              <w:jc w:val="center"/>
              <w:rPr>
                <w:rFonts w:ascii="Times New Roman" w:hAnsi="Times New Roman"/>
              </w:rPr>
            </w:pPr>
            <w:r w:rsidRPr="00114021">
              <w:rPr>
                <w:rFonts w:ascii="Times New Roman" w:hAnsi="Times New Roman"/>
              </w:rPr>
              <w:t>16,5</w:t>
            </w:r>
          </w:p>
        </w:tc>
        <w:tc>
          <w:tcPr>
            <w:tcW w:w="1276" w:type="dxa"/>
          </w:tcPr>
          <w:p w:rsidR="004E424C" w:rsidRPr="00114021" w:rsidRDefault="004E424C" w:rsidP="00911FAB">
            <w:pPr>
              <w:jc w:val="center"/>
              <w:rPr>
                <w:rFonts w:ascii="Times New Roman" w:hAnsi="Times New Roman"/>
              </w:rPr>
            </w:pPr>
            <w:r w:rsidRPr="00114021">
              <w:rPr>
                <w:rFonts w:ascii="Times New Roman" w:hAnsi="Times New Roman"/>
              </w:rPr>
              <w:t>16,5</w:t>
            </w:r>
          </w:p>
        </w:tc>
        <w:tc>
          <w:tcPr>
            <w:tcW w:w="1275" w:type="dxa"/>
          </w:tcPr>
          <w:p w:rsidR="004E424C" w:rsidRPr="00911FAB" w:rsidRDefault="004E424C" w:rsidP="00911F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911FAB">
              <w:rPr>
                <w:rFonts w:ascii="Times New Roman" w:hAnsi="Times New Roman" w:cs="Times New Roman"/>
                <w:szCs w:val="22"/>
                <w:lang w:eastAsia="en-US"/>
              </w:rPr>
              <w:t>48,4</w:t>
            </w:r>
          </w:p>
        </w:tc>
        <w:tc>
          <w:tcPr>
            <w:tcW w:w="1134" w:type="dxa"/>
          </w:tcPr>
          <w:p w:rsidR="004E424C" w:rsidRPr="00911FAB" w:rsidRDefault="004E424C" w:rsidP="00911F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911FAB">
              <w:rPr>
                <w:rFonts w:ascii="Times New Roman" w:hAnsi="Times New Roman" w:cs="Times New Roman"/>
                <w:szCs w:val="22"/>
                <w:lang w:eastAsia="en-US"/>
              </w:rPr>
              <w:t>64,5</w:t>
            </w:r>
          </w:p>
        </w:tc>
        <w:tc>
          <w:tcPr>
            <w:tcW w:w="1134" w:type="dxa"/>
          </w:tcPr>
          <w:p w:rsidR="004E424C" w:rsidRPr="00911FAB" w:rsidRDefault="004E424C" w:rsidP="00911F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911FAB">
              <w:rPr>
                <w:rFonts w:ascii="Times New Roman" w:hAnsi="Times New Roman" w:cs="Times New Roman"/>
                <w:szCs w:val="22"/>
                <w:lang w:eastAsia="en-US"/>
              </w:rPr>
              <w:t>80,6</w:t>
            </w:r>
          </w:p>
        </w:tc>
        <w:tc>
          <w:tcPr>
            <w:tcW w:w="1134" w:type="dxa"/>
          </w:tcPr>
          <w:p w:rsidR="004E424C" w:rsidRPr="00911FAB" w:rsidRDefault="004E424C" w:rsidP="00911F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911FAB">
              <w:rPr>
                <w:rFonts w:ascii="Times New Roman" w:hAnsi="Times New Roman" w:cs="Times New Roman"/>
                <w:szCs w:val="22"/>
                <w:lang w:eastAsia="en-US"/>
              </w:rPr>
              <w:t>100</w:t>
            </w:r>
          </w:p>
        </w:tc>
        <w:tc>
          <w:tcPr>
            <w:tcW w:w="2835" w:type="dxa"/>
            <w:vMerge/>
          </w:tcPr>
          <w:p w:rsidR="004E424C" w:rsidRPr="00114021" w:rsidRDefault="004E424C" w:rsidP="003D1E46">
            <w:pPr>
              <w:jc w:val="both"/>
              <w:rPr>
                <w:rFonts w:ascii="Times New Roman" w:hAnsi="Times New Roman"/>
              </w:rPr>
            </w:pPr>
          </w:p>
        </w:tc>
      </w:tr>
      <w:tr w:rsidR="004E424C" w:rsidRPr="00114021" w:rsidTr="007F0A0B">
        <w:tc>
          <w:tcPr>
            <w:tcW w:w="565" w:type="dxa"/>
          </w:tcPr>
          <w:p w:rsidR="004E424C" w:rsidRDefault="004E424C" w:rsidP="003D1E4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263" w:type="dxa"/>
          </w:tcPr>
          <w:p w:rsidR="004E424C" w:rsidRPr="000D5B4A" w:rsidRDefault="004E424C" w:rsidP="003D1E46">
            <w:pPr>
              <w:pStyle w:val="ConsPlusNormal"/>
              <w:rPr>
                <w:rFonts w:ascii="Times New Roman" w:hAnsi="Times New Roman" w:cs="Times New Roman"/>
              </w:rPr>
            </w:pPr>
            <w:r w:rsidRPr="000D5B4A">
              <w:rPr>
                <w:rFonts w:ascii="Times New Roman" w:hAnsi="Times New Roman" w:cs="Times New Roman"/>
              </w:rPr>
              <w:t>Доступно полностью инвалидам слепым и слабовидящим</w:t>
            </w:r>
          </w:p>
        </w:tc>
        <w:tc>
          <w:tcPr>
            <w:tcW w:w="1276" w:type="dxa"/>
          </w:tcPr>
          <w:p w:rsidR="004E424C" w:rsidRPr="00114021" w:rsidRDefault="004E424C" w:rsidP="00911FAB">
            <w:pPr>
              <w:jc w:val="center"/>
              <w:rPr>
                <w:rFonts w:ascii="Times New Roman" w:hAnsi="Times New Roman"/>
              </w:rPr>
            </w:pPr>
            <w:r w:rsidRPr="00114021">
              <w:rPr>
                <w:rFonts w:ascii="Times New Roman" w:hAnsi="Times New Roman"/>
              </w:rPr>
              <w:t>86</w:t>
            </w:r>
          </w:p>
        </w:tc>
        <w:tc>
          <w:tcPr>
            <w:tcW w:w="1134" w:type="dxa"/>
          </w:tcPr>
          <w:p w:rsidR="004E424C" w:rsidRPr="00114021" w:rsidRDefault="004E424C" w:rsidP="00911FAB">
            <w:pPr>
              <w:jc w:val="center"/>
              <w:rPr>
                <w:rFonts w:ascii="Times New Roman" w:hAnsi="Times New Roman"/>
              </w:rPr>
            </w:pPr>
            <w:r w:rsidRPr="00114021">
              <w:rPr>
                <w:rFonts w:ascii="Times New Roman" w:hAnsi="Times New Roman"/>
              </w:rPr>
              <w:t>86</w:t>
            </w:r>
          </w:p>
        </w:tc>
        <w:tc>
          <w:tcPr>
            <w:tcW w:w="1276" w:type="dxa"/>
          </w:tcPr>
          <w:p w:rsidR="004E424C" w:rsidRPr="00114021" w:rsidRDefault="004E424C" w:rsidP="00911FAB">
            <w:pPr>
              <w:jc w:val="center"/>
              <w:rPr>
                <w:rFonts w:ascii="Times New Roman" w:hAnsi="Times New Roman"/>
              </w:rPr>
            </w:pPr>
            <w:r w:rsidRPr="00114021">
              <w:rPr>
                <w:rFonts w:ascii="Times New Roman" w:hAnsi="Times New Roman"/>
              </w:rPr>
              <w:t>86</w:t>
            </w:r>
          </w:p>
        </w:tc>
        <w:tc>
          <w:tcPr>
            <w:tcW w:w="1275" w:type="dxa"/>
          </w:tcPr>
          <w:p w:rsidR="004E424C" w:rsidRPr="00114021" w:rsidRDefault="004E424C" w:rsidP="00911FAB">
            <w:pPr>
              <w:jc w:val="center"/>
              <w:rPr>
                <w:rFonts w:ascii="Times New Roman" w:hAnsi="Times New Roman"/>
              </w:rPr>
            </w:pPr>
            <w:r w:rsidRPr="00114021">
              <w:rPr>
                <w:rFonts w:ascii="Times New Roman" w:hAnsi="Times New Roman"/>
              </w:rPr>
              <w:t>86</w:t>
            </w:r>
          </w:p>
        </w:tc>
        <w:tc>
          <w:tcPr>
            <w:tcW w:w="1134" w:type="dxa"/>
          </w:tcPr>
          <w:p w:rsidR="004E424C" w:rsidRPr="00114021" w:rsidRDefault="004E424C" w:rsidP="00911FAB">
            <w:pPr>
              <w:jc w:val="center"/>
              <w:rPr>
                <w:rFonts w:ascii="Times New Roman" w:hAnsi="Times New Roman"/>
              </w:rPr>
            </w:pPr>
            <w:r w:rsidRPr="00114021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:rsidR="004E424C" w:rsidRPr="00114021" w:rsidRDefault="004E424C" w:rsidP="00911FAB">
            <w:pPr>
              <w:jc w:val="center"/>
              <w:rPr>
                <w:rFonts w:ascii="Times New Roman" w:hAnsi="Times New Roman"/>
              </w:rPr>
            </w:pPr>
            <w:r w:rsidRPr="00114021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:rsidR="004E424C" w:rsidRPr="00114021" w:rsidRDefault="004E424C" w:rsidP="00911FAB">
            <w:pPr>
              <w:jc w:val="center"/>
              <w:rPr>
                <w:rFonts w:ascii="Times New Roman" w:hAnsi="Times New Roman"/>
              </w:rPr>
            </w:pPr>
            <w:r w:rsidRPr="00114021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vMerge/>
          </w:tcPr>
          <w:p w:rsidR="004E424C" w:rsidRPr="00114021" w:rsidRDefault="004E424C" w:rsidP="003D1E46">
            <w:pPr>
              <w:jc w:val="both"/>
              <w:rPr>
                <w:rFonts w:ascii="Times New Roman" w:hAnsi="Times New Roman"/>
              </w:rPr>
            </w:pPr>
          </w:p>
        </w:tc>
      </w:tr>
      <w:tr w:rsidR="004E424C" w:rsidRPr="00114021" w:rsidTr="007F0A0B">
        <w:tc>
          <w:tcPr>
            <w:tcW w:w="565" w:type="dxa"/>
          </w:tcPr>
          <w:p w:rsidR="004E424C" w:rsidRDefault="004E424C" w:rsidP="003D1E4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3263" w:type="dxa"/>
          </w:tcPr>
          <w:p w:rsidR="004E424C" w:rsidRPr="000D5B4A" w:rsidRDefault="004E424C" w:rsidP="003D1E46">
            <w:pPr>
              <w:pStyle w:val="ConsPlusNormal"/>
              <w:rPr>
                <w:rFonts w:ascii="Times New Roman" w:hAnsi="Times New Roman" w:cs="Times New Roman"/>
              </w:rPr>
            </w:pPr>
            <w:r w:rsidRPr="000D5B4A">
              <w:rPr>
                <w:rFonts w:ascii="Times New Roman" w:hAnsi="Times New Roman" w:cs="Times New Roman"/>
              </w:rPr>
              <w:t>Доступно полностью инвалидам глухим и слабослышащим</w:t>
            </w:r>
          </w:p>
        </w:tc>
        <w:tc>
          <w:tcPr>
            <w:tcW w:w="1276" w:type="dxa"/>
          </w:tcPr>
          <w:p w:rsidR="004E424C" w:rsidRPr="00114021" w:rsidRDefault="004E424C" w:rsidP="00911FAB">
            <w:pPr>
              <w:jc w:val="center"/>
              <w:rPr>
                <w:rFonts w:ascii="Times New Roman" w:hAnsi="Times New Roman"/>
              </w:rPr>
            </w:pPr>
            <w:r w:rsidRPr="00114021">
              <w:rPr>
                <w:rFonts w:ascii="Times New Roman" w:hAnsi="Times New Roman"/>
              </w:rPr>
              <w:t>5,4</w:t>
            </w:r>
          </w:p>
        </w:tc>
        <w:tc>
          <w:tcPr>
            <w:tcW w:w="1134" w:type="dxa"/>
          </w:tcPr>
          <w:p w:rsidR="004E424C" w:rsidRPr="00114021" w:rsidRDefault="004E424C" w:rsidP="00911FAB">
            <w:pPr>
              <w:jc w:val="center"/>
              <w:rPr>
                <w:rFonts w:ascii="Times New Roman" w:hAnsi="Times New Roman"/>
              </w:rPr>
            </w:pPr>
            <w:r w:rsidRPr="00114021">
              <w:rPr>
                <w:rFonts w:ascii="Times New Roman" w:hAnsi="Times New Roman"/>
              </w:rPr>
              <w:t>5,4</w:t>
            </w:r>
          </w:p>
        </w:tc>
        <w:tc>
          <w:tcPr>
            <w:tcW w:w="1276" w:type="dxa"/>
          </w:tcPr>
          <w:p w:rsidR="004E424C" w:rsidRPr="00114021" w:rsidRDefault="004E424C" w:rsidP="00911FAB">
            <w:pPr>
              <w:jc w:val="center"/>
              <w:rPr>
                <w:rFonts w:ascii="Times New Roman" w:hAnsi="Times New Roman"/>
              </w:rPr>
            </w:pPr>
            <w:r w:rsidRPr="00114021">
              <w:rPr>
                <w:rFonts w:ascii="Times New Roman" w:hAnsi="Times New Roman"/>
              </w:rPr>
              <w:t>5,4</w:t>
            </w:r>
          </w:p>
        </w:tc>
        <w:tc>
          <w:tcPr>
            <w:tcW w:w="1275" w:type="dxa"/>
          </w:tcPr>
          <w:p w:rsidR="004E424C" w:rsidRPr="00114021" w:rsidRDefault="004E424C" w:rsidP="00911FAB">
            <w:pPr>
              <w:jc w:val="center"/>
              <w:rPr>
                <w:rFonts w:ascii="Times New Roman" w:hAnsi="Times New Roman"/>
              </w:rPr>
            </w:pPr>
            <w:r w:rsidRPr="00114021">
              <w:rPr>
                <w:rFonts w:ascii="Times New Roman" w:hAnsi="Times New Roman"/>
              </w:rPr>
              <w:t>48,4</w:t>
            </w:r>
          </w:p>
        </w:tc>
        <w:tc>
          <w:tcPr>
            <w:tcW w:w="1134" w:type="dxa"/>
          </w:tcPr>
          <w:p w:rsidR="004E424C" w:rsidRPr="00114021" w:rsidRDefault="004E424C" w:rsidP="00911FAB">
            <w:pPr>
              <w:jc w:val="center"/>
              <w:rPr>
                <w:rFonts w:ascii="Times New Roman" w:hAnsi="Times New Roman"/>
              </w:rPr>
            </w:pPr>
            <w:r w:rsidRPr="00114021">
              <w:rPr>
                <w:rFonts w:ascii="Times New Roman" w:hAnsi="Times New Roman"/>
              </w:rPr>
              <w:t>64,5</w:t>
            </w:r>
          </w:p>
        </w:tc>
        <w:tc>
          <w:tcPr>
            <w:tcW w:w="1134" w:type="dxa"/>
          </w:tcPr>
          <w:p w:rsidR="004E424C" w:rsidRPr="00114021" w:rsidRDefault="004E424C" w:rsidP="00911FAB">
            <w:pPr>
              <w:jc w:val="center"/>
              <w:rPr>
                <w:rFonts w:ascii="Times New Roman" w:hAnsi="Times New Roman"/>
              </w:rPr>
            </w:pPr>
            <w:r w:rsidRPr="00114021">
              <w:rPr>
                <w:rFonts w:ascii="Times New Roman" w:hAnsi="Times New Roman"/>
              </w:rPr>
              <w:t>80,6</w:t>
            </w:r>
          </w:p>
        </w:tc>
        <w:tc>
          <w:tcPr>
            <w:tcW w:w="1134" w:type="dxa"/>
          </w:tcPr>
          <w:p w:rsidR="004E424C" w:rsidRPr="00114021" w:rsidRDefault="004E424C" w:rsidP="00911FAB">
            <w:pPr>
              <w:jc w:val="center"/>
              <w:rPr>
                <w:rFonts w:ascii="Times New Roman" w:hAnsi="Times New Roman"/>
              </w:rPr>
            </w:pPr>
            <w:r w:rsidRPr="00114021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vMerge/>
          </w:tcPr>
          <w:p w:rsidR="004E424C" w:rsidRPr="00114021" w:rsidRDefault="004E424C" w:rsidP="003D1E46">
            <w:pPr>
              <w:jc w:val="both"/>
              <w:rPr>
                <w:rFonts w:ascii="Times New Roman" w:hAnsi="Times New Roman"/>
              </w:rPr>
            </w:pPr>
          </w:p>
        </w:tc>
      </w:tr>
      <w:tr w:rsidR="004E424C" w:rsidRPr="00114021" w:rsidTr="007F0A0B">
        <w:tc>
          <w:tcPr>
            <w:tcW w:w="565" w:type="dxa"/>
          </w:tcPr>
          <w:p w:rsidR="004E424C" w:rsidRDefault="004E424C" w:rsidP="003D1E4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3263" w:type="dxa"/>
          </w:tcPr>
          <w:p w:rsidR="004E424C" w:rsidRPr="000D5B4A" w:rsidRDefault="004E424C" w:rsidP="003D1E46">
            <w:pPr>
              <w:pStyle w:val="ConsPlusNormal"/>
              <w:rPr>
                <w:rFonts w:ascii="Times New Roman" w:hAnsi="Times New Roman" w:cs="Times New Roman"/>
              </w:rPr>
            </w:pPr>
            <w:r w:rsidRPr="000D5B4A">
              <w:rPr>
                <w:rFonts w:ascii="Times New Roman" w:hAnsi="Times New Roman" w:cs="Times New Roman"/>
              </w:rPr>
              <w:t>Удельный вес объектов, имеющих паспорта доступности</w:t>
            </w:r>
          </w:p>
        </w:tc>
        <w:tc>
          <w:tcPr>
            <w:tcW w:w="1276" w:type="dxa"/>
          </w:tcPr>
          <w:p w:rsidR="004E424C" w:rsidRPr="00114021" w:rsidRDefault="004E424C" w:rsidP="00911FAB">
            <w:pPr>
              <w:jc w:val="center"/>
              <w:rPr>
                <w:rFonts w:ascii="Times New Roman" w:hAnsi="Times New Roman"/>
              </w:rPr>
            </w:pPr>
            <w:r w:rsidRPr="00114021">
              <w:rPr>
                <w:rFonts w:ascii="Times New Roman" w:hAnsi="Times New Roman"/>
              </w:rPr>
              <w:t>8,1</w:t>
            </w:r>
          </w:p>
        </w:tc>
        <w:tc>
          <w:tcPr>
            <w:tcW w:w="1134" w:type="dxa"/>
          </w:tcPr>
          <w:p w:rsidR="004E424C" w:rsidRPr="00114021" w:rsidRDefault="004E424C" w:rsidP="00911FAB">
            <w:pPr>
              <w:jc w:val="center"/>
              <w:rPr>
                <w:rFonts w:ascii="Times New Roman" w:hAnsi="Times New Roman"/>
              </w:rPr>
            </w:pPr>
            <w:r w:rsidRPr="00114021">
              <w:rPr>
                <w:rFonts w:ascii="Times New Roman" w:hAnsi="Times New Roman"/>
              </w:rPr>
              <w:t>35,2</w:t>
            </w:r>
          </w:p>
        </w:tc>
        <w:tc>
          <w:tcPr>
            <w:tcW w:w="1276" w:type="dxa"/>
          </w:tcPr>
          <w:p w:rsidR="004E424C" w:rsidRPr="00114021" w:rsidRDefault="004E424C" w:rsidP="00911FAB">
            <w:pPr>
              <w:jc w:val="center"/>
              <w:rPr>
                <w:rFonts w:ascii="Times New Roman" w:hAnsi="Times New Roman"/>
              </w:rPr>
            </w:pPr>
            <w:r w:rsidRPr="00114021">
              <w:rPr>
                <w:rFonts w:ascii="Times New Roman" w:hAnsi="Times New Roman"/>
              </w:rPr>
              <w:t>46,2</w:t>
            </w:r>
          </w:p>
        </w:tc>
        <w:tc>
          <w:tcPr>
            <w:tcW w:w="1275" w:type="dxa"/>
          </w:tcPr>
          <w:p w:rsidR="004E424C" w:rsidRPr="00114021" w:rsidRDefault="004E424C" w:rsidP="00911FAB">
            <w:pPr>
              <w:jc w:val="center"/>
              <w:rPr>
                <w:rFonts w:ascii="Times New Roman" w:hAnsi="Times New Roman"/>
              </w:rPr>
            </w:pPr>
            <w:r w:rsidRPr="00114021">
              <w:rPr>
                <w:rFonts w:ascii="Times New Roman" w:hAnsi="Times New Roman"/>
              </w:rPr>
              <w:t>64</w:t>
            </w:r>
          </w:p>
        </w:tc>
        <w:tc>
          <w:tcPr>
            <w:tcW w:w="1134" w:type="dxa"/>
          </w:tcPr>
          <w:p w:rsidR="004E424C" w:rsidRPr="00114021" w:rsidRDefault="004E424C" w:rsidP="00911FAB">
            <w:pPr>
              <w:jc w:val="center"/>
              <w:rPr>
                <w:rFonts w:ascii="Times New Roman" w:hAnsi="Times New Roman"/>
              </w:rPr>
            </w:pPr>
            <w:r w:rsidRPr="00114021">
              <w:rPr>
                <w:rFonts w:ascii="Times New Roman" w:hAnsi="Times New Roman"/>
              </w:rPr>
              <w:t>70,2</w:t>
            </w:r>
          </w:p>
        </w:tc>
        <w:tc>
          <w:tcPr>
            <w:tcW w:w="1134" w:type="dxa"/>
          </w:tcPr>
          <w:p w:rsidR="004E424C" w:rsidRPr="00114021" w:rsidRDefault="004E424C" w:rsidP="00911FAB">
            <w:pPr>
              <w:jc w:val="center"/>
              <w:rPr>
                <w:rFonts w:ascii="Times New Roman" w:hAnsi="Times New Roman"/>
              </w:rPr>
            </w:pPr>
            <w:r w:rsidRPr="00114021">
              <w:rPr>
                <w:rFonts w:ascii="Times New Roman" w:hAnsi="Times New Roman"/>
              </w:rPr>
              <w:t>80,6</w:t>
            </w:r>
          </w:p>
        </w:tc>
        <w:tc>
          <w:tcPr>
            <w:tcW w:w="1134" w:type="dxa"/>
          </w:tcPr>
          <w:p w:rsidR="004E424C" w:rsidRPr="00114021" w:rsidRDefault="004E424C" w:rsidP="00911FAB">
            <w:pPr>
              <w:jc w:val="center"/>
              <w:rPr>
                <w:rFonts w:ascii="Times New Roman" w:hAnsi="Times New Roman"/>
              </w:rPr>
            </w:pPr>
            <w:r w:rsidRPr="00114021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vMerge/>
          </w:tcPr>
          <w:p w:rsidR="004E424C" w:rsidRPr="00114021" w:rsidRDefault="004E424C" w:rsidP="003D1E46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4E424C" w:rsidRPr="00F84DF4" w:rsidRDefault="004E424C" w:rsidP="006E4A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424C" w:rsidRDefault="004E424C" w:rsidP="00911FAB">
      <w:pPr>
        <w:pStyle w:val="ConsPlusNormal"/>
        <w:ind w:firstLine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Таблица № 2</w:t>
      </w:r>
    </w:p>
    <w:tbl>
      <w:tblPr>
        <w:tblW w:w="14871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65"/>
        <w:gridCol w:w="3775"/>
        <w:gridCol w:w="1418"/>
        <w:gridCol w:w="992"/>
        <w:gridCol w:w="850"/>
        <w:gridCol w:w="851"/>
        <w:gridCol w:w="850"/>
        <w:gridCol w:w="851"/>
        <w:gridCol w:w="850"/>
        <w:gridCol w:w="851"/>
        <w:gridCol w:w="850"/>
        <w:gridCol w:w="2268"/>
      </w:tblGrid>
      <w:tr w:rsidR="004E424C" w:rsidRPr="00114021" w:rsidTr="00911FAB">
        <w:tc>
          <w:tcPr>
            <w:tcW w:w="14871" w:type="dxa"/>
            <w:gridSpan w:val="12"/>
          </w:tcPr>
          <w:p w:rsidR="004E424C" w:rsidRPr="000D5B4A" w:rsidRDefault="004E424C" w:rsidP="00BC1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5B4A">
              <w:rPr>
                <w:rFonts w:ascii="Times New Roman" w:hAnsi="Times New Roman" w:cs="Times New Roman"/>
              </w:rPr>
              <w:t>Повышение значений показателей доступности услуг в 2015 - 2025 годы</w:t>
            </w:r>
          </w:p>
        </w:tc>
      </w:tr>
      <w:tr w:rsidR="004E424C" w:rsidRPr="00114021" w:rsidTr="00E635B1">
        <w:tc>
          <w:tcPr>
            <w:tcW w:w="465" w:type="dxa"/>
            <w:vMerge w:val="restart"/>
            <w:vAlign w:val="center"/>
          </w:tcPr>
          <w:p w:rsidR="004E424C" w:rsidRPr="000D5B4A" w:rsidRDefault="004E424C" w:rsidP="003D1E4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D5B4A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775" w:type="dxa"/>
            <w:vMerge w:val="restart"/>
            <w:vAlign w:val="center"/>
          </w:tcPr>
          <w:p w:rsidR="004E424C" w:rsidRPr="000D5B4A" w:rsidRDefault="004E424C" w:rsidP="00911F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5B4A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1418" w:type="dxa"/>
            <w:vMerge w:val="restart"/>
            <w:vAlign w:val="center"/>
          </w:tcPr>
          <w:p w:rsidR="004E424C" w:rsidRPr="000D5B4A" w:rsidRDefault="004E424C" w:rsidP="00BC1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5B4A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6945" w:type="dxa"/>
            <w:gridSpan w:val="8"/>
            <w:vAlign w:val="center"/>
          </w:tcPr>
          <w:p w:rsidR="004E424C" w:rsidRPr="000D5B4A" w:rsidRDefault="004E424C" w:rsidP="00BC1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5B4A">
              <w:rPr>
                <w:rFonts w:ascii="Times New Roman" w:hAnsi="Times New Roman" w:cs="Times New Roman"/>
              </w:rPr>
              <w:t>Ожидаемые результаты повышения показателей доступности (%)</w:t>
            </w:r>
          </w:p>
        </w:tc>
        <w:tc>
          <w:tcPr>
            <w:tcW w:w="2268" w:type="dxa"/>
            <w:vMerge w:val="restart"/>
            <w:vAlign w:val="center"/>
          </w:tcPr>
          <w:p w:rsidR="004E424C" w:rsidRPr="000D5B4A" w:rsidRDefault="004E424C" w:rsidP="00BC1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5B4A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</w:tr>
      <w:tr w:rsidR="004E424C" w:rsidRPr="00114021" w:rsidTr="00E635B1">
        <w:tc>
          <w:tcPr>
            <w:tcW w:w="465" w:type="dxa"/>
            <w:vMerge/>
          </w:tcPr>
          <w:p w:rsidR="004E424C" w:rsidRPr="000D5B4A" w:rsidRDefault="004E424C" w:rsidP="003D1E4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775" w:type="dxa"/>
            <w:vMerge/>
          </w:tcPr>
          <w:p w:rsidR="004E424C" w:rsidRPr="000D5B4A" w:rsidRDefault="004E424C" w:rsidP="003D1E4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4E424C" w:rsidRPr="000D5B4A" w:rsidRDefault="004E424C" w:rsidP="003D1E4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945" w:type="dxa"/>
            <w:gridSpan w:val="8"/>
            <w:vAlign w:val="center"/>
          </w:tcPr>
          <w:p w:rsidR="004E424C" w:rsidRPr="000D5B4A" w:rsidRDefault="004E424C" w:rsidP="00911F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5B4A">
              <w:rPr>
                <w:rFonts w:ascii="Times New Roman" w:hAnsi="Times New Roman" w:cs="Times New Roman"/>
              </w:rPr>
              <w:t>Годы</w:t>
            </w:r>
          </w:p>
        </w:tc>
        <w:tc>
          <w:tcPr>
            <w:tcW w:w="2268" w:type="dxa"/>
            <w:vMerge/>
          </w:tcPr>
          <w:p w:rsidR="004E424C" w:rsidRPr="000D5B4A" w:rsidRDefault="004E424C" w:rsidP="003D1E46">
            <w:pPr>
              <w:jc w:val="both"/>
              <w:rPr>
                <w:rFonts w:ascii="Times New Roman" w:hAnsi="Times New Roman"/>
              </w:rPr>
            </w:pPr>
          </w:p>
        </w:tc>
      </w:tr>
      <w:tr w:rsidR="004E424C" w:rsidRPr="00114021" w:rsidTr="00E635B1">
        <w:tc>
          <w:tcPr>
            <w:tcW w:w="465" w:type="dxa"/>
            <w:vMerge/>
          </w:tcPr>
          <w:p w:rsidR="004E424C" w:rsidRPr="000D5B4A" w:rsidRDefault="004E424C" w:rsidP="003D1E4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775" w:type="dxa"/>
            <w:vMerge/>
          </w:tcPr>
          <w:p w:rsidR="004E424C" w:rsidRPr="000D5B4A" w:rsidRDefault="004E424C" w:rsidP="003D1E4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4E424C" w:rsidRPr="000D5B4A" w:rsidRDefault="004E424C" w:rsidP="003D1E4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4E424C" w:rsidRPr="000D5B4A" w:rsidRDefault="004E424C" w:rsidP="00911F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5B4A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850" w:type="dxa"/>
            <w:vAlign w:val="center"/>
          </w:tcPr>
          <w:p w:rsidR="004E424C" w:rsidRPr="000D5B4A" w:rsidRDefault="004E424C" w:rsidP="00911F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5B4A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851" w:type="dxa"/>
            <w:vAlign w:val="center"/>
          </w:tcPr>
          <w:p w:rsidR="004E424C" w:rsidRPr="000D5B4A" w:rsidRDefault="004E424C" w:rsidP="00911F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5B4A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850" w:type="dxa"/>
            <w:vAlign w:val="center"/>
          </w:tcPr>
          <w:p w:rsidR="004E424C" w:rsidRPr="000D5B4A" w:rsidRDefault="004E424C" w:rsidP="00911F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5B4A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851" w:type="dxa"/>
            <w:vAlign w:val="center"/>
          </w:tcPr>
          <w:p w:rsidR="004E424C" w:rsidRPr="000D5B4A" w:rsidRDefault="004E424C" w:rsidP="00911F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5B4A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50" w:type="dxa"/>
          </w:tcPr>
          <w:p w:rsidR="004E424C" w:rsidRPr="000D5B4A" w:rsidRDefault="004E424C" w:rsidP="00911F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5B4A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51" w:type="dxa"/>
          </w:tcPr>
          <w:p w:rsidR="004E424C" w:rsidRPr="000D5B4A" w:rsidRDefault="004E424C" w:rsidP="00911F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5B4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0" w:type="dxa"/>
          </w:tcPr>
          <w:p w:rsidR="004E424C" w:rsidRPr="000D5B4A" w:rsidRDefault="004E424C" w:rsidP="00911F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5B4A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2268" w:type="dxa"/>
            <w:vMerge/>
          </w:tcPr>
          <w:p w:rsidR="004E424C" w:rsidRPr="000D5B4A" w:rsidRDefault="004E424C" w:rsidP="003D1E46">
            <w:pPr>
              <w:jc w:val="both"/>
              <w:rPr>
                <w:rFonts w:ascii="Times New Roman" w:hAnsi="Times New Roman"/>
              </w:rPr>
            </w:pPr>
          </w:p>
        </w:tc>
      </w:tr>
      <w:tr w:rsidR="004E424C" w:rsidRPr="00114021" w:rsidTr="00E635B1">
        <w:tc>
          <w:tcPr>
            <w:tcW w:w="465" w:type="dxa"/>
          </w:tcPr>
          <w:p w:rsidR="004E424C" w:rsidRPr="000D5B4A" w:rsidRDefault="004E424C" w:rsidP="00911F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5B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75" w:type="dxa"/>
          </w:tcPr>
          <w:p w:rsidR="004E424C" w:rsidRPr="000D5B4A" w:rsidRDefault="004E424C" w:rsidP="00911F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5B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4E424C" w:rsidRPr="000D5B4A" w:rsidRDefault="004E424C" w:rsidP="00911F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5B4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4E424C" w:rsidRPr="000D5B4A" w:rsidRDefault="004E424C" w:rsidP="00911F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5B4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4E424C" w:rsidRPr="000D5B4A" w:rsidRDefault="004E424C" w:rsidP="00911F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5B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</w:tcPr>
          <w:p w:rsidR="004E424C" w:rsidRPr="000D5B4A" w:rsidRDefault="004E424C" w:rsidP="00911F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5B4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</w:tcPr>
          <w:p w:rsidR="004E424C" w:rsidRPr="000D5B4A" w:rsidRDefault="004E424C" w:rsidP="00911F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5B4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</w:tcPr>
          <w:p w:rsidR="004E424C" w:rsidRPr="000D5B4A" w:rsidRDefault="004E424C" w:rsidP="00911F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5B4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4E424C" w:rsidRPr="000D5B4A" w:rsidRDefault="004E424C" w:rsidP="00911F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5B4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</w:tcPr>
          <w:p w:rsidR="004E424C" w:rsidRPr="000D5B4A" w:rsidRDefault="004E424C" w:rsidP="00911F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5B4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4E424C" w:rsidRPr="000D5B4A" w:rsidRDefault="004E424C" w:rsidP="00911F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5B4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68" w:type="dxa"/>
          </w:tcPr>
          <w:p w:rsidR="004E424C" w:rsidRPr="000D5B4A" w:rsidRDefault="004E424C" w:rsidP="00911F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5B4A">
              <w:rPr>
                <w:rFonts w:ascii="Times New Roman" w:hAnsi="Times New Roman" w:cs="Times New Roman"/>
              </w:rPr>
              <w:t>12</w:t>
            </w:r>
          </w:p>
        </w:tc>
      </w:tr>
      <w:tr w:rsidR="004E424C" w:rsidRPr="00114021" w:rsidTr="00E635B1">
        <w:trPr>
          <w:trHeight w:val="1329"/>
        </w:trPr>
        <w:tc>
          <w:tcPr>
            <w:tcW w:w="465" w:type="dxa"/>
          </w:tcPr>
          <w:p w:rsidR="004E424C" w:rsidRPr="000D5B4A" w:rsidRDefault="004E424C" w:rsidP="00BC1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75" w:type="dxa"/>
          </w:tcPr>
          <w:p w:rsidR="004E424C" w:rsidRPr="00BC1EFB" w:rsidRDefault="004E424C" w:rsidP="003D1E46">
            <w:pPr>
              <w:pStyle w:val="ConsPlusNormal"/>
              <w:rPr>
                <w:rFonts w:ascii="Times New Roman" w:hAnsi="Times New Roman" w:cs="Times New Roman"/>
                <w:color w:val="FF0000"/>
                <w:szCs w:val="22"/>
              </w:rPr>
            </w:pPr>
            <w:r w:rsidRPr="00BC1EFB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Удельный вес инвалидов – пользователей общедоступных (публичных) библиотек от общего числа пользователей библиотек</w:t>
            </w:r>
          </w:p>
        </w:tc>
        <w:tc>
          <w:tcPr>
            <w:tcW w:w="1418" w:type="dxa"/>
          </w:tcPr>
          <w:p w:rsidR="004E424C" w:rsidRPr="00BC1EFB" w:rsidRDefault="004E424C" w:rsidP="00BC1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</w:tcPr>
          <w:p w:rsidR="004E424C" w:rsidRPr="00BC1EFB" w:rsidRDefault="004E424C" w:rsidP="00BC1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C1EFB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850" w:type="dxa"/>
          </w:tcPr>
          <w:p w:rsidR="004E424C" w:rsidRPr="00114021" w:rsidRDefault="004E424C" w:rsidP="00BC1EFB">
            <w:pPr>
              <w:jc w:val="center"/>
              <w:rPr>
                <w:rFonts w:ascii="Times New Roman" w:hAnsi="Times New Roman"/>
              </w:rPr>
            </w:pPr>
            <w:r w:rsidRPr="00114021">
              <w:rPr>
                <w:rFonts w:ascii="Times New Roman" w:hAnsi="Times New Roman"/>
              </w:rPr>
              <w:t>1,2</w:t>
            </w:r>
          </w:p>
        </w:tc>
        <w:tc>
          <w:tcPr>
            <w:tcW w:w="851" w:type="dxa"/>
          </w:tcPr>
          <w:p w:rsidR="004E424C" w:rsidRPr="00114021" w:rsidRDefault="004E424C" w:rsidP="00BC1EFB">
            <w:pPr>
              <w:jc w:val="center"/>
              <w:rPr>
                <w:rFonts w:ascii="Times New Roman" w:hAnsi="Times New Roman"/>
              </w:rPr>
            </w:pPr>
            <w:r w:rsidRPr="00114021">
              <w:rPr>
                <w:rFonts w:ascii="Times New Roman" w:hAnsi="Times New Roman"/>
              </w:rPr>
              <w:t>1,2</w:t>
            </w:r>
          </w:p>
        </w:tc>
        <w:tc>
          <w:tcPr>
            <w:tcW w:w="850" w:type="dxa"/>
          </w:tcPr>
          <w:p w:rsidR="004E424C" w:rsidRPr="00114021" w:rsidRDefault="004E424C" w:rsidP="00BC1EFB">
            <w:pPr>
              <w:jc w:val="center"/>
              <w:rPr>
                <w:rFonts w:ascii="Times New Roman" w:hAnsi="Times New Roman"/>
              </w:rPr>
            </w:pPr>
            <w:r w:rsidRPr="00114021">
              <w:rPr>
                <w:rFonts w:ascii="Times New Roman" w:hAnsi="Times New Roman"/>
              </w:rPr>
              <w:t>1,2</w:t>
            </w:r>
          </w:p>
        </w:tc>
        <w:tc>
          <w:tcPr>
            <w:tcW w:w="851" w:type="dxa"/>
          </w:tcPr>
          <w:p w:rsidR="004E424C" w:rsidRPr="00114021" w:rsidRDefault="004E424C" w:rsidP="00BC1EFB">
            <w:pPr>
              <w:jc w:val="center"/>
              <w:rPr>
                <w:rFonts w:ascii="Times New Roman" w:hAnsi="Times New Roman"/>
              </w:rPr>
            </w:pPr>
            <w:r w:rsidRPr="00114021">
              <w:rPr>
                <w:rFonts w:ascii="Times New Roman" w:hAnsi="Times New Roman"/>
              </w:rPr>
              <w:t>1,2</w:t>
            </w:r>
          </w:p>
        </w:tc>
        <w:tc>
          <w:tcPr>
            <w:tcW w:w="850" w:type="dxa"/>
          </w:tcPr>
          <w:p w:rsidR="004E424C" w:rsidRPr="00114021" w:rsidRDefault="004E424C" w:rsidP="00BC1EFB">
            <w:pPr>
              <w:jc w:val="center"/>
              <w:rPr>
                <w:rFonts w:ascii="Times New Roman" w:hAnsi="Times New Roman"/>
              </w:rPr>
            </w:pPr>
            <w:r w:rsidRPr="00114021">
              <w:rPr>
                <w:rFonts w:ascii="Times New Roman" w:hAnsi="Times New Roman"/>
              </w:rPr>
              <w:t>1,2</w:t>
            </w:r>
          </w:p>
        </w:tc>
        <w:tc>
          <w:tcPr>
            <w:tcW w:w="851" w:type="dxa"/>
          </w:tcPr>
          <w:p w:rsidR="004E424C" w:rsidRPr="00114021" w:rsidRDefault="004E424C" w:rsidP="00BC1EFB">
            <w:pPr>
              <w:jc w:val="center"/>
              <w:rPr>
                <w:rFonts w:ascii="Times New Roman" w:hAnsi="Times New Roman"/>
              </w:rPr>
            </w:pPr>
            <w:r w:rsidRPr="00114021">
              <w:rPr>
                <w:rFonts w:ascii="Times New Roman" w:hAnsi="Times New Roman"/>
              </w:rPr>
              <w:t>1,2</w:t>
            </w:r>
          </w:p>
        </w:tc>
        <w:tc>
          <w:tcPr>
            <w:tcW w:w="850" w:type="dxa"/>
          </w:tcPr>
          <w:p w:rsidR="004E424C" w:rsidRPr="00114021" w:rsidRDefault="004E424C" w:rsidP="00BC1EFB">
            <w:pPr>
              <w:jc w:val="center"/>
              <w:rPr>
                <w:rFonts w:ascii="Times New Roman" w:hAnsi="Times New Roman"/>
              </w:rPr>
            </w:pPr>
            <w:r w:rsidRPr="00114021">
              <w:rPr>
                <w:rFonts w:ascii="Times New Roman" w:hAnsi="Times New Roman"/>
              </w:rPr>
              <w:t>1,2</w:t>
            </w:r>
          </w:p>
        </w:tc>
        <w:tc>
          <w:tcPr>
            <w:tcW w:w="2268" w:type="dxa"/>
          </w:tcPr>
          <w:p w:rsidR="004E424C" w:rsidRPr="00E635B1" w:rsidRDefault="004E424C" w:rsidP="00E635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A81"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Верхнебуреинского муниципального района</w:t>
            </w:r>
          </w:p>
        </w:tc>
      </w:tr>
      <w:tr w:rsidR="004E424C" w:rsidRPr="00114021" w:rsidTr="00E635B1">
        <w:tc>
          <w:tcPr>
            <w:tcW w:w="465" w:type="dxa"/>
          </w:tcPr>
          <w:p w:rsidR="004E424C" w:rsidRPr="000D5B4A" w:rsidRDefault="004E424C" w:rsidP="00BC1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75" w:type="dxa"/>
          </w:tcPr>
          <w:p w:rsidR="004E424C" w:rsidRPr="00BC1EFB" w:rsidRDefault="004E424C" w:rsidP="003D1E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C1EFB">
              <w:rPr>
                <w:rFonts w:ascii="Times New Roman" w:hAnsi="Times New Roman" w:cs="Times New Roman"/>
                <w:szCs w:val="22"/>
              </w:rPr>
              <w:t>Кол-во  мест в зрительных залах, оборудованных для инвалидов с нарушениями зрения, слуха и инвалидов, передвигающихся на креслах-колясках, от общего числа мест в зрительном зале</w:t>
            </w:r>
          </w:p>
        </w:tc>
        <w:tc>
          <w:tcPr>
            <w:tcW w:w="1418" w:type="dxa"/>
          </w:tcPr>
          <w:p w:rsidR="004E424C" w:rsidRPr="000D5B4A" w:rsidRDefault="004E424C" w:rsidP="00BC1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шт. </w:t>
            </w:r>
          </w:p>
        </w:tc>
        <w:tc>
          <w:tcPr>
            <w:tcW w:w="992" w:type="dxa"/>
          </w:tcPr>
          <w:p w:rsidR="004E424C" w:rsidRPr="00BC1EFB" w:rsidRDefault="004E424C" w:rsidP="00BC1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C1E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4E424C" w:rsidRPr="00BC1EFB" w:rsidRDefault="004E424C" w:rsidP="00BC1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C1E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4E424C" w:rsidRPr="00BC1EFB" w:rsidRDefault="004E424C" w:rsidP="00BC1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C1E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4E424C" w:rsidRPr="00BC1EFB" w:rsidRDefault="004E424C" w:rsidP="00BC1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C1E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4E424C" w:rsidRPr="00BC1EFB" w:rsidRDefault="004E424C" w:rsidP="00BC1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C1E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4E424C" w:rsidRPr="00BC1EFB" w:rsidRDefault="004E424C" w:rsidP="00BC1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C1E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4E424C" w:rsidRPr="00BC1EFB" w:rsidRDefault="004E424C" w:rsidP="00BC1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C1E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4E424C" w:rsidRPr="00BC1EFB" w:rsidRDefault="004E424C" w:rsidP="00BC1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C1EF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:rsidR="004E424C" w:rsidRPr="000C5A81" w:rsidRDefault="004E424C" w:rsidP="00E635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A81"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Верхнебуреинского муниципального района</w:t>
            </w:r>
          </w:p>
        </w:tc>
      </w:tr>
      <w:tr w:rsidR="004E424C" w:rsidRPr="00114021" w:rsidTr="00E635B1">
        <w:tc>
          <w:tcPr>
            <w:tcW w:w="465" w:type="dxa"/>
          </w:tcPr>
          <w:p w:rsidR="004E424C" w:rsidRPr="000D5B4A" w:rsidRDefault="004E424C" w:rsidP="00BC1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75" w:type="dxa"/>
          </w:tcPr>
          <w:p w:rsidR="004E424C" w:rsidRPr="00BC1EFB" w:rsidRDefault="004E424C" w:rsidP="00BC1EFB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  <w:r w:rsidRPr="00BC1EFB">
              <w:rPr>
                <w:rFonts w:ascii="Times New Roman" w:hAnsi="Times New Roman" w:cs="Times New Roman"/>
                <w:lang w:eastAsia="en-US"/>
              </w:rPr>
              <w:t>Доля детей, получающих начальное общее, основное общее и среднее общее образование на дому, в том числе в дистанционной форме, от потребности</w:t>
            </w:r>
          </w:p>
        </w:tc>
        <w:tc>
          <w:tcPr>
            <w:tcW w:w="1418" w:type="dxa"/>
          </w:tcPr>
          <w:p w:rsidR="004E424C" w:rsidRPr="000D5B4A" w:rsidRDefault="004E424C" w:rsidP="00BC1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</w:tcPr>
          <w:p w:rsidR="004E424C" w:rsidRPr="00BC1EFB" w:rsidRDefault="004E424C" w:rsidP="003D1E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1EFB"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850" w:type="dxa"/>
          </w:tcPr>
          <w:p w:rsidR="004E424C" w:rsidRPr="00BC1EFB" w:rsidRDefault="004E424C" w:rsidP="003D1E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1EFB"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851" w:type="dxa"/>
          </w:tcPr>
          <w:p w:rsidR="004E424C" w:rsidRPr="00BC1EFB" w:rsidRDefault="004E424C" w:rsidP="003D1E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1EFB"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850" w:type="dxa"/>
          </w:tcPr>
          <w:p w:rsidR="004E424C" w:rsidRPr="00BC1EFB" w:rsidRDefault="004E424C" w:rsidP="003D1E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1EFB"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851" w:type="dxa"/>
          </w:tcPr>
          <w:p w:rsidR="004E424C" w:rsidRPr="00BC1EFB" w:rsidRDefault="004E424C" w:rsidP="003D1E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1EFB"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850" w:type="dxa"/>
          </w:tcPr>
          <w:p w:rsidR="004E424C" w:rsidRPr="00BC1EFB" w:rsidRDefault="004E424C" w:rsidP="003D1E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1EFB"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851" w:type="dxa"/>
          </w:tcPr>
          <w:p w:rsidR="004E424C" w:rsidRPr="00BC1EFB" w:rsidRDefault="004E424C" w:rsidP="003D1E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1EFB"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850" w:type="dxa"/>
          </w:tcPr>
          <w:p w:rsidR="004E424C" w:rsidRPr="00BC1EFB" w:rsidRDefault="004E424C" w:rsidP="003D1E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1EFB"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2268" w:type="dxa"/>
          </w:tcPr>
          <w:p w:rsidR="004E424C" w:rsidRPr="000C5A81" w:rsidRDefault="004E424C" w:rsidP="00BC1E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A8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Управление образования администрации Верхнебуреинского муниципального района</w:t>
            </w:r>
          </w:p>
        </w:tc>
      </w:tr>
      <w:tr w:rsidR="004E424C" w:rsidRPr="00114021" w:rsidTr="00E635B1">
        <w:tc>
          <w:tcPr>
            <w:tcW w:w="465" w:type="dxa"/>
          </w:tcPr>
          <w:p w:rsidR="004E424C" w:rsidRPr="000D5B4A" w:rsidRDefault="004E424C" w:rsidP="00BC1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75" w:type="dxa"/>
          </w:tcPr>
          <w:p w:rsidR="004E424C" w:rsidRDefault="004E424C" w:rsidP="00BC1EFB">
            <w:pPr>
              <w:pStyle w:val="ConsPlusNormal"/>
              <w:rPr>
                <w:lang w:eastAsia="en-US"/>
              </w:rPr>
            </w:pPr>
            <w:r w:rsidRPr="00BC1EFB">
              <w:rPr>
                <w:rFonts w:ascii="Times New Roman" w:hAnsi="Times New Roman" w:cs="Times New Roman"/>
                <w:lang w:eastAsia="en-US"/>
              </w:rPr>
              <w:t>Доля детей-инвалидов, обучающихся по адаптированным программам в соответствии с федеральными государственными образовательными стандартами для детей с ограниченными возможностями здоровья, от числа детей-инвалидов с</w:t>
            </w:r>
            <w:r>
              <w:rPr>
                <w:lang w:eastAsia="en-US"/>
              </w:rPr>
              <w:t xml:space="preserve"> </w:t>
            </w:r>
            <w:r w:rsidRPr="00BC1EFB">
              <w:rPr>
                <w:rFonts w:ascii="Times New Roman" w:hAnsi="Times New Roman" w:cs="Times New Roman"/>
                <w:lang w:eastAsia="en-US"/>
              </w:rPr>
              <w:t>ограниченными возможностями здоровья</w:t>
            </w:r>
          </w:p>
        </w:tc>
        <w:tc>
          <w:tcPr>
            <w:tcW w:w="1418" w:type="dxa"/>
          </w:tcPr>
          <w:p w:rsidR="004E424C" w:rsidRPr="000D5B4A" w:rsidRDefault="004E424C" w:rsidP="00BC1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</w:tcPr>
          <w:p w:rsidR="004E424C" w:rsidRPr="00BC1EFB" w:rsidRDefault="004E424C" w:rsidP="00BC1EFB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1EFB">
              <w:rPr>
                <w:rFonts w:ascii="Times New Roman" w:hAnsi="Times New Roman" w:cs="Times New Roman"/>
                <w:lang w:eastAsia="en-US"/>
              </w:rPr>
              <w:t>0,8</w:t>
            </w:r>
          </w:p>
        </w:tc>
        <w:tc>
          <w:tcPr>
            <w:tcW w:w="850" w:type="dxa"/>
          </w:tcPr>
          <w:p w:rsidR="004E424C" w:rsidRPr="00BC1EFB" w:rsidRDefault="004E424C" w:rsidP="00BC1EFB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BC1EFB">
              <w:rPr>
                <w:rFonts w:ascii="Times New Roman" w:hAnsi="Times New Roman" w:cs="Times New Roman"/>
                <w:lang w:eastAsia="en-US"/>
              </w:rPr>
              <w:t>0,75</w:t>
            </w:r>
          </w:p>
        </w:tc>
        <w:tc>
          <w:tcPr>
            <w:tcW w:w="851" w:type="dxa"/>
          </w:tcPr>
          <w:p w:rsidR="004E424C" w:rsidRPr="00BC1EFB" w:rsidRDefault="004E424C" w:rsidP="00BC1EFB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1EFB">
              <w:rPr>
                <w:rFonts w:ascii="Times New Roman" w:hAnsi="Times New Roman" w:cs="Times New Roman"/>
                <w:lang w:eastAsia="en-US"/>
              </w:rPr>
              <w:t>0,9</w:t>
            </w:r>
          </w:p>
        </w:tc>
        <w:tc>
          <w:tcPr>
            <w:tcW w:w="850" w:type="dxa"/>
          </w:tcPr>
          <w:p w:rsidR="004E424C" w:rsidRPr="00BC1EFB" w:rsidRDefault="004E424C" w:rsidP="00BC1EFB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1EFB">
              <w:rPr>
                <w:rFonts w:ascii="Times New Roman" w:hAnsi="Times New Roman" w:cs="Times New Roman"/>
                <w:lang w:eastAsia="en-US"/>
              </w:rPr>
              <w:t>0,9</w:t>
            </w:r>
          </w:p>
        </w:tc>
        <w:tc>
          <w:tcPr>
            <w:tcW w:w="851" w:type="dxa"/>
          </w:tcPr>
          <w:p w:rsidR="004E424C" w:rsidRPr="00BC1EFB" w:rsidRDefault="004E424C" w:rsidP="00BC1EFB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1EFB">
              <w:rPr>
                <w:rFonts w:ascii="Times New Roman" w:hAnsi="Times New Roman" w:cs="Times New Roman"/>
                <w:lang w:eastAsia="en-US"/>
              </w:rPr>
              <w:t>0,9</w:t>
            </w:r>
          </w:p>
        </w:tc>
        <w:tc>
          <w:tcPr>
            <w:tcW w:w="850" w:type="dxa"/>
          </w:tcPr>
          <w:p w:rsidR="004E424C" w:rsidRPr="00114021" w:rsidRDefault="004E424C" w:rsidP="00BC1E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14021">
              <w:rPr>
                <w:rFonts w:ascii="Times New Roman" w:hAnsi="Times New Roman"/>
              </w:rPr>
              <w:t>0,9</w:t>
            </w:r>
          </w:p>
        </w:tc>
        <w:tc>
          <w:tcPr>
            <w:tcW w:w="851" w:type="dxa"/>
          </w:tcPr>
          <w:p w:rsidR="004E424C" w:rsidRPr="00114021" w:rsidRDefault="004E424C" w:rsidP="00BC1E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14021">
              <w:rPr>
                <w:rFonts w:ascii="Times New Roman" w:hAnsi="Times New Roman"/>
              </w:rPr>
              <w:t>0,9</w:t>
            </w:r>
          </w:p>
        </w:tc>
        <w:tc>
          <w:tcPr>
            <w:tcW w:w="850" w:type="dxa"/>
          </w:tcPr>
          <w:p w:rsidR="004E424C" w:rsidRPr="00114021" w:rsidRDefault="004E424C" w:rsidP="00BC1E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14021">
              <w:rPr>
                <w:rFonts w:ascii="Times New Roman" w:hAnsi="Times New Roman"/>
              </w:rPr>
              <w:t>0,9</w:t>
            </w:r>
          </w:p>
        </w:tc>
        <w:tc>
          <w:tcPr>
            <w:tcW w:w="2268" w:type="dxa"/>
          </w:tcPr>
          <w:p w:rsidR="004E424C" w:rsidRPr="000C5A81" w:rsidRDefault="004E424C" w:rsidP="00BC1E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A8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Управление образования администрации Верхнебуреинского муниципального района</w:t>
            </w:r>
          </w:p>
        </w:tc>
      </w:tr>
    </w:tbl>
    <w:p w:rsidR="004E424C" w:rsidRPr="00F84DF4" w:rsidRDefault="004E424C" w:rsidP="00FC400E">
      <w:pPr>
        <w:pStyle w:val="ConsPlusNormal"/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</w:t>
      </w:r>
    </w:p>
    <w:p w:rsidR="004E424C" w:rsidRDefault="004E424C" w:rsidP="00FC400E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4E424C" w:rsidRDefault="004E424C" w:rsidP="00FC400E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4E424C" w:rsidRDefault="004E424C" w:rsidP="00FC400E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4E424C" w:rsidRDefault="004E424C" w:rsidP="00FC400E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4E424C" w:rsidRDefault="004E424C" w:rsidP="00FC400E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9564" w:type="dxa"/>
        <w:tblLook w:val="01E0"/>
      </w:tblPr>
      <w:tblGrid>
        <w:gridCol w:w="10008"/>
        <w:gridCol w:w="4778"/>
        <w:gridCol w:w="4778"/>
      </w:tblGrid>
      <w:tr w:rsidR="004E424C" w:rsidTr="00667559">
        <w:tc>
          <w:tcPr>
            <w:tcW w:w="10008" w:type="dxa"/>
          </w:tcPr>
          <w:p w:rsidR="004E424C" w:rsidRPr="00667559" w:rsidRDefault="004E424C" w:rsidP="00667559">
            <w:pPr>
              <w:pStyle w:val="ConsPlusNormal"/>
              <w:spacing w:after="200"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8" w:type="dxa"/>
          </w:tcPr>
          <w:p w:rsidR="004E424C" w:rsidRPr="00667559" w:rsidRDefault="004E424C" w:rsidP="006675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559"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4E424C" w:rsidRPr="00667559" w:rsidRDefault="004E424C" w:rsidP="006675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424C" w:rsidRPr="00667559" w:rsidRDefault="004E424C" w:rsidP="006675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559">
              <w:rPr>
                <w:rFonts w:ascii="Times New Roman" w:hAnsi="Times New Roman" w:cs="Times New Roman"/>
                <w:sz w:val="28"/>
                <w:szCs w:val="28"/>
              </w:rPr>
              <w:t>к постановлению</w:t>
            </w:r>
          </w:p>
          <w:p w:rsidR="004E424C" w:rsidRPr="00667559" w:rsidRDefault="004E424C" w:rsidP="006675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559">
              <w:rPr>
                <w:rFonts w:ascii="Times New Roman" w:hAnsi="Times New Roman" w:cs="Times New Roman"/>
                <w:sz w:val="28"/>
                <w:szCs w:val="28"/>
              </w:rPr>
              <w:t>администрации района</w:t>
            </w:r>
          </w:p>
          <w:p w:rsidR="004E424C" w:rsidRPr="00667559" w:rsidRDefault="004E424C" w:rsidP="006675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424C" w:rsidRPr="00667559" w:rsidRDefault="004E424C" w:rsidP="006675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28.12.2016 № 752</w:t>
            </w:r>
          </w:p>
        </w:tc>
        <w:tc>
          <w:tcPr>
            <w:tcW w:w="4778" w:type="dxa"/>
          </w:tcPr>
          <w:p w:rsidR="004E424C" w:rsidRPr="00667559" w:rsidRDefault="004E424C" w:rsidP="00667559">
            <w:pPr>
              <w:pStyle w:val="ConsPlusNormal"/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E424C" w:rsidRDefault="004E424C" w:rsidP="00FC400E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4E424C" w:rsidRPr="00F84DF4" w:rsidRDefault="004E424C" w:rsidP="00FC40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84DF4">
        <w:rPr>
          <w:rFonts w:ascii="Times New Roman" w:hAnsi="Times New Roman" w:cs="Times New Roman"/>
          <w:sz w:val="24"/>
          <w:szCs w:val="24"/>
        </w:rPr>
        <w:t>ПЕРЕЧЕНЬ</w:t>
      </w:r>
    </w:p>
    <w:p w:rsidR="004E424C" w:rsidRDefault="004E424C" w:rsidP="00FC400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DF4">
        <w:rPr>
          <w:rFonts w:ascii="Times New Roman" w:hAnsi="Times New Roman" w:cs="Times New Roman"/>
          <w:b/>
          <w:sz w:val="24"/>
          <w:szCs w:val="24"/>
        </w:rPr>
        <w:t>МЕРОПРИЯТИЙ «ДОРОЖНОЙ КАРТЫ»</w:t>
      </w: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4"/>
        <w:gridCol w:w="3288"/>
        <w:gridCol w:w="3977"/>
        <w:gridCol w:w="2126"/>
        <w:gridCol w:w="2126"/>
        <w:gridCol w:w="2835"/>
      </w:tblGrid>
      <w:tr w:rsidR="004E424C" w:rsidRPr="00114021" w:rsidTr="00FC400E">
        <w:tc>
          <w:tcPr>
            <w:tcW w:w="594" w:type="dxa"/>
            <w:vAlign w:val="center"/>
          </w:tcPr>
          <w:p w:rsidR="004E424C" w:rsidRPr="006C5874" w:rsidRDefault="004E424C" w:rsidP="003D1E4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74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288" w:type="dxa"/>
            <w:vAlign w:val="center"/>
          </w:tcPr>
          <w:p w:rsidR="004E424C" w:rsidRPr="006C5874" w:rsidRDefault="004E424C" w:rsidP="003D1E4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74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977" w:type="dxa"/>
          </w:tcPr>
          <w:p w:rsidR="004E424C" w:rsidRPr="006C5874" w:rsidRDefault="004E424C" w:rsidP="003D1E4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7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 (программа), иной документ, которым предусмотрено проведение мероприятия</w:t>
            </w:r>
          </w:p>
        </w:tc>
        <w:tc>
          <w:tcPr>
            <w:tcW w:w="2126" w:type="dxa"/>
            <w:vAlign w:val="center"/>
          </w:tcPr>
          <w:p w:rsidR="004E424C" w:rsidRPr="006C5874" w:rsidRDefault="004E424C" w:rsidP="003D1E4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74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исполнители, соисполнители</w:t>
            </w:r>
          </w:p>
        </w:tc>
        <w:tc>
          <w:tcPr>
            <w:tcW w:w="2126" w:type="dxa"/>
            <w:vAlign w:val="center"/>
          </w:tcPr>
          <w:p w:rsidR="004E424C" w:rsidRPr="006C5874" w:rsidRDefault="004E424C" w:rsidP="003D1E4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74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2835" w:type="dxa"/>
            <w:vAlign w:val="center"/>
          </w:tcPr>
          <w:p w:rsidR="004E424C" w:rsidRPr="006C5874" w:rsidRDefault="004E424C" w:rsidP="003D1E4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74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4E424C" w:rsidRPr="00114021" w:rsidTr="00FC400E">
        <w:tc>
          <w:tcPr>
            <w:tcW w:w="594" w:type="dxa"/>
          </w:tcPr>
          <w:p w:rsidR="004E424C" w:rsidRPr="006C5874" w:rsidRDefault="004E424C" w:rsidP="003D1E4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8" w:type="dxa"/>
          </w:tcPr>
          <w:p w:rsidR="004E424C" w:rsidRPr="006C5874" w:rsidRDefault="004E424C" w:rsidP="003D1E4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7" w:type="dxa"/>
          </w:tcPr>
          <w:p w:rsidR="004E424C" w:rsidRPr="006C5874" w:rsidRDefault="004E424C" w:rsidP="003D1E4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4E424C" w:rsidRPr="006C5874" w:rsidRDefault="004E424C" w:rsidP="003D1E4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4E424C" w:rsidRPr="006C5874" w:rsidRDefault="004E424C" w:rsidP="003D1E4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4E424C" w:rsidRPr="006C5874" w:rsidRDefault="004E424C" w:rsidP="003D1E4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E424C" w:rsidRPr="00114021" w:rsidTr="00FC400E">
        <w:tc>
          <w:tcPr>
            <w:tcW w:w="14946" w:type="dxa"/>
            <w:gridSpan w:val="6"/>
          </w:tcPr>
          <w:p w:rsidR="004E424C" w:rsidRPr="006C5874" w:rsidRDefault="004E424C" w:rsidP="003D1E46">
            <w:pPr>
              <w:pStyle w:val="ConsPlusNormal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C5874">
              <w:rPr>
                <w:rFonts w:ascii="Times New Roman" w:hAnsi="Times New Roman" w:cs="Times New Roman"/>
                <w:sz w:val="24"/>
                <w:szCs w:val="24"/>
              </w:rPr>
              <w:t>РАЗДЕЛ I</w:t>
            </w:r>
          </w:p>
          <w:p w:rsidR="004E424C" w:rsidRPr="006C5874" w:rsidRDefault="004E424C" w:rsidP="003D1E4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74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нормативной правовой базы</w:t>
            </w:r>
          </w:p>
        </w:tc>
      </w:tr>
      <w:tr w:rsidR="004E424C" w:rsidRPr="00114021" w:rsidTr="00FC400E">
        <w:tc>
          <w:tcPr>
            <w:tcW w:w="594" w:type="dxa"/>
          </w:tcPr>
          <w:p w:rsidR="004E424C" w:rsidRPr="006C5874" w:rsidRDefault="004E424C" w:rsidP="003D1E4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7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88" w:type="dxa"/>
          </w:tcPr>
          <w:p w:rsidR="004E424C" w:rsidRPr="00114021" w:rsidRDefault="004E424C" w:rsidP="00FC400E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114021">
              <w:rPr>
                <w:rFonts w:ascii="Times New Roman" w:hAnsi="Times New Roman"/>
                <w:sz w:val="24"/>
                <w:szCs w:val="24"/>
              </w:rPr>
              <w:t xml:space="preserve">Внесение изменений в Административный </w:t>
            </w:r>
            <w:hyperlink r:id="rId17" w:history="1">
              <w:r w:rsidRPr="00114021">
                <w:rPr>
                  <w:rFonts w:ascii="Times New Roman" w:hAnsi="Times New Roman"/>
                  <w:sz w:val="24"/>
                  <w:szCs w:val="24"/>
                </w:rPr>
                <w:t>регламент</w:t>
              </w:r>
            </w:hyperlink>
            <w:r w:rsidRPr="001140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402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10.06.2013  № 531 </w:t>
            </w:r>
            <w:r w:rsidRPr="00114021">
              <w:rPr>
                <w:rFonts w:ascii="Times New Roman" w:hAnsi="Times New Roman"/>
                <w:sz w:val="24"/>
                <w:szCs w:val="24"/>
              </w:rPr>
              <w:t>«Предоставление информации о дополнительном художественном, эстетическом и музыкальном образовании детей в учреждениях Верхнебуреинского муниципального района»</w:t>
            </w:r>
          </w:p>
        </w:tc>
        <w:tc>
          <w:tcPr>
            <w:tcW w:w="3977" w:type="dxa"/>
          </w:tcPr>
          <w:p w:rsidR="004E424C" w:rsidRPr="00114021" w:rsidRDefault="004E424C" w:rsidP="00FC400E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114021">
              <w:rPr>
                <w:rFonts w:ascii="Times New Roman" w:hAnsi="Times New Roman"/>
                <w:sz w:val="24"/>
                <w:szCs w:val="24"/>
              </w:rPr>
              <w:t>Исполнение  постановления  администрации района  от  24.12.2015 № 1029 «Об утверждении перечня административных регламентов по предоставлению муниципальных услуг, в которые предусматривается включение в обязательном порядке требований к обеспечению условий их доступности для инвалидов» района</w:t>
            </w:r>
          </w:p>
          <w:p w:rsidR="004E424C" w:rsidRPr="006A58AB" w:rsidRDefault="004E424C" w:rsidP="003D1E4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E424C" w:rsidRPr="006A58AB" w:rsidRDefault="004E424C" w:rsidP="0048672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Верхнебуреинского муниципального района</w:t>
            </w:r>
          </w:p>
        </w:tc>
        <w:tc>
          <w:tcPr>
            <w:tcW w:w="2126" w:type="dxa"/>
          </w:tcPr>
          <w:p w:rsidR="004E424C" w:rsidRPr="006A58AB" w:rsidRDefault="004E424C" w:rsidP="00FC400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</w:rPr>
              <w:t>до 1 июля 2016 г.</w:t>
            </w:r>
          </w:p>
        </w:tc>
        <w:tc>
          <w:tcPr>
            <w:tcW w:w="2835" w:type="dxa"/>
          </w:tcPr>
          <w:p w:rsidR="004E424C" w:rsidRPr="00114021" w:rsidRDefault="004E424C" w:rsidP="003D1E4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114021">
              <w:rPr>
                <w:rFonts w:ascii="Times New Roman" w:hAnsi="Times New Roman"/>
                <w:sz w:val="24"/>
                <w:szCs w:val="24"/>
              </w:rPr>
              <w:t>Приведение административного регламента соответствие с требованиями к обеспечению условий их доступности для инвалидов</w:t>
            </w:r>
          </w:p>
        </w:tc>
      </w:tr>
      <w:tr w:rsidR="004E424C" w:rsidRPr="00114021" w:rsidTr="00FC400E">
        <w:tc>
          <w:tcPr>
            <w:tcW w:w="594" w:type="dxa"/>
          </w:tcPr>
          <w:p w:rsidR="004E424C" w:rsidRPr="006C5874" w:rsidRDefault="004E424C" w:rsidP="003D1E4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7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88" w:type="dxa"/>
          </w:tcPr>
          <w:p w:rsidR="004E424C" w:rsidRPr="00114021" w:rsidRDefault="004E424C" w:rsidP="00FC400E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114021">
              <w:rPr>
                <w:rFonts w:ascii="Times New Roman" w:hAnsi="Times New Roman"/>
                <w:sz w:val="24"/>
                <w:szCs w:val="24"/>
              </w:rPr>
              <w:t xml:space="preserve">Внесение изменений в Административный </w:t>
            </w:r>
            <w:hyperlink r:id="rId18" w:history="1">
              <w:r w:rsidRPr="00114021">
                <w:rPr>
                  <w:rFonts w:ascii="Times New Roman" w:hAnsi="Times New Roman"/>
                  <w:sz w:val="24"/>
                  <w:szCs w:val="24"/>
                </w:rPr>
                <w:t>регламент</w:t>
              </w:r>
            </w:hyperlink>
            <w:r w:rsidRPr="001140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402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10.06.2013  № 530</w:t>
            </w:r>
            <w:r w:rsidRPr="00114021">
              <w:rPr>
                <w:rFonts w:ascii="Times New Roman" w:hAnsi="Times New Roman"/>
                <w:sz w:val="24"/>
                <w:szCs w:val="24"/>
              </w:rPr>
              <w:t xml:space="preserve"> «Предоставление доступа к справочно-поисковому аппарату и базам данных муниципальных библиотек на территории Верхнебуреинского муниципального района»</w:t>
            </w:r>
          </w:p>
        </w:tc>
        <w:tc>
          <w:tcPr>
            <w:tcW w:w="3977" w:type="dxa"/>
          </w:tcPr>
          <w:p w:rsidR="004E424C" w:rsidRPr="00114021" w:rsidRDefault="004E424C" w:rsidP="00FC400E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114021">
              <w:rPr>
                <w:rFonts w:ascii="Times New Roman" w:hAnsi="Times New Roman"/>
                <w:sz w:val="24"/>
                <w:szCs w:val="24"/>
              </w:rPr>
              <w:t xml:space="preserve">Исполнение  постановления  администрации района  от  24.12.2015 № 1029 «Об утверждении перечня административных регламентов по предоставлению муниципальных услуг, в которые предусматривается включение в обязательном порядке требований к обеспечению условий их доступности для инвалидов» </w:t>
            </w:r>
          </w:p>
        </w:tc>
        <w:tc>
          <w:tcPr>
            <w:tcW w:w="2126" w:type="dxa"/>
          </w:tcPr>
          <w:p w:rsidR="004E424C" w:rsidRPr="006A58AB" w:rsidRDefault="004E424C" w:rsidP="0048672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Верхнебуреинского муниципального района</w:t>
            </w:r>
          </w:p>
        </w:tc>
        <w:tc>
          <w:tcPr>
            <w:tcW w:w="2126" w:type="dxa"/>
          </w:tcPr>
          <w:p w:rsidR="004E424C" w:rsidRPr="006A58AB" w:rsidRDefault="004E424C" w:rsidP="00FC400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</w:rPr>
              <w:t>до 1 июля 2016 г.</w:t>
            </w:r>
          </w:p>
        </w:tc>
        <w:tc>
          <w:tcPr>
            <w:tcW w:w="2835" w:type="dxa"/>
          </w:tcPr>
          <w:p w:rsidR="004E424C" w:rsidRPr="006A58AB" w:rsidRDefault="004E424C" w:rsidP="003D1E4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</w:rPr>
              <w:t>Приведение административного регламента в соответствие с требованиями к обеспечению условий их доступности для инвалидов</w:t>
            </w:r>
          </w:p>
        </w:tc>
      </w:tr>
      <w:tr w:rsidR="004E424C" w:rsidRPr="00114021" w:rsidTr="00FC400E">
        <w:tc>
          <w:tcPr>
            <w:tcW w:w="594" w:type="dxa"/>
          </w:tcPr>
          <w:p w:rsidR="004E424C" w:rsidRPr="006C5874" w:rsidRDefault="004E424C" w:rsidP="003D1E4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7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88" w:type="dxa"/>
          </w:tcPr>
          <w:p w:rsidR="004E424C" w:rsidRPr="00114021" w:rsidRDefault="004E424C" w:rsidP="00FC400E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114021">
              <w:rPr>
                <w:rFonts w:ascii="Times New Roman" w:hAnsi="Times New Roman"/>
                <w:sz w:val="24"/>
                <w:szCs w:val="24"/>
              </w:rPr>
              <w:t xml:space="preserve">Внесение изменений в Административный </w:t>
            </w:r>
            <w:hyperlink r:id="rId19" w:history="1">
              <w:r w:rsidRPr="00114021">
                <w:rPr>
                  <w:rFonts w:ascii="Times New Roman" w:hAnsi="Times New Roman"/>
                  <w:sz w:val="24"/>
                  <w:szCs w:val="24"/>
                </w:rPr>
                <w:t>регламент</w:t>
              </w:r>
            </w:hyperlink>
            <w:r w:rsidRPr="001140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402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10.06.2013  № 529</w:t>
            </w:r>
            <w:r w:rsidRPr="00114021">
              <w:rPr>
                <w:rFonts w:ascii="Times New Roman" w:hAnsi="Times New Roman"/>
                <w:sz w:val="24"/>
                <w:szCs w:val="24"/>
              </w:rPr>
              <w:t xml:space="preserve"> «Предоставление доступа к изданиям, переведенным в электронный вид, хранящимся в библиотеках, в том числе и к фонду редких книг, с учетом соблюдения требований законодательства Российской Федерации об авторских и смежных правах, на территории Верхнебуреинского муниципального района»</w:t>
            </w:r>
          </w:p>
        </w:tc>
        <w:tc>
          <w:tcPr>
            <w:tcW w:w="3977" w:type="dxa"/>
          </w:tcPr>
          <w:p w:rsidR="004E424C" w:rsidRPr="00114021" w:rsidRDefault="004E424C" w:rsidP="00FC400E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114021">
              <w:rPr>
                <w:rFonts w:ascii="Times New Roman" w:hAnsi="Times New Roman"/>
                <w:sz w:val="24"/>
                <w:szCs w:val="24"/>
              </w:rPr>
              <w:t xml:space="preserve">Исполнение  постановления  администрации района  от  24.12.2015 № 1029 «Об утверждении перечня административных регламентов по предоставлению муниципальных услуг, в которые предусматривается включение в обязательном порядке требований к обеспечению условий их доступности для инвалидов» </w:t>
            </w:r>
          </w:p>
        </w:tc>
        <w:tc>
          <w:tcPr>
            <w:tcW w:w="2126" w:type="dxa"/>
          </w:tcPr>
          <w:p w:rsidR="004E424C" w:rsidRPr="006A58AB" w:rsidRDefault="004E424C" w:rsidP="00FC400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Верхнебуреинского муниципального района</w:t>
            </w:r>
          </w:p>
        </w:tc>
        <w:tc>
          <w:tcPr>
            <w:tcW w:w="2126" w:type="dxa"/>
          </w:tcPr>
          <w:p w:rsidR="004E424C" w:rsidRPr="006A58AB" w:rsidRDefault="004E424C" w:rsidP="00FC400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</w:rPr>
              <w:t>до 1 июля 2016 г.</w:t>
            </w:r>
          </w:p>
        </w:tc>
        <w:tc>
          <w:tcPr>
            <w:tcW w:w="2835" w:type="dxa"/>
          </w:tcPr>
          <w:p w:rsidR="004E424C" w:rsidRPr="006A58AB" w:rsidRDefault="004E424C" w:rsidP="003D1E4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</w:rPr>
              <w:t>Приведение административного регламента в соответствие с требованиями к обеспечению условий их доступности для инвалидов</w:t>
            </w:r>
          </w:p>
        </w:tc>
      </w:tr>
      <w:tr w:rsidR="004E424C" w:rsidRPr="00114021" w:rsidTr="00FC400E">
        <w:tc>
          <w:tcPr>
            <w:tcW w:w="594" w:type="dxa"/>
          </w:tcPr>
          <w:p w:rsidR="004E424C" w:rsidRPr="006C5874" w:rsidRDefault="004E424C" w:rsidP="003D1E4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7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88" w:type="dxa"/>
          </w:tcPr>
          <w:p w:rsidR="004E424C" w:rsidRPr="00114021" w:rsidRDefault="004E424C" w:rsidP="00FC400E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114021">
              <w:rPr>
                <w:rFonts w:ascii="Times New Roman" w:hAnsi="Times New Roman"/>
                <w:sz w:val="24"/>
                <w:szCs w:val="24"/>
              </w:rPr>
              <w:t xml:space="preserve">Внесение изменений в Административный </w:t>
            </w:r>
            <w:hyperlink r:id="rId20" w:history="1">
              <w:r w:rsidRPr="00114021">
                <w:rPr>
                  <w:rFonts w:ascii="Times New Roman" w:hAnsi="Times New Roman"/>
                  <w:sz w:val="24"/>
                  <w:szCs w:val="24"/>
                </w:rPr>
                <w:t>регламент</w:t>
              </w:r>
            </w:hyperlink>
            <w:r w:rsidRPr="001140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402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10.06.2013 № 534</w:t>
            </w:r>
            <w:r w:rsidRPr="00114021">
              <w:rPr>
                <w:rFonts w:ascii="Times New Roman" w:hAnsi="Times New Roman"/>
                <w:sz w:val="24"/>
                <w:szCs w:val="24"/>
              </w:rPr>
              <w:t xml:space="preserve"> «Предоставление информации об объектах культурного наследия (памятниках истории и культуры) местного (муниципального) значения, расположенных на территории Верхнебуреинского муниципального района»</w:t>
            </w:r>
          </w:p>
        </w:tc>
        <w:tc>
          <w:tcPr>
            <w:tcW w:w="3977" w:type="dxa"/>
          </w:tcPr>
          <w:p w:rsidR="004E424C" w:rsidRPr="00114021" w:rsidRDefault="004E424C" w:rsidP="00FC400E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114021">
              <w:rPr>
                <w:rFonts w:ascii="Times New Roman" w:hAnsi="Times New Roman"/>
                <w:sz w:val="24"/>
                <w:szCs w:val="24"/>
              </w:rPr>
              <w:t xml:space="preserve">Исполнение  постановления  администрации района  от  24.12.2015 № 1029 «Об утверждении перечня административных регламентов по предоставлению муниципальных услуг, в которые предусматривается включение в обязательном порядке требований к обеспечению условий их доступности для инвалидов» </w:t>
            </w:r>
          </w:p>
        </w:tc>
        <w:tc>
          <w:tcPr>
            <w:tcW w:w="2126" w:type="dxa"/>
          </w:tcPr>
          <w:p w:rsidR="004E424C" w:rsidRPr="006A58AB" w:rsidRDefault="004E424C" w:rsidP="00FC400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Верхнебуреинского муниципального района</w:t>
            </w:r>
          </w:p>
        </w:tc>
        <w:tc>
          <w:tcPr>
            <w:tcW w:w="2126" w:type="dxa"/>
          </w:tcPr>
          <w:p w:rsidR="004E424C" w:rsidRPr="006A58AB" w:rsidRDefault="004E424C" w:rsidP="00FC400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</w:rPr>
              <w:t>до 1 июля 2016 г.</w:t>
            </w:r>
          </w:p>
        </w:tc>
        <w:tc>
          <w:tcPr>
            <w:tcW w:w="2835" w:type="dxa"/>
          </w:tcPr>
          <w:p w:rsidR="004E424C" w:rsidRPr="006A58AB" w:rsidRDefault="004E424C" w:rsidP="003D1E4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</w:rPr>
              <w:t>Приведение административного регламента в соответствие с требованиями к обеспечению условий их доступности для инвалидов</w:t>
            </w:r>
          </w:p>
        </w:tc>
      </w:tr>
      <w:tr w:rsidR="004E424C" w:rsidRPr="00114021" w:rsidTr="00FC400E">
        <w:tc>
          <w:tcPr>
            <w:tcW w:w="594" w:type="dxa"/>
          </w:tcPr>
          <w:p w:rsidR="004E424C" w:rsidRPr="006C5874" w:rsidRDefault="004E424C" w:rsidP="003D1E4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7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88" w:type="dxa"/>
          </w:tcPr>
          <w:p w:rsidR="004E424C" w:rsidRPr="00114021" w:rsidRDefault="004E424C" w:rsidP="00FC400E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114021">
              <w:rPr>
                <w:rFonts w:ascii="Times New Roman" w:hAnsi="Times New Roman"/>
                <w:sz w:val="24"/>
                <w:szCs w:val="24"/>
              </w:rPr>
              <w:t xml:space="preserve"> Внесение изменений в Административный </w:t>
            </w:r>
            <w:hyperlink r:id="rId21" w:history="1">
              <w:r w:rsidRPr="00114021">
                <w:rPr>
                  <w:rFonts w:ascii="Times New Roman" w:hAnsi="Times New Roman"/>
                  <w:sz w:val="24"/>
                  <w:szCs w:val="24"/>
                </w:rPr>
                <w:t>регламент</w:t>
              </w:r>
            </w:hyperlink>
            <w:r w:rsidRPr="00114021">
              <w:rPr>
                <w:rFonts w:ascii="Times New Roman" w:hAnsi="Times New Roman"/>
                <w:sz w:val="24"/>
                <w:szCs w:val="24"/>
              </w:rPr>
              <w:t xml:space="preserve"> 10.06.2013  «Предоставление информации о работе любительских объединений, клубов по интересам, о проведении культурно-массовых мероприятий на территории Верхнебуреинского муниципального района»</w:t>
            </w:r>
          </w:p>
        </w:tc>
        <w:tc>
          <w:tcPr>
            <w:tcW w:w="3977" w:type="dxa"/>
          </w:tcPr>
          <w:p w:rsidR="004E424C" w:rsidRPr="00114021" w:rsidRDefault="004E424C" w:rsidP="00FC400E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114021">
              <w:rPr>
                <w:rFonts w:ascii="Times New Roman" w:hAnsi="Times New Roman"/>
                <w:sz w:val="24"/>
                <w:szCs w:val="24"/>
              </w:rPr>
              <w:t xml:space="preserve">Исполнение  постановления  администрации района  от  24.12.2015 № 1029 «Об утверждении перечня административных регламентов по предоставлению муниципальных услуг, в которые предусматривается включение в обязательном порядке требований к обеспечению условий их доступности для инвалидов» </w:t>
            </w:r>
          </w:p>
        </w:tc>
        <w:tc>
          <w:tcPr>
            <w:tcW w:w="2126" w:type="dxa"/>
          </w:tcPr>
          <w:p w:rsidR="004E424C" w:rsidRPr="006A58AB" w:rsidRDefault="004E424C" w:rsidP="00FC400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Верхнебуреинского муниципального района</w:t>
            </w:r>
          </w:p>
        </w:tc>
        <w:tc>
          <w:tcPr>
            <w:tcW w:w="2126" w:type="dxa"/>
          </w:tcPr>
          <w:p w:rsidR="004E424C" w:rsidRPr="006A58AB" w:rsidRDefault="004E424C" w:rsidP="00FC400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</w:rPr>
              <w:t>до 1 июля 2016 г.</w:t>
            </w:r>
          </w:p>
        </w:tc>
        <w:tc>
          <w:tcPr>
            <w:tcW w:w="2835" w:type="dxa"/>
          </w:tcPr>
          <w:p w:rsidR="004E424C" w:rsidRPr="006A58AB" w:rsidRDefault="004E424C" w:rsidP="003D1E4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</w:rPr>
              <w:t>Приведение административного регламента в соответствие с требованиями к обеспечению условий их доступности для инвалидов</w:t>
            </w:r>
          </w:p>
        </w:tc>
      </w:tr>
      <w:tr w:rsidR="004E424C" w:rsidRPr="00114021" w:rsidTr="00FC400E">
        <w:tc>
          <w:tcPr>
            <w:tcW w:w="594" w:type="dxa"/>
          </w:tcPr>
          <w:p w:rsidR="004E424C" w:rsidRPr="006C5874" w:rsidRDefault="004E424C" w:rsidP="003D1E4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7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88" w:type="dxa"/>
          </w:tcPr>
          <w:p w:rsidR="004E424C" w:rsidRPr="00114021" w:rsidRDefault="004E424C" w:rsidP="00FC400E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114021">
              <w:rPr>
                <w:rFonts w:ascii="Times New Roman" w:hAnsi="Times New Roman"/>
                <w:sz w:val="24"/>
                <w:szCs w:val="24"/>
              </w:rPr>
              <w:t xml:space="preserve">Внесение изменений в Административный </w:t>
            </w:r>
            <w:hyperlink r:id="rId22" w:history="1">
              <w:r w:rsidRPr="00114021">
                <w:rPr>
                  <w:rFonts w:ascii="Times New Roman" w:hAnsi="Times New Roman"/>
                  <w:sz w:val="24"/>
                  <w:szCs w:val="24"/>
                </w:rPr>
                <w:t>регламент</w:t>
              </w:r>
            </w:hyperlink>
            <w:r w:rsidRPr="001140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402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10.06.2013  </w:t>
            </w:r>
            <w:r w:rsidRPr="00114021">
              <w:rPr>
                <w:rFonts w:ascii="Times New Roman" w:hAnsi="Times New Roman"/>
                <w:sz w:val="24"/>
                <w:szCs w:val="24"/>
              </w:rPr>
              <w:t>«Предоставление информации о музейных услугах, включая  экскурсионное обслуживание на территории  Верхнебуреинского муниципального района»</w:t>
            </w:r>
          </w:p>
          <w:p w:rsidR="004E424C" w:rsidRPr="006A58AB" w:rsidRDefault="004E424C" w:rsidP="00FC400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7" w:type="dxa"/>
          </w:tcPr>
          <w:p w:rsidR="004E424C" w:rsidRPr="00114021" w:rsidRDefault="004E424C" w:rsidP="00FC400E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114021">
              <w:rPr>
                <w:rFonts w:ascii="Times New Roman" w:hAnsi="Times New Roman"/>
                <w:sz w:val="24"/>
                <w:szCs w:val="24"/>
              </w:rPr>
              <w:t>Исполнение  постановления  администрации района  от  24.12.2015 № 1029 «Об утверждении перечня административных регламентов по предоставлению муниципальных услуг, в которые предусматривается включение в обязательном порядке требований к обеспечению условий их доступности для инвалидов</w:t>
            </w:r>
          </w:p>
        </w:tc>
        <w:tc>
          <w:tcPr>
            <w:tcW w:w="2126" w:type="dxa"/>
          </w:tcPr>
          <w:p w:rsidR="004E424C" w:rsidRPr="006A58AB" w:rsidRDefault="004E424C" w:rsidP="00FC400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Верхнебуреинского муниципального района</w:t>
            </w:r>
          </w:p>
        </w:tc>
        <w:tc>
          <w:tcPr>
            <w:tcW w:w="2126" w:type="dxa"/>
          </w:tcPr>
          <w:p w:rsidR="004E424C" w:rsidRPr="006A58AB" w:rsidRDefault="004E424C" w:rsidP="00FC400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</w:rPr>
              <w:t>до 1 июля 2016 г.</w:t>
            </w:r>
          </w:p>
        </w:tc>
        <w:tc>
          <w:tcPr>
            <w:tcW w:w="2835" w:type="dxa"/>
          </w:tcPr>
          <w:p w:rsidR="004E424C" w:rsidRPr="006A58AB" w:rsidRDefault="004E424C" w:rsidP="003D1E4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</w:rPr>
              <w:t>Приведение административного регламента в соответствие с требованиями к обеспечению условий их доступности для инвалидов</w:t>
            </w:r>
          </w:p>
        </w:tc>
      </w:tr>
      <w:tr w:rsidR="004E424C" w:rsidRPr="00114021" w:rsidTr="00FC400E">
        <w:tc>
          <w:tcPr>
            <w:tcW w:w="594" w:type="dxa"/>
          </w:tcPr>
          <w:p w:rsidR="004E424C" w:rsidRPr="006C5874" w:rsidRDefault="004E424C" w:rsidP="003D1E4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7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88" w:type="dxa"/>
          </w:tcPr>
          <w:p w:rsidR="004E424C" w:rsidRPr="00114021" w:rsidRDefault="004E424C" w:rsidP="0048672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114021">
              <w:rPr>
                <w:rFonts w:ascii="Times New Roman" w:hAnsi="Times New Roman"/>
                <w:sz w:val="24"/>
                <w:szCs w:val="24"/>
              </w:rPr>
              <w:t xml:space="preserve">Внесение изменений в Административный </w:t>
            </w:r>
            <w:hyperlink r:id="rId23" w:history="1">
              <w:r w:rsidRPr="00114021">
                <w:rPr>
                  <w:rFonts w:ascii="Times New Roman" w:hAnsi="Times New Roman"/>
                  <w:sz w:val="24"/>
                  <w:szCs w:val="24"/>
                </w:rPr>
                <w:t>регламент</w:t>
              </w:r>
            </w:hyperlink>
            <w:r w:rsidRPr="00114021">
              <w:rPr>
                <w:rFonts w:ascii="Times New Roman" w:hAnsi="Times New Roman"/>
                <w:sz w:val="24"/>
                <w:szCs w:val="24"/>
              </w:rPr>
              <w:t xml:space="preserve"> 11.06.2013 «Предоставление информации о времени и месте проведения ярмарок, выставок, театральных представлений, филармонических и эстрадных концертов и гастрольных мероприятий театров и филармоний, киносеансов, анонсы мероприятий, которые проводятся в Верхнебуреинском муниципальном районе»</w:t>
            </w:r>
          </w:p>
        </w:tc>
        <w:tc>
          <w:tcPr>
            <w:tcW w:w="3977" w:type="dxa"/>
          </w:tcPr>
          <w:p w:rsidR="004E424C" w:rsidRPr="00114021" w:rsidRDefault="004E424C" w:rsidP="00FC400E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114021">
              <w:rPr>
                <w:rFonts w:ascii="Times New Roman" w:hAnsi="Times New Roman"/>
                <w:sz w:val="24"/>
                <w:szCs w:val="24"/>
              </w:rPr>
              <w:t xml:space="preserve">Исполнение  постановления  администрации района  от  24.12.2015 № 1029 «Об утверждении перечня административных регламентов по предоставлению муниципальных услуг, в которые предусматривается включение в обязательном порядке требований к обеспечению условий их доступности для инвалидов» </w:t>
            </w:r>
          </w:p>
        </w:tc>
        <w:tc>
          <w:tcPr>
            <w:tcW w:w="2126" w:type="dxa"/>
          </w:tcPr>
          <w:p w:rsidR="004E424C" w:rsidRPr="006A58AB" w:rsidRDefault="004E424C" w:rsidP="003D1E4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Верхнебуреинского муниципального района</w:t>
            </w:r>
          </w:p>
        </w:tc>
        <w:tc>
          <w:tcPr>
            <w:tcW w:w="2126" w:type="dxa"/>
          </w:tcPr>
          <w:p w:rsidR="004E424C" w:rsidRPr="006A58AB" w:rsidRDefault="004E424C" w:rsidP="003D1E4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</w:rPr>
              <w:t>до 1 июля 2016 г.</w:t>
            </w:r>
          </w:p>
        </w:tc>
        <w:tc>
          <w:tcPr>
            <w:tcW w:w="2835" w:type="dxa"/>
          </w:tcPr>
          <w:p w:rsidR="004E424C" w:rsidRPr="006A58AB" w:rsidRDefault="004E424C" w:rsidP="003D1E4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</w:rPr>
              <w:t>приведение административного регламента в соответствие с требованиями к обеспечению условий их доступности для инвалидов</w:t>
            </w:r>
          </w:p>
        </w:tc>
      </w:tr>
      <w:tr w:rsidR="004E424C" w:rsidRPr="00114021" w:rsidTr="00FC400E">
        <w:tc>
          <w:tcPr>
            <w:tcW w:w="594" w:type="dxa"/>
          </w:tcPr>
          <w:p w:rsidR="004E424C" w:rsidRPr="006C5874" w:rsidRDefault="004E424C" w:rsidP="003D1E4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88" w:type="dxa"/>
          </w:tcPr>
          <w:p w:rsidR="004E424C" w:rsidRPr="00114021" w:rsidRDefault="004E424C" w:rsidP="00FC400E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114021">
              <w:rPr>
                <w:rFonts w:ascii="Times New Roman" w:hAnsi="Times New Roman"/>
                <w:sz w:val="24"/>
                <w:szCs w:val="24"/>
              </w:rPr>
              <w:t xml:space="preserve"> Обследования учреждений культуры и заполнения паспорта доступности</w:t>
            </w:r>
          </w:p>
        </w:tc>
        <w:tc>
          <w:tcPr>
            <w:tcW w:w="3977" w:type="dxa"/>
          </w:tcPr>
          <w:p w:rsidR="004E424C" w:rsidRPr="00114021" w:rsidRDefault="004E424C" w:rsidP="006A58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021">
              <w:rPr>
                <w:rFonts w:ascii="Times New Roman" w:hAnsi="Times New Roman"/>
                <w:sz w:val="24"/>
                <w:szCs w:val="24"/>
              </w:rPr>
              <w:t>Муниципальная программа «Доступная среда» на 2014 - 2020 годы</w:t>
            </w:r>
          </w:p>
        </w:tc>
        <w:tc>
          <w:tcPr>
            <w:tcW w:w="2126" w:type="dxa"/>
          </w:tcPr>
          <w:p w:rsidR="004E424C" w:rsidRPr="006A58AB" w:rsidRDefault="004E424C" w:rsidP="003D1E4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</w:rPr>
              <w:t>Руководитель учреждения</w:t>
            </w:r>
          </w:p>
        </w:tc>
        <w:tc>
          <w:tcPr>
            <w:tcW w:w="2126" w:type="dxa"/>
          </w:tcPr>
          <w:p w:rsidR="004E424C" w:rsidRPr="006A58AB" w:rsidRDefault="004E424C" w:rsidP="003D1E4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2835" w:type="dxa"/>
          </w:tcPr>
          <w:p w:rsidR="004E424C" w:rsidRPr="006A58AB" w:rsidRDefault="004E424C" w:rsidP="003D1E4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в соответствие с нормами </w:t>
            </w:r>
          </w:p>
        </w:tc>
      </w:tr>
      <w:tr w:rsidR="004E424C" w:rsidRPr="00114021" w:rsidTr="00FC400E">
        <w:tc>
          <w:tcPr>
            <w:tcW w:w="594" w:type="dxa"/>
          </w:tcPr>
          <w:p w:rsidR="004E424C" w:rsidRPr="006C5874" w:rsidRDefault="004E424C" w:rsidP="003D1E4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288" w:type="dxa"/>
          </w:tcPr>
          <w:p w:rsidR="004E424C" w:rsidRPr="00114021" w:rsidRDefault="004E424C" w:rsidP="00FC400E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1402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Внесение изменений в паспорта доступности объекта учреждений культуры после проведенного обследования (после проведения ремонтных работ, закупки оборудования)</w:t>
            </w:r>
          </w:p>
        </w:tc>
        <w:tc>
          <w:tcPr>
            <w:tcW w:w="3977" w:type="dxa"/>
          </w:tcPr>
          <w:p w:rsidR="004E424C" w:rsidRPr="00114021" w:rsidRDefault="004E424C" w:rsidP="006A58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021">
              <w:rPr>
                <w:rFonts w:ascii="Times New Roman" w:hAnsi="Times New Roman"/>
                <w:sz w:val="24"/>
                <w:szCs w:val="24"/>
              </w:rPr>
              <w:t>Муниципальная программа «Доступная среда» на 2014 - 2020 годы</w:t>
            </w:r>
          </w:p>
        </w:tc>
        <w:tc>
          <w:tcPr>
            <w:tcW w:w="2126" w:type="dxa"/>
          </w:tcPr>
          <w:p w:rsidR="004E424C" w:rsidRPr="006A58AB" w:rsidRDefault="004E424C" w:rsidP="003D1E4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</w:rPr>
              <w:t>Руководитель учреждения</w:t>
            </w:r>
          </w:p>
        </w:tc>
        <w:tc>
          <w:tcPr>
            <w:tcW w:w="2126" w:type="dxa"/>
          </w:tcPr>
          <w:p w:rsidR="004E424C" w:rsidRPr="006A58AB" w:rsidRDefault="004E424C" w:rsidP="003D1E4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</w:rPr>
              <w:t>2020-2030 гг.</w:t>
            </w:r>
          </w:p>
        </w:tc>
        <w:tc>
          <w:tcPr>
            <w:tcW w:w="2835" w:type="dxa"/>
          </w:tcPr>
          <w:p w:rsidR="004E424C" w:rsidRPr="006A58AB" w:rsidRDefault="004E424C" w:rsidP="003D1E4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</w:rPr>
              <w:t>Приведение в соответствие с нормами</w:t>
            </w:r>
          </w:p>
        </w:tc>
      </w:tr>
      <w:tr w:rsidR="004E424C" w:rsidRPr="00114021" w:rsidTr="00FC400E">
        <w:tc>
          <w:tcPr>
            <w:tcW w:w="594" w:type="dxa"/>
          </w:tcPr>
          <w:p w:rsidR="004E424C" w:rsidRDefault="004E424C" w:rsidP="003D1E4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88" w:type="dxa"/>
          </w:tcPr>
          <w:p w:rsidR="004E424C" w:rsidRPr="006A58AB" w:rsidRDefault="004E424C" w:rsidP="003D1E4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Профессиональный стандарт </w:t>
            </w:r>
          </w:p>
          <w:p w:rsidR="004E424C" w:rsidRPr="006A58AB" w:rsidRDefault="004E424C" w:rsidP="003D1E4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педагог (Педагогическая деятельность в сфере дошкольного, начального общего, основного</w:t>
            </w:r>
          </w:p>
          <w:p w:rsidR="004E424C" w:rsidRPr="006A58AB" w:rsidRDefault="004E424C" w:rsidP="003D1E4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общего, среднего общего образования) (воспитатель, учитель) вступает в силу с 1 января 2017 года.</w:t>
            </w:r>
          </w:p>
          <w:p w:rsidR="004E424C" w:rsidRPr="006A58AB" w:rsidRDefault="004E424C" w:rsidP="003D1E4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качестве основных ступеней внедрения ФГОС НОО ОВЗ и ФГОС О у/о в практику работы образовательной организации могут выступают следующие организационно-содержательные мероприятия:</w:t>
            </w:r>
          </w:p>
          <w:p w:rsidR="004E424C" w:rsidRPr="006A58AB" w:rsidRDefault="004E424C" w:rsidP="003D1E4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1.Создание рабочей группы по сопровождению внедрения ФГОС НОО ОВЗ и ФГОС О</w:t>
            </w:r>
          </w:p>
          <w:p w:rsidR="004E424C" w:rsidRPr="006A58AB" w:rsidRDefault="004E424C" w:rsidP="003D1E4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у/о.</w:t>
            </w:r>
          </w:p>
          <w:p w:rsidR="004E424C" w:rsidRPr="006A58AB" w:rsidRDefault="004E424C" w:rsidP="003D1E4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2.Анализ требований ФГОС к структуре, условиям и результатам освоения программы</w:t>
            </w:r>
          </w:p>
          <w:p w:rsidR="004E424C" w:rsidRPr="006A58AB" w:rsidRDefault="004E424C" w:rsidP="003D1E4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обучающимися с ОВЗ. Определение проблемных точек, объема и характера (доработка, разработка заново, корректировка и пр.) необходимых изменений в существующее информационно-методическое оснащение, систему работы и потенциал образовательной организации.</w:t>
            </w:r>
          </w:p>
          <w:p w:rsidR="004E424C" w:rsidRPr="006A58AB" w:rsidRDefault="004E424C" w:rsidP="003D1E4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3.Разработка необходимой документации. Обсуждение и утверждение документов в образовательной организации.</w:t>
            </w:r>
          </w:p>
          <w:p w:rsidR="004E424C" w:rsidRPr="006A58AB" w:rsidRDefault="004E424C" w:rsidP="003D1E4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4.Подготовка каждого члена педагогического коллектива к реализации ФГОС НОО ОВЗ и ФГОС О у/о через повышение квалификации.</w:t>
            </w:r>
          </w:p>
          <w:p w:rsidR="004E424C" w:rsidRPr="006A58AB" w:rsidRDefault="004E424C" w:rsidP="003D1E4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5.Разработка необходимого учебно-методического оснащения процесса обучения (рабочих программ, дидактических материалов и пр.) с учетом рекомендаций, разработанных рабочей группой, и соответствующих внутренних локальных актов учреждения.</w:t>
            </w:r>
          </w:p>
          <w:p w:rsidR="004E424C" w:rsidRPr="006A58AB" w:rsidRDefault="004E424C" w:rsidP="003D1E4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6.Мониторинг готовности образовательной организации к введению ФГОС и, при необходимости, получение лицензии на право осуществления образовательной деятельности.</w:t>
            </w:r>
          </w:p>
          <w:p w:rsidR="004E424C" w:rsidRPr="006A58AB" w:rsidRDefault="004E424C" w:rsidP="003D1E4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7.Информирование родителей об особенностях и перспективах обучения обучающихся</w:t>
            </w:r>
          </w:p>
          <w:p w:rsidR="004E424C" w:rsidRPr="006A58AB" w:rsidRDefault="004E424C" w:rsidP="003D1E4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 ОВЗ.</w:t>
            </w:r>
          </w:p>
          <w:p w:rsidR="004E424C" w:rsidRPr="006A58AB" w:rsidRDefault="004E424C" w:rsidP="003D1E4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8.Набор обучающихся с ОВЗ и (или) инвалидностью</w:t>
            </w:r>
          </w:p>
        </w:tc>
        <w:tc>
          <w:tcPr>
            <w:tcW w:w="3977" w:type="dxa"/>
          </w:tcPr>
          <w:p w:rsidR="004E424C" w:rsidRPr="006A58AB" w:rsidRDefault="004E424C" w:rsidP="003D1E46">
            <w:pPr>
              <w:spacing w:after="0" w:line="240" w:lineRule="exact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14021">
              <w:rPr>
                <w:rFonts w:ascii="Times New Roman" w:hAnsi="Times New Roman"/>
                <w:sz w:val="24"/>
                <w:szCs w:val="24"/>
              </w:rPr>
              <w:t xml:space="preserve">Федеральный </w:t>
            </w:r>
            <w:hyperlink r:id="rId24" w:history="1">
              <w:r w:rsidRPr="00114021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закон</w:t>
              </w:r>
            </w:hyperlink>
            <w:r w:rsidRPr="00114021">
              <w:rPr>
                <w:rFonts w:ascii="Times New Roman" w:hAnsi="Times New Roman"/>
                <w:sz w:val="24"/>
                <w:szCs w:val="24"/>
              </w:rPr>
              <w:t xml:space="preserve"> N 419-ФЗ, Методические рекомендации </w:t>
            </w:r>
            <w:r w:rsidRPr="006A58AB">
              <w:rPr>
                <w:rFonts w:ascii="Times New Roman" w:eastAsia="Arial Unicode MS" w:hAnsi="Times New Roman"/>
                <w:sz w:val="24"/>
                <w:szCs w:val="24"/>
              </w:rPr>
              <w:t>(разработаны в рамках Государственного контракта от «10» апреля 2014 г. № 07.028.11.0005 «Повышение квалификации руководителей и педагогов, обще</w:t>
            </w:r>
            <w:r w:rsidRPr="006A58AB">
              <w:rPr>
                <w:rFonts w:ascii="Times New Roman" w:eastAsia="Arial Unicode MS" w:hAnsi="Times New Roman"/>
                <w:sz w:val="24"/>
                <w:szCs w:val="24"/>
              </w:rPr>
              <w:softHyphen/>
              <w:t>образовательных и специальных (коррекционных) школ по вопросам реали</w:t>
            </w:r>
            <w:r w:rsidRPr="006A58AB">
              <w:rPr>
                <w:rFonts w:ascii="Times New Roman" w:eastAsia="Arial Unicode MS" w:hAnsi="Times New Roman"/>
                <w:sz w:val="24"/>
                <w:szCs w:val="24"/>
              </w:rPr>
              <w:softHyphen/>
              <w:t>зации федерального государственного стандарта обучающихся с ограничен</w:t>
            </w:r>
            <w:r w:rsidRPr="006A58AB">
              <w:rPr>
                <w:rFonts w:ascii="Times New Roman" w:eastAsia="Arial Unicode MS" w:hAnsi="Times New Roman"/>
                <w:sz w:val="24"/>
                <w:szCs w:val="24"/>
              </w:rPr>
              <w:softHyphen/>
              <w:t>ными возможностями здоровья в условиях общеобразовательной и специаль</w:t>
            </w:r>
            <w:r w:rsidRPr="006A58AB">
              <w:rPr>
                <w:rFonts w:ascii="Times New Roman" w:eastAsia="Arial Unicode MS" w:hAnsi="Times New Roman"/>
                <w:sz w:val="24"/>
                <w:szCs w:val="24"/>
              </w:rPr>
              <w:softHyphen/>
              <w:t>ной (коррекционной) школы»);</w:t>
            </w:r>
          </w:p>
          <w:p w:rsidR="004E424C" w:rsidRPr="006A58AB" w:rsidRDefault="004E424C" w:rsidP="003D1E46">
            <w:pPr>
              <w:spacing w:after="0" w:line="240" w:lineRule="exact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4E424C" w:rsidRPr="006A58AB" w:rsidRDefault="004E424C" w:rsidP="003D1E46">
            <w:pPr>
              <w:spacing w:after="0" w:line="240" w:lineRule="exact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</w:p>
          <w:p w:rsidR="004E424C" w:rsidRPr="006A58AB" w:rsidRDefault="004E424C" w:rsidP="003D1E4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4E424C" w:rsidRPr="006A58AB" w:rsidRDefault="004E424C" w:rsidP="0048672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Управление образования администрации Верхнебуреинского муниципального района </w:t>
            </w:r>
          </w:p>
        </w:tc>
        <w:tc>
          <w:tcPr>
            <w:tcW w:w="2126" w:type="dxa"/>
          </w:tcPr>
          <w:p w:rsidR="004E424C" w:rsidRPr="006A58AB" w:rsidRDefault="004E424C" w:rsidP="003D1E4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января 2017 г</w:t>
            </w:r>
          </w:p>
          <w:p w:rsidR="004E424C" w:rsidRPr="00114021" w:rsidRDefault="004E424C" w:rsidP="003D1E4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3D1E4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3D1E4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3D1E4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3D1E4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3D1E4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3D1E4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3D1E4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3D1E4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3D1E4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3D1E4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3D1E4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3D1E4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3D1E4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3D1E4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3D1E4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3D1E4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021">
              <w:rPr>
                <w:rFonts w:ascii="Times New Roman" w:hAnsi="Times New Roman"/>
                <w:sz w:val="24"/>
                <w:szCs w:val="24"/>
              </w:rPr>
              <w:t>01.09.2015 г.</w:t>
            </w:r>
          </w:p>
          <w:p w:rsidR="004E424C" w:rsidRPr="00114021" w:rsidRDefault="004E424C" w:rsidP="003D1E4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3D1E4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3D1E4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021">
              <w:rPr>
                <w:rFonts w:ascii="Times New Roman" w:hAnsi="Times New Roman"/>
                <w:sz w:val="24"/>
                <w:szCs w:val="24"/>
              </w:rPr>
              <w:t>01.01.2016 -31.01.2017 гг.</w:t>
            </w:r>
          </w:p>
          <w:p w:rsidR="004E424C" w:rsidRPr="00114021" w:rsidRDefault="004E424C" w:rsidP="003D1E4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3D1E4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3D1E4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3D1E4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3D1E4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3D1E4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3D1E4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3D1E4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3D1E4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3D1E4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3D1E4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3D1E4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3D1E4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3D1E4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3D1E4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021">
              <w:rPr>
                <w:rFonts w:ascii="Times New Roman" w:hAnsi="Times New Roman"/>
                <w:sz w:val="24"/>
                <w:szCs w:val="24"/>
              </w:rPr>
              <w:t>01.09.2015 г.</w:t>
            </w:r>
          </w:p>
          <w:p w:rsidR="004E424C" w:rsidRPr="00114021" w:rsidRDefault="004E424C" w:rsidP="003D1E4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3D1E4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3D1E4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3D1E4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021">
              <w:rPr>
                <w:rFonts w:ascii="Times New Roman" w:hAnsi="Times New Roman"/>
                <w:sz w:val="24"/>
                <w:szCs w:val="24"/>
              </w:rPr>
              <w:t>01.02.2017 г.</w:t>
            </w:r>
          </w:p>
          <w:p w:rsidR="004E424C" w:rsidRPr="00114021" w:rsidRDefault="004E424C" w:rsidP="003D1E4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3D1E4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3D1E4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3D1E4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021">
              <w:rPr>
                <w:rFonts w:ascii="Times New Roman" w:hAnsi="Times New Roman"/>
                <w:sz w:val="24"/>
                <w:szCs w:val="24"/>
              </w:rPr>
              <w:t>01.09.2015 г</w:t>
            </w:r>
          </w:p>
          <w:p w:rsidR="004E424C" w:rsidRPr="00114021" w:rsidRDefault="004E424C" w:rsidP="003D1E4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3D1E4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3D1E4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3D1E4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486723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486723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486723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486723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486723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486723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486723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021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  <w:p w:rsidR="004E424C" w:rsidRPr="00114021" w:rsidRDefault="004E424C" w:rsidP="00486723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486723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486723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486723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486723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486723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486723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486723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021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  <w:p w:rsidR="004E424C" w:rsidRPr="00114021" w:rsidRDefault="004E424C" w:rsidP="00486723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486723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486723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424C" w:rsidRPr="00114021" w:rsidRDefault="004E424C" w:rsidP="00486723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021">
              <w:rPr>
                <w:rFonts w:ascii="Times New Roman" w:hAnsi="Times New Roman"/>
                <w:sz w:val="24"/>
                <w:szCs w:val="24"/>
              </w:rPr>
              <w:t xml:space="preserve">С 1 февраля </w:t>
            </w:r>
          </w:p>
          <w:p w:rsidR="004E424C" w:rsidRPr="00114021" w:rsidRDefault="004E424C" w:rsidP="00486723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021">
              <w:rPr>
                <w:rFonts w:ascii="Times New Roman" w:hAnsi="Times New Roman"/>
                <w:sz w:val="24"/>
                <w:szCs w:val="24"/>
              </w:rPr>
              <w:t>2016 года</w:t>
            </w:r>
          </w:p>
        </w:tc>
        <w:tc>
          <w:tcPr>
            <w:tcW w:w="2835" w:type="dxa"/>
          </w:tcPr>
          <w:p w:rsidR="004E424C" w:rsidRPr="006A58AB" w:rsidRDefault="004E424C" w:rsidP="003D1E4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условий доступности для инвалидов предоставляемых услуг в доступных для них форматах</w:t>
            </w:r>
          </w:p>
        </w:tc>
      </w:tr>
      <w:tr w:rsidR="004E424C" w:rsidRPr="00114021" w:rsidTr="00FC400E">
        <w:tc>
          <w:tcPr>
            <w:tcW w:w="594" w:type="dxa"/>
          </w:tcPr>
          <w:p w:rsidR="004E424C" w:rsidRDefault="004E424C" w:rsidP="003D1E4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88" w:type="dxa"/>
          </w:tcPr>
          <w:p w:rsidR="004E424C" w:rsidRPr="006A58AB" w:rsidRDefault="004E424C" w:rsidP="0048672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</w:rPr>
              <w:t>Организовать на базе Муниципального бюджетного учреждения дополнительного образования «Центр внешкольной работы» п. Новый Ургал на сайте учреждения работу очно-заочного дистанционного обучения детей и подростков с ограниченными возможностями здоровья по дополнительным общеразвивающим программам.</w:t>
            </w:r>
          </w:p>
          <w:p w:rsidR="004E424C" w:rsidRPr="006A58AB" w:rsidRDefault="004E424C" w:rsidP="00486723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3977" w:type="dxa"/>
          </w:tcPr>
          <w:p w:rsidR="004E424C" w:rsidRPr="006A58AB" w:rsidRDefault="004E424C" w:rsidP="0048672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Федеральный </w:t>
            </w:r>
            <w:hyperlink r:id="rId25" w:history="1">
              <w:r w:rsidRPr="006A58AB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  <w:lang w:eastAsia="en-US"/>
                </w:rPr>
                <w:t>закон</w:t>
              </w:r>
            </w:hyperlink>
            <w:r w:rsidRPr="006A58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N 419-ФЗ, </w:t>
            </w:r>
            <w:r w:rsidRPr="006A58AB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Верхнебуреинского муниципального района Хабаровского края от 07.11.2016 г. № 643 «О состоянии дел по организации воспитания и дополнительного образования в системе образования Верхнебуреинского муниципального района», с целью предоставления обучающимся с ограниченными возможностями здоровья непосредственно по месту жительства или временного их пребывания возможности освоения дополнительных общеразвивающих образовательных программ, </w:t>
            </w:r>
          </w:p>
          <w:p w:rsidR="004E424C" w:rsidRPr="006A58AB" w:rsidRDefault="004E424C" w:rsidP="0048672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</w:rPr>
              <w:t>приказ управления образования от 05.12.2016 г.</w:t>
            </w:r>
          </w:p>
          <w:p w:rsidR="004E424C" w:rsidRPr="006A58AB" w:rsidRDefault="004E424C" w:rsidP="0048672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4E424C" w:rsidRPr="006A58AB" w:rsidRDefault="004E424C" w:rsidP="0048672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Управление образования администрации Верхнебуреинского муниципального района </w:t>
            </w:r>
          </w:p>
        </w:tc>
        <w:tc>
          <w:tcPr>
            <w:tcW w:w="2126" w:type="dxa"/>
          </w:tcPr>
          <w:p w:rsidR="004E424C" w:rsidRPr="006A58AB" w:rsidRDefault="004E424C" w:rsidP="0048672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2017 год</w:t>
            </w:r>
          </w:p>
        </w:tc>
        <w:tc>
          <w:tcPr>
            <w:tcW w:w="2835" w:type="dxa"/>
          </w:tcPr>
          <w:p w:rsidR="004E424C" w:rsidRPr="006A58AB" w:rsidRDefault="004E424C" w:rsidP="0048672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условий доступности для инвалидов предоставляемых услуг в доступных для них форматах</w:t>
            </w:r>
          </w:p>
        </w:tc>
      </w:tr>
      <w:tr w:rsidR="004E424C" w:rsidRPr="00114021" w:rsidTr="00FC400E">
        <w:tc>
          <w:tcPr>
            <w:tcW w:w="594" w:type="dxa"/>
          </w:tcPr>
          <w:p w:rsidR="004E424C" w:rsidRDefault="004E424C" w:rsidP="003D1E4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288" w:type="dxa"/>
          </w:tcPr>
          <w:p w:rsidR="004E424C" w:rsidRPr="006A58AB" w:rsidRDefault="004E424C" w:rsidP="0048672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Кадровое обеспечение внедрения Федерального Государственного образовательного стандарта общего образования обучающихся с ограниченными возможностями здоровья и федерального государственного образовательного стандарта образования обучающихся с умственной отсталостью (интеллектуальными нарушениями).</w:t>
            </w:r>
          </w:p>
        </w:tc>
        <w:tc>
          <w:tcPr>
            <w:tcW w:w="3977" w:type="dxa"/>
          </w:tcPr>
          <w:p w:rsidR="004E424C" w:rsidRPr="006A58AB" w:rsidRDefault="004E424C" w:rsidP="0048672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Федеральный </w:t>
            </w:r>
            <w:hyperlink r:id="rId26" w:history="1">
              <w:r w:rsidRPr="006A58AB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  <w:lang w:eastAsia="en-US"/>
                </w:rPr>
                <w:t>закон</w:t>
              </w:r>
            </w:hyperlink>
            <w:r w:rsidRPr="006A58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N 419-ФЗ,  Методические рекомендации (разработаны в рамках Государственного контракта от «10» апреля 2014 г. № 07.028.11.0005 «Повышение квалификации руководителей и педагогов общеобразовательных и специальных (коррекционных) школ по вопросам реализации федерального государственного стандарта обучающихся с ограниченными возможностями здоровья в условиях общеобразовательной и специальной (коррекционной) школы»);</w:t>
            </w:r>
          </w:p>
        </w:tc>
        <w:tc>
          <w:tcPr>
            <w:tcW w:w="2126" w:type="dxa"/>
          </w:tcPr>
          <w:p w:rsidR="004E424C" w:rsidRPr="006A58AB" w:rsidRDefault="004E424C" w:rsidP="0048672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Управление образования администрации Верхнебуреинского муниципального района </w:t>
            </w:r>
          </w:p>
        </w:tc>
        <w:tc>
          <w:tcPr>
            <w:tcW w:w="2126" w:type="dxa"/>
          </w:tcPr>
          <w:p w:rsidR="004E424C" w:rsidRPr="006A58AB" w:rsidRDefault="004E424C" w:rsidP="0048672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 2015 -2030 гг.</w:t>
            </w:r>
          </w:p>
        </w:tc>
        <w:tc>
          <w:tcPr>
            <w:tcW w:w="2835" w:type="dxa"/>
          </w:tcPr>
          <w:p w:rsidR="004E424C" w:rsidRPr="006A58AB" w:rsidRDefault="004E424C" w:rsidP="0048672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условий доступности для инвалидов предоставляемых услуг в доступных для них форматах</w:t>
            </w:r>
          </w:p>
        </w:tc>
      </w:tr>
      <w:tr w:rsidR="004E424C" w:rsidRPr="00114021" w:rsidTr="00FC400E">
        <w:tc>
          <w:tcPr>
            <w:tcW w:w="14946" w:type="dxa"/>
            <w:gridSpan w:val="6"/>
          </w:tcPr>
          <w:p w:rsidR="004E424C" w:rsidRPr="006A58AB" w:rsidRDefault="004E424C" w:rsidP="003D1E46">
            <w:pPr>
              <w:pStyle w:val="ConsPlusNormal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</w:rPr>
              <w:t>РАЗДЕЛ II</w:t>
            </w:r>
          </w:p>
          <w:p w:rsidR="004E424C" w:rsidRPr="006A58AB" w:rsidRDefault="004E424C" w:rsidP="003D1E4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</w:rPr>
              <w:t>Мероприятия по поэтапному повышению значений показателей доступности инвалидам приоритетных объектов инфраструктуры</w:t>
            </w:r>
          </w:p>
        </w:tc>
      </w:tr>
      <w:tr w:rsidR="004E424C" w:rsidRPr="00114021" w:rsidTr="00FC400E">
        <w:tc>
          <w:tcPr>
            <w:tcW w:w="594" w:type="dxa"/>
          </w:tcPr>
          <w:p w:rsidR="004E424C" w:rsidRPr="006A58AB" w:rsidRDefault="004E424C" w:rsidP="003D1E4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88" w:type="dxa"/>
          </w:tcPr>
          <w:p w:rsidR="004E424C" w:rsidRPr="006A58AB" w:rsidRDefault="004E424C" w:rsidP="006A58A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</w:rPr>
              <w:t>Создание безбарьерной среды для инвалидов (маломобильных групп населения):</w:t>
            </w:r>
          </w:p>
          <w:p w:rsidR="004E424C" w:rsidRPr="006A58AB" w:rsidRDefault="004E424C" w:rsidP="006A58A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</w:rPr>
              <w:t xml:space="preserve"> МБУ «Киновидеосеть» </w:t>
            </w:r>
          </w:p>
        </w:tc>
        <w:tc>
          <w:tcPr>
            <w:tcW w:w="3977" w:type="dxa"/>
          </w:tcPr>
          <w:p w:rsidR="004E424C" w:rsidRPr="006A58AB" w:rsidRDefault="004E424C" w:rsidP="006A58AB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Верхнебуреинского района</w:t>
            </w:r>
          </w:p>
          <w:p w:rsidR="004E424C" w:rsidRPr="006A58AB" w:rsidRDefault="004E424C" w:rsidP="006A58AB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«Доступная среда»</w:t>
            </w:r>
          </w:p>
          <w:p w:rsidR="004E424C" w:rsidRPr="006A58AB" w:rsidRDefault="004E424C" w:rsidP="006A58AB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2014 - 2020 годы</w:t>
            </w:r>
          </w:p>
        </w:tc>
        <w:tc>
          <w:tcPr>
            <w:tcW w:w="2126" w:type="dxa"/>
          </w:tcPr>
          <w:p w:rsidR="004E424C" w:rsidRPr="006A58AB" w:rsidRDefault="004E424C" w:rsidP="006A58AB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</w:t>
            </w:r>
            <w:r w:rsidRPr="006A58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администрации Верхнебуреинского муниципального района,</w:t>
            </w:r>
          </w:p>
          <w:p w:rsidR="004E424C" w:rsidRPr="006A58AB" w:rsidRDefault="004E424C" w:rsidP="006A58AB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</w:rPr>
              <w:t>руководители учреждений</w:t>
            </w:r>
          </w:p>
        </w:tc>
        <w:tc>
          <w:tcPr>
            <w:tcW w:w="2126" w:type="dxa"/>
          </w:tcPr>
          <w:p w:rsidR="004E424C" w:rsidRPr="006A58AB" w:rsidRDefault="004E424C" w:rsidP="006A58AB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835" w:type="dxa"/>
          </w:tcPr>
          <w:p w:rsidR="004E424C" w:rsidRPr="006A58AB" w:rsidRDefault="004E424C" w:rsidP="003D1E4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</w:rPr>
              <w:t>доступно полностью для всех категорий инвалидов</w:t>
            </w:r>
          </w:p>
        </w:tc>
      </w:tr>
      <w:tr w:rsidR="004E424C" w:rsidRPr="00114021" w:rsidTr="00FC400E">
        <w:tc>
          <w:tcPr>
            <w:tcW w:w="594" w:type="dxa"/>
          </w:tcPr>
          <w:p w:rsidR="004E424C" w:rsidRPr="006A58AB" w:rsidRDefault="004E424C" w:rsidP="003D1E4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88" w:type="dxa"/>
          </w:tcPr>
          <w:p w:rsidR="004E424C" w:rsidRPr="006A58AB" w:rsidRDefault="004E424C" w:rsidP="006A58A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</w:rPr>
              <w:t>Создание безбарьерной среды для инвалидов (маломобильных групп населения):</w:t>
            </w:r>
          </w:p>
          <w:p w:rsidR="004E424C" w:rsidRPr="006A58AB" w:rsidRDefault="004E424C" w:rsidP="006A58A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</w:rPr>
              <w:t xml:space="preserve"> МБУ МБММОКПУ </w:t>
            </w:r>
          </w:p>
        </w:tc>
        <w:tc>
          <w:tcPr>
            <w:tcW w:w="3977" w:type="dxa"/>
          </w:tcPr>
          <w:p w:rsidR="004E424C" w:rsidRPr="006A58AB" w:rsidRDefault="004E424C" w:rsidP="006A58AB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Верхнебуреинского района</w:t>
            </w:r>
          </w:p>
          <w:p w:rsidR="004E424C" w:rsidRPr="006A58AB" w:rsidRDefault="004E424C" w:rsidP="006A58AB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«Доступная среда»</w:t>
            </w:r>
          </w:p>
          <w:p w:rsidR="004E424C" w:rsidRPr="006A58AB" w:rsidRDefault="004E424C" w:rsidP="006A58AB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2014 - 2020 годы</w:t>
            </w:r>
          </w:p>
        </w:tc>
        <w:tc>
          <w:tcPr>
            <w:tcW w:w="2126" w:type="dxa"/>
          </w:tcPr>
          <w:p w:rsidR="004E424C" w:rsidRPr="006A58AB" w:rsidRDefault="004E424C" w:rsidP="006A58AB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</w:t>
            </w:r>
            <w:r w:rsidRPr="006A58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администрации Верхнебуреинского муниципального района,</w:t>
            </w:r>
          </w:p>
          <w:p w:rsidR="004E424C" w:rsidRPr="006A58AB" w:rsidRDefault="004E424C" w:rsidP="006A58AB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</w:rPr>
              <w:t>руководители учреждений</w:t>
            </w:r>
          </w:p>
        </w:tc>
        <w:tc>
          <w:tcPr>
            <w:tcW w:w="2126" w:type="dxa"/>
          </w:tcPr>
          <w:p w:rsidR="004E424C" w:rsidRPr="006A58AB" w:rsidRDefault="004E424C" w:rsidP="006A58AB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835" w:type="dxa"/>
          </w:tcPr>
          <w:p w:rsidR="004E424C" w:rsidRPr="006A58AB" w:rsidRDefault="004E424C" w:rsidP="003D1E4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</w:rPr>
              <w:t>доступно полностью для всех категорий инвалидов</w:t>
            </w:r>
          </w:p>
        </w:tc>
      </w:tr>
      <w:tr w:rsidR="004E424C" w:rsidRPr="00114021" w:rsidTr="00FC400E">
        <w:tc>
          <w:tcPr>
            <w:tcW w:w="594" w:type="dxa"/>
          </w:tcPr>
          <w:p w:rsidR="004E424C" w:rsidRPr="006A58AB" w:rsidRDefault="004E424C" w:rsidP="003D1E4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88" w:type="dxa"/>
          </w:tcPr>
          <w:p w:rsidR="004E424C" w:rsidRPr="006A58AB" w:rsidRDefault="004E424C" w:rsidP="006A58A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</w:rPr>
              <w:t>Создание безбарьерной среды для инвалидов (маломобильных групп населения):</w:t>
            </w:r>
          </w:p>
          <w:p w:rsidR="004E424C" w:rsidRPr="006A58AB" w:rsidRDefault="004E424C" w:rsidP="006A58A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</w:rPr>
              <w:t xml:space="preserve">МБУ ВМЦБС </w:t>
            </w:r>
          </w:p>
        </w:tc>
        <w:tc>
          <w:tcPr>
            <w:tcW w:w="3977" w:type="dxa"/>
          </w:tcPr>
          <w:p w:rsidR="004E424C" w:rsidRPr="006A58AB" w:rsidRDefault="004E424C" w:rsidP="006A58AB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Верхнебуреинского района</w:t>
            </w:r>
          </w:p>
          <w:p w:rsidR="004E424C" w:rsidRPr="006A58AB" w:rsidRDefault="004E424C" w:rsidP="006A58AB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«Доступная среда»</w:t>
            </w:r>
          </w:p>
          <w:p w:rsidR="004E424C" w:rsidRPr="006A58AB" w:rsidRDefault="004E424C" w:rsidP="006A58AB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2014 - 2020 годы</w:t>
            </w:r>
          </w:p>
        </w:tc>
        <w:tc>
          <w:tcPr>
            <w:tcW w:w="2126" w:type="dxa"/>
          </w:tcPr>
          <w:p w:rsidR="004E424C" w:rsidRPr="006A58AB" w:rsidRDefault="004E424C" w:rsidP="006A58AB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</w:t>
            </w:r>
            <w:r w:rsidRPr="006A58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администрации Верхнебуреинского муниципального района,</w:t>
            </w:r>
          </w:p>
          <w:p w:rsidR="004E424C" w:rsidRPr="006A58AB" w:rsidRDefault="004E424C" w:rsidP="006A58AB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</w:rPr>
              <w:t>руководители учреждений</w:t>
            </w:r>
          </w:p>
        </w:tc>
        <w:tc>
          <w:tcPr>
            <w:tcW w:w="2126" w:type="dxa"/>
          </w:tcPr>
          <w:p w:rsidR="004E424C" w:rsidRPr="006A58AB" w:rsidRDefault="004E424C" w:rsidP="006A58AB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835" w:type="dxa"/>
          </w:tcPr>
          <w:p w:rsidR="004E424C" w:rsidRPr="006A58AB" w:rsidRDefault="004E424C" w:rsidP="003D1E4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</w:rPr>
              <w:t>доступно полностью для всех категорий инвалидов</w:t>
            </w:r>
          </w:p>
        </w:tc>
      </w:tr>
      <w:tr w:rsidR="004E424C" w:rsidRPr="00114021" w:rsidTr="00FC400E">
        <w:tc>
          <w:tcPr>
            <w:tcW w:w="594" w:type="dxa"/>
          </w:tcPr>
          <w:p w:rsidR="004E424C" w:rsidRPr="006A58AB" w:rsidRDefault="004E424C" w:rsidP="003D1E4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88" w:type="dxa"/>
          </w:tcPr>
          <w:p w:rsidR="004E424C" w:rsidRPr="006A58AB" w:rsidRDefault="004E424C" w:rsidP="006A58A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Создание безбарьерной среды для инвалидов в общеобразовательных организациях:</w:t>
            </w:r>
          </w:p>
          <w:p w:rsidR="004E424C" w:rsidRPr="006A58AB" w:rsidRDefault="004E424C" w:rsidP="006A58A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СОШ № 2, МБОУ ООШ № 5 п. ЦЭС, МБОУ СО № 9, МБОУ СОШ № 12, МБОУ СОШ № 14, МБОУ ООШ № 15, МБОУ ООШ 16, МБОУ СОШ 17, МБОУ ООШ № 18, МБОУ СОШ 19, МБОУ СОШ 20, МБОУ ООШ 21, МБОУ СОШ 22.</w:t>
            </w:r>
          </w:p>
          <w:p w:rsidR="004E424C" w:rsidRPr="006A58AB" w:rsidRDefault="004E424C" w:rsidP="006A58AB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77" w:type="dxa"/>
          </w:tcPr>
          <w:p w:rsidR="004E424C" w:rsidRPr="006A58AB" w:rsidRDefault="004E424C" w:rsidP="006A58AB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Государственная программа Хабаровского края </w:t>
            </w:r>
          </w:p>
          <w:p w:rsidR="004E424C" w:rsidRPr="006A58AB" w:rsidRDefault="004E424C" w:rsidP="006A58AB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«Доступная среда»</w:t>
            </w:r>
          </w:p>
          <w:p w:rsidR="004E424C" w:rsidRPr="006A58AB" w:rsidRDefault="004E424C" w:rsidP="006A58AB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2016 - 2020 годы</w:t>
            </w:r>
          </w:p>
        </w:tc>
        <w:tc>
          <w:tcPr>
            <w:tcW w:w="2126" w:type="dxa"/>
          </w:tcPr>
          <w:p w:rsidR="004E424C" w:rsidRPr="006A58AB" w:rsidRDefault="004E424C" w:rsidP="006A58AB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Управление образования администрации Верхнебуреинского муниципального района </w:t>
            </w:r>
          </w:p>
        </w:tc>
        <w:tc>
          <w:tcPr>
            <w:tcW w:w="2126" w:type="dxa"/>
          </w:tcPr>
          <w:p w:rsidR="004E424C" w:rsidRPr="006A58AB" w:rsidRDefault="004E424C" w:rsidP="006A58AB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2015 - 2030 гг.</w:t>
            </w:r>
          </w:p>
        </w:tc>
        <w:tc>
          <w:tcPr>
            <w:tcW w:w="2835" w:type="dxa"/>
          </w:tcPr>
          <w:p w:rsidR="004E424C" w:rsidRPr="006A58AB" w:rsidRDefault="004E424C" w:rsidP="006A58A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доступно частично для всех категорий инвалидов</w:t>
            </w:r>
          </w:p>
        </w:tc>
      </w:tr>
      <w:tr w:rsidR="004E424C" w:rsidRPr="00114021" w:rsidTr="00FC400E">
        <w:tc>
          <w:tcPr>
            <w:tcW w:w="594" w:type="dxa"/>
          </w:tcPr>
          <w:p w:rsidR="004E424C" w:rsidRPr="006A58AB" w:rsidRDefault="004E424C" w:rsidP="003D1E4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88" w:type="dxa"/>
          </w:tcPr>
          <w:p w:rsidR="004E424C" w:rsidRPr="006A58AB" w:rsidRDefault="004E424C" w:rsidP="006A58A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Создание безбарьерной среды для инвалидов (маломобильных групп населения) в учреждениях образования</w:t>
            </w:r>
          </w:p>
        </w:tc>
        <w:tc>
          <w:tcPr>
            <w:tcW w:w="3977" w:type="dxa"/>
          </w:tcPr>
          <w:p w:rsidR="004E424C" w:rsidRPr="006A58AB" w:rsidRDefault="004E424C" w:rsidP="006A58AB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Государственная программа Хабаровского края </w:t>
            </w:r>
          </w:p>
          <w:p w:rsidR="004E424C" w:rsidRPr="006A58AB" w:rsidRDefault="004E424C" w:rsidP="006A58AB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«Доступная среда»</w:t>
            </w:r>
          </w:p>
          <w:p w:rsidR="004E424C" w:rsidRPr="006A58AB" w:rsidRDefault="004E424C" w:rsidP="006A58AB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2016 - 2020 годы</w:t>
            </w:r>
          </w:p>
        </w:tc>
        <w:tc>
          <w:tcPr>
            <w:tcW w:w="2126" w:type="dxa"/>
          </w:tcPr>
          <w:p w:rsidR="004E424C" w:rsidRPr="006A58AB" w:rsidRDefault="004E424C" w:rsidP="006A58AB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Управление образования администрации Верхнебуреинского муниципального района </w:t>
            </w:r>
          </w:p>
        </w:tc>
        <w:tc>
          <w:tcPr>
            <w:tcW w:w="2126" w:type="dxa"/>
          </w:tcPr>
          <w:p w:rsidR="004E424C" w:rsidRPr="006A58AB" w:rsidRDefault="004E424C" w:rsidP="006A58AB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2015 - 2030 гг.</w:t>
            </w:r>
          </w:p>
        </w:tc>
        <w:tc>
          <w:tcPr>
            <w:tcW w:w="2835" w:type="dxa"/>
          </w:tcPr>
          <w:p w:rsidR="004E424C" w:rsidRPr="006A58AB" w:rsidRDefault="004E424C" w:rsidP="006A58A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доступно полностью для всех категорий инвалидов</w:t>
            </w:r>
          </w:p>
        </w:tc>
      </w:tr>
      <w:tr w:rsidR="004E424C" w:rsidRPr="00114021" w:rsidTr="00FC400E">
        <w:tc>
          <w:tcPr>
            <w:tcW w:w="14946" w:type="dxa"/>
            <w:gridSpan w:val="6"/>
          </w:tcPr>
          <w:p w:rsidR="004E424C" w:rsidRPr="006C5874" w:rsidRDefault="004E424C" w:rsidP="003D1E46">
            <w:pPr>
              <w:pStyle w:val="ConsPlusNormal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C5874">
              <w:rPr>
                <w:rFonts w:ascii="Times New Roman" w:hAnsi="Times New Roman" w:cs="Times New Roman"/>
                <w:sz w:val="24"/>
                <w:szCs w:val="24"/>
              </w:rPr>
              <w:t>РАЗДЕЛ III</w:t>
            </w:r>
          </w:p>
          <w:p w:rsidR="004E424C" w:rsidRPr="006C5874" w:rsidRDefault="004E424C" w:rsidP="003D1E4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74">
              <w:rPr>
                <w:rFonts w:ascii="Times New Roman" w:hAnsi="Times New Roman" w:cs="Times New Roman"/>
                <w:sz w:val="24"/>
                <w:szCs w:val="24"/>
              </w:rPr>
              <w:t>Мероприятия по поэтапному повышению значений показателей доступности предоставляемых инвалидам услуг с учетом имеющихся у них нарушений функций организма, а также по оказанию им помощи в преодолении барьеров, препятствующих пользованию объектами и услугами</w:t>
            </w:r>
          </w:p>
        </w:tc>
      </w:tr>
      <w:tr w:rsidR="004E424C" w:rsidRPr="00114021" w:rsidTr="00FC400E">
        <w:tc>
          <w:tcPr>
            <w:tcW w:w="594" w:type="dxa"/>
          </w:tcPr>
          <w:p w:rsidR="004E424C" w:rsidRPr="006C5874" w:rsidRDefault="004E424C" w:rsidP="003D1E4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88" w:type="dxa"/>
          </w:tcPr>
          <w:p w:rsidR="004E424C" w:rsidRPr="006C5874" w:rsidRDefault="004E424C" w:rsidP="006A58A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5874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должностные инструкции персонала с закреплением обязанностей по персональному сопровождению инвалидов</w:t>
            </w:r>
          </w:p>
        </w:tc>
        <w:tc>
          <w:tcPr>
            <w:tcW w:w="3977" w:type="dxa"/>
          </w:tcPr>
          <w:p w:rsidR="004E424C" w:rsidRPr="006C5874" w:rsidRDefault="004E424C" w:rsidP="006A58AB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74">
              <w:rPr>
                <w:rFonts w:ascii="Times New Roman" w:hAnsi="Times New Roman" w:cs="Times New Roman"/>
                <w:sz w:val="24"/>
                <w:szCs w:val="24"/>
              </w:rPr>
              <w:t>не требуется принятие отдельного нормативного правового акта</w:t>
            </w:r>
          </w:p>
        </w:tc>
        <w:tc>
          <w:tcPr>
            <w:tcW w:w="2126" w:type="dxa"/>
          </w:tcPr>
          <w:p w:rsidR="004E424C" w:rsidRPr="006C5874" w:rsidRDefault="004E424C" w:rsidP="006A58AB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</w:t>
            </w:r>
            <w:r w:rsidRPr="006A58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администрации Верхнебуреинского муниципального района</w:t>
            </w:r>
          </w:p>
        </w:tc>
        <w:tc>
          <w:tcPr>
            <w:tcW w:w="2126" w:type="dxa"/>
          </w:tcPr>
          <w:p w:rsidR="004E424C" w:rsidRPr="006C5874" w:rsidRDefault="004E424C" w:rsidP="006A58AB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74">
              <w:rPr>
                <w:rFonts w:ascii="Times New Roman" w:hAnsi="Times New Roman" w:cs="Times New Roman"/>
                <w:sz w:val="24"/>
                <w:szCs w:val="24"/>
              </w:rPr>
              <w:t>до обеспечения 100% доступности инвалидов к услугам учреждений культуры</w:t>
            </w:r>
          </w:p>
        </w:tc>
        <w:tc>
          <w:tcPr>
            <w:tcW w:w="2835" w:type="dxa"/>
          </w:tcPr>
          <w:p w:rsidR="004E424C" w:rsidRPr="006C5874" w:rsidRDefault="004E424C" w:rsidP="000C5A8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5874">
              <w:rPr>
                <w:rFonts w:ascii="Times New Roman" w:hAnsi="Times New Roman" w:cs="Times New Roman"/>
                <w:sz w:val="24"/>
                <w:szCs w:val="24"/>
              </w:rPr>
              <w:t>Контроль исполнени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C5874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</w:p>
        </w:tc>
      </w:tr>
      <w:tr w:rsidR="004E424C" w:rsidRPr="00114021" w:rsidTr="00FC400E">
        <w:tc>
          <w:tcPr>
            <w:tcW w:w="594" w:type="dxa"/>
          </w:tcPr>
          <w:p w:rsidR="004E424C" w:rsidRPr="006C5874" w:rsidRDefault="004E424C" w:rsidP="003D1E4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C58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8" w:type="dxa"/>
          </w:tcPr>
          <w:p w:rsidR="004E424C" w:rsidRPr="006C5874" w:rsidRDefault="004E424C" w:rsidP="006A58A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5874">
              <w:rPr>
                <w:rFonts w:ascii="Times New Roman" w:hAnsi="Times New Roman" w:cs="Times New Roman"/>
                <w:sz w:val="24"/>
                <w:szCs w:val="24"/>
              </w:rPr>
              <w:t>Определение порядка предоставления услуг инвалидам на действующих объектах, которые невозможно полностью приспособить (до их реконструкции, капитального ремонта) с учетом нужд инвалидов</w:t>
            </w:r>
          </w:p>
        </w:tc>
        <w:tc>
          <w:tcPr>
            <w:tcW w:w="3977" w:type="dxa"/>
          </w:tcPr>
          <w:p w:rsidR="004E424C" w:rsidRPr="006C5874" w:rsidRDefault="004E424C" w:rsidP="006A58AB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74">
              <w:rPr>
                <w:rFonts w:ascii="Times New Roman" w:hAnsi="Times New Roman" w:cs="Times New Roman"/>
                <w:sz w:val="24"/>
                <w:szCs w:val="24"/>
              </w:rPr>
              <w:t>не требуется принятие отдельного нормативного правового акта</w:t>
            </w:r>
          </w:p>
        </w:tc>
        <w:tc>
          <w:tcPr>
            <w:tcW w:w="2126" w:type="dxa"/>
          </w:tcPr>
          <w:p w:rsidR="004E424C" w:rsidRPr="006C5874" w:rsidRDefault="004E424C" w:rsidP="006A58AB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</w:t>
            </w:r>
            <w:r w:rsidRPr="006A58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администрации Верхнебуреинского муниципального района</w:t>
            </w:r>
          </w:p>
        </w:tc>
        <w:tc>
          <w:tcPr>
            <w:tcW w:w="2126" w:type="dxa"/>
          </w:tcPr>
          <w:p w:rsidR="004E424C" w:rsidRPr="006C5874" w:rsidRDefault="004E424C" w:rsidP="006A58AB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74">
              <w:rPr>
                <w:rFonts w:ascii="Times New Roman" w:hAnsi="Times New Roman" w:cs="Times New Roman"/>
                <w:sz w:val="24"/>
                <w:szCs w:val="24"/>
              </w:rPr>
              <w:t>до обеспечения 100% доступности инвалидов к услугам учреждений культуры</w:t>
            </w:r>
          </w:p>
        </w:tc>
        <w:tc>
          <w:tcPr>
            <w:tcW w:w="2835" w:type="dxa"/>
          </w:tcPr>
          <w:p w:rsidR="004E424C" w:rsidRPr="006C5874" w:rsidRDefault="004E424C" w:rsidP="003D1E4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5874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инвалидов в услугах учреждений культуры</w:t>
            </w:r>
          </w:p>
        </w:tc>
      </w:tr>
      <w:tr w:rsidR="004E424C" w:rsidRPr="00114021" w:rsidTr="00FC400E">
        <w:tc>
          <w:tcPr>
            <w:tcW w:w="594" w:type="dxa"/>
          </w:tcPr>
          <w:p w:rsidR="004E424C" w:rsidRPr="006C5874" w:rsidRDefault="004E424C" w:rsidP="003D1E4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88" w:type="dxa"/>
          </w:tcPr>
          <w:p w:rsidR="004E424C" w:rsidRPr="006C5874" w:rsidRDefault="004E424C" w:rsidP="006A58A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5874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информации инвалидам с помощью интернет-ресурсов о деятельности учреждений культуры </w:t>
            </w:r>
          </w:p>
        </w:tc>
        <w:tc>
          <w:tcPr>
            <w:tcW w:w="3977" w:type="dxa"/>
          </w:tcPr>
          <w:p w:rsidR="004E424C" w:rsidRPr="006C5874" w:rsidRDefault="004E424C" w:rsidP="006A58AB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74">
              <w:rPr>
                <w:rFonts w:ascii="Times New Roman" w:hAnsi="Times New Roman" w:cs="Times New Roman"/>
                <w:sz w:val="24"/>
                <w:szCs w:val="24"/>
              </w:rPr>
              <w:t>не требуется принятие отдельного нормативного правового акта</w:t>
            </w:r>
          </w:p>
        </w:tc>
        <w:tc>
          <w:tcPr>
            <w:tcW w:w="2126" w:type="dxa"/>
          </w:tcPr>
          <w:p w:rsidR="004E424C" w:rsidRPr="006C5874" w:rsidRDefault="004E424C" w:rsidP="006A58AB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B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</w:t>
            </w:r>
            <w:r w:rsidRPr="006A58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администрации Верхнебуреинского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</w:t>
            </w:r>
            <w:r w:rsidRPr="006C5874">
              <w:rPr>
                <w:rFonts w:ascii="Times New Roman" w:hAnsi="Times New Roman" w:cs="Times New Roman"/>
                <w:sz w:val="24"/>
                <w:szCs w:val="24"/>
              </w:rPr>
              <w:t>уководители учреждений</w:t>
            </w:r>
          </w:p>
        </w:tc>
        <w:tc>
          <w:tcPr>
            <w:tcW w:w="2126" w:type="dxa"/>
          </w:tcPr>
          <w:p w:rsidR="004E424C" w:rsidRPr="006C5874" w:rsidRDefault="004E424C" w:rsidP="006A58AB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7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4E424C" w:rsidRPr="006C5874" w:rsidRDefault="004E424C" w:rsidP="003D1E4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C5874">
              <w:rPr>
                <w:rFonts w:ascii="Times New Roman" w:hAnsi="Times New Roman" w:cs="Times New Roman"/>
                <w:sz w:val="24"/>
                <w:szCs w:val="24"/>
              </w:rPr>
              <w:t>овышение информированности инвалидов в области культуры</w:t>
            </w:r>
          </w:p>
        </w:tc>
      </w:tr>
      <w:tr w:rsidR="004E424C" w:rsidRPr="00114021" w:rsidTr="00FC400E">
        <w:tc>
          <w:tcPr>
            <w:tcW w:w="594" w:type="dxa"/>
          </w:tcPr>
          <w:p w:rsidR="004E424C" w:rsidRDefault="004E424C" w:rsidP="003D1E4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88" w:type="dxa"/>
          </w:tcPr>
          <w:p w:rsidR="004E424C" w:rsidRPr="000C5A81" w:rsidRDefault="004E424C" w:rsidP="000C5A8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C5A8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Определение ответственных за фактические показатели доступности для инвалидов объектов по отраслям</w:t>
            </w:r>
          </w:p>
        </w:tc>
        <w:tc>
          <w:tcPr>
            <w:tcW w:w="3977" w:type="dxa"/>
          </w:tcPr>
          <w:p w:rsidR="004E424C" w:rsidRPr="000C5A81" w:rsidRDefault="004E424C" w:rsidP="000C5A8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r w:rsidRPr="000C5A8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риказ</w:t>
            </w:r>
          </w:p>
        </w:tc>
        <w:tc>
          <w:tcPr>
            <w:tcW w:w="2126" w:type="dxa"/>
          </w:tcPr>
          <w:p w:rsidR="004E424C" w:rsidRPr="000C5A81" w:rsidRDefault="004E424C" w:rsidP="000C5A8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C5A8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Управление образования администрации Верхнебуреинского муниципального района</w:t>
            </w:r>
          </w:p>
        </w:tc>
        <w:tc>
          <w:tcPr>
            <w:tcW w:w="2126" w:type="dxa"/>
          </w:tcPr>
          <w:p w:rsidR="004E424C" w:rsidRPr="000C5A81" w:rsidRDefault="004E424C" w:rsidP="000C5A8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C5A8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2835" w:type="dxa"/>
          </w:tcPr>
          <w:p w:rsidR="004E424C" w:rsidRPr="000C5A81" w:rsidRDefault="004E424C" w:rsidP="000C5A8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5874">
              <w:rPr>
                <w:rFonts w:ascii="Times New Roman" w:hAnsi="Times New Roman" w:cs="Times New Roman"/>
                <w:sz w:val="24"/>
                <w:szCs w:val="24"/>
              </w:rPr>
              <w:t>Контроль исполнени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C5874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</w:p>
        </w:tc>
      </w:tr>
      <w:tr w:rsidR="004E424C" w:rsidRPr="00114021" w:rsidTr="00FC400E">
        <w:tc>
          <w:tcPr>
            <w:tcW w:w="594" w:type="dxa"/>
          </w:tcPr>
          <w:p w:rsidR="004E424C" w:rsidRDefault="004E424C" w:rsidP="003D1E4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88" w:type="dxa"/>
          </w:tcPr>
          <w:p w:rsidR="004E424C" w:rsidRPr="000C5A81" w:rsidRDefault="004E424C" w:rsidP="000C5A8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C5A8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Внесение изменений в должностные инструкции персонала с закреплением обязанностей по персональному сопровождению инвалидов</w:t>
            </w:r>
          </w:p>
        </w:tc>
        <w:tc>
          <w:tcPr>
            <w:tcW w:w="3977" w:type="dxa"/>
          </w:tcPr>
          <w:p w:rsidR="004E424C" w:rsidRPr="000C5A81" w:rsidRDefault="004E424C" w:rsidP="000C5A8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C5A8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Приказ, штатное расписание</w:t>
            </w:r>
          </w:p>
        </w:tc>
        <w:tc>
          <w:tcPr>
            <w:tcW w:w="2126" w:type="dxa"/>
          </w:tcPr>
          <w:p w:rsidR="004E424C" w:rsidRPr="000C5A81" w:rsidRDefault="004E424C" w:rsidP="000C5A8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C5A8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Управление образования администрации Верхнебуреинского муниципального района</w:t>
            </w:r>
          </w:p>
        </w:tc>
        <w:tc>
          <w:tcPr>
            <w:tcW w:w="2126" w:type="dxa"/>
          </w:tcPr>
          <w:p w:rsidR="004E424C" w:rsidRPr="000C5A81" w:rsidRDefault="004E424C" w:rsidP="000C5A8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C5A8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2017 -2030 гг.</w:t>
            </w:r>
          </w:p>
        </w:tc>
        <w:tc>
          <w:tcPr>
            <w:tcW w:w="2835" w:type="dxa"/>
          </w:tcPr>
          <w:p w:rsidR="004E424C" w:rsidRPr="000C5A81" w:rsidRDefault="004E424C" w:rsidP="000C5A8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C5874">
              <w:rPr>
                <w:rFonts w:ascii="Times New Roman" w:hAnsi="Times New Roman" w:cs="Times New Roman"/>
                <w:sz w:val="24"/>
                <w:szCs w:val="24"/>
              </w:rPr>
              <w:t>Контроль исполнени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C5874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</w:p>
        </w:tc>
      </w:tr>
      <w:tr w:rsidR="004E424C" w:rsidRPr="00114021" w:rsidTr="00FC400E">
        <w:tc>
          <w:tcPr>
            <w:tcW w:w="594" w:type="dxa"/>
          </w:tcPr>
          <w:p w:rsidR="004E424C" w:rsidRDefault="004E424C" w:rsidP="003D1E4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88" w:type="dxa"/>
          </w:tcPr>
          <w:p w:rsidR="004E424C" w:rsidRPr="000C5A81" w:rsidRDefault="004E424C" w:rsidP="000C5A8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C5A8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Определение порядка предоставления услуг инвалидам на действующих объектах, которые невозможно полностью приспособить (до их реконструкции, капитального ремонта) с учетом нужд инвалидов</w:t>
            </w:r>
          </w:p>
        </w:tc>
        <w:tc>
          <w:tcPr>
            <w:tcW w:w="3977" w:type="dxa"/>
          </w:tcPr>
          <w:p w:rsidR="004E424C" w:rsidRPr="000C5A81" w:rsidRDefault="004E424C" w:rsidP="000C5A8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C5A8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Приказ, инструкция</w:t>
            </w:r>
          </w:p>
        </w:tc>
        <w:tc>
          <w:tcPr>
            <w:tcW w:w="2126" w:type="dxa"/>
          </w:tcPr>
          <w:p w:rsidR="004E424C" w:rsidRPr="000C5A81" w:rsidRDefault="004E424C" w:rsidP="000C5A8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0C5A8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Управление образования администрации Верхнебуреинского муниципального района</w:t>
            </w:r>
          </w:p>
        </w:tc>
        <w:tc>
          <w:tcPr>
            <w:tcW w:w="2126" w:type="dxa"/>
          </w:tcPr>
          <w:p w:rsidR="004E424C" w:rsidRPr="000C5A81" w:rsidRDefault="004E424C" w:rsidP="000C5A8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0C5A8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обеспечения 100% доступности инвалидов к образовательным организациям</w:t>
            </w:r>
          </w:p>
        </w:tc>
        <w:tc>
          <w:tcPr>
            <w:tcW w:w="2835" w:type="dxa"/>
          </w:tcPr>
          <w:p w:rsidR="004E424C" w:rsidRPr="000C5A81" w:rsidRDefault="004E424C" w:rsidP="000C5A8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0C5A8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довлетворение потреб</w:t>
            </w:r>
            <w:bookmarkStart w:id="0" w:name="_GoBack"/>
            <w:bookmarkEnd w:id="0"/>
            <w:r w:rsidRPr="000C5A8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ностей инвалидов </w:t>
            </w:r>
          </w:p>
        </w:tc>
      </w:tr>
      <w:tr w:rsidR="004E424C" w:rsidRPr="00114021" w:rsidTr="00FC400E">
        <w:tc>
          <w:tcPr>
            <w:tcW w:w="14946" w:type="dxa"/>
            <w:gridSpan w:val="6"/>
          </w:tcPr>
          <w:p w:rsidR="004E424C" w:rsidRPr="006C5874" w:rsidRDefault="004E424C" w:rsidP="003D1E46">
            <w:pPr>
              <w:pStyle w:val="ConsPlusNormal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C5874">
              <w:rPr>
                <w:rFonts w:ascii="Times New Roman" w:hAnsi="Times New Roman" w:cs="Times New Roman"/>
                <w:sz w:val="24"/>
                <w:szCs w:val="24"/>
              </w:rPr>
              <w:t>РАЗДЕЛ IV</w:t>
            </w:r>
          </w:p>
          <w:p w:rsidR="004E424C" w:rsidRPr="006C5874" w:rsidRDefault="004E424C" w:rsidP="003D1E4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74">
              <w:rPr>
                <w:rFonts w:ascii="Times New Roman" w:hAnsi="Times New Roman" w:cs="Times New Roman"/>
                <w:sz w:val="24"/>
                <w:szCs w:val="24"/>
              </w:rPr>
              <w:t>Мероприятия по инструктированию или обучению специалистов, работающих с инвалидами, по вопросам, связанным с обеспечением доступности для них объектов, услуг и оказанием помощи в их использовании или получении (доступу к ним)</w:t>
            </w:r>
          </w:p>
        </w:tc>
      </w:tr>
      <w:tr w:rsidR="004E424C" w:rsidRPr="00114021" w:rsidTr="00FC400E">
        <w:tc>
          <w:tcPr>
            <w:tcW w:w="594" w:type="dxa"/>
          </w:tcPr>
          <w:p w:rsidR="004E424C" w:rsidRPr="006C5874" w:rsidRDefault="004E424C" w:rsidP="003D1E4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8" w:type="dxa"/>
          </w:tcPr>
          <w:p w:rsidR="004E424C" w:rsidRPr="006C5874" w:rsidRDefault="004E424C" w:rsidP="000C5A8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5874">
              <w:rPr>
                <w:rFonts w:ascii="Times New Roman" w:hAnsi="Times New Roman" w:cs="Times New Roman"/>
                <w:sz w:val="24"/>
                <w:szCs w:val="24"/>
              </w:rPr>
              <w:t>Проведение обучающих инструктажей для сотрудников, обслуживающих   посетителей с ограниченными возможностями жизнедеятельности.</w:t>
            </w:r>
          </w:p>
        </w:tc>
        <w:tc>
          <w:tcPr>
            <w:tcW w:w="3977" w:type="dxa"/>
          </w:tcPr>
          <w:p w:rsidR="004E424C" w:rsidRPr="006C5874" w:rsidRDefault="004E424C" w:rsidP="000C5A8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74">
              <w:rPr>
                <w:rFonts w:ascii="Times New Roman" w:hAnsi="Times New Roman" w:cs="Times New Roman"/>
                <w:sz w:val="24"/>
                <w:szCs w:val="24"/>
              </w:rPr>
              <w:t>Инструктажи</w:t>
            </w:r>
          </w:p>
        </w:tc>
        <w:tc>
          <w:tcPr>
            <w:tcW w:w="2126" w:type="dxa"/>
          </w:tcPr>
          <w:p w:rsidR="004E424C" w:rsidRPr="006C5874" w:rsidRDefault="004E424C" w:rsidP="000C5A8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74">
              <w:rPr>
                <w:rFonts w:ascii="Times New Roman" w:hAnsi="Times New Roman" w:cs="Times New Roman"/>
                <w:sz w:val="24"/>
                <w:szCs w:val="24"/>
              </w:rPr>
              <w:t>Руководители учреждений</w:t>
            </w:r>
          </w:p>
        </w:tc>
        <w:tc>
          <w:tcPr>
            <w:tcW w:w="2126" w:type="dxa"/>
          </w:tcPr>
          <w:p w:rsidR="004E424C" w:rsidRPr="006C5874" w:rsidRDefault="004E424C" w:rsidP="000C5A8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C5874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  <w:tc>
          <w:tcPr>
            <w:tcW w:w="2835" w:type="dxa"/>
          </w:tcPr>
          <w:p w:rsidR="004E424C" w:rsidRPr="006C5874" w:rsidRDefault="004E424C" w:rsidP="003D1E4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5874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услуг путем предоставления их инвалидам в доступном для них формате</w:t>
            </w:r>
          </w:p>
        </w:tc>
      </w:tr>
      <w:tr w:rsidR="004E424C" w:rsidRPr="00114021" w:rsidTr="00FC400E">
        <w:tc>
          <w:tcPr>
            <w:tcW w:w="594" w:type="dxa"/>
          </w:tcPr>
          <w:p w:rsidR="004E424C" w:rsidRPr="006C5874" w:rsidRDefault="004E424C" w:rsidP="003D1E4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88" w:type="dxa"/>
          </w:tcPr>
          <w:p w:rsidR="004E424C" w:rsidRPr="000C5A81" w:rsidRDefault="004E424C" w:rsidP="000C5A8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0C5A8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Обучение специалистов, участвующих в оказании услуг инвалидам.</w:t>
            </w:r>
          </w:p>
        </w:tc>
        <w:tc>
          <w:tcPr>
            <w:tcW w:w="3977" w:type="dxa"/>
          </w:tcPr>
          <w:p w:rsidR="004E424C" w:rsidRPr="000C5A81" w:rsidRDefault="004E424C" w:rsidP="000C5A8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0C5A8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Методические рекомендации Министерства труда и социальной защиты Российской Федерации для обучения (инструктирования) специалистов, работающих с инвалидами, по вопросам, связанным с обеспечением доступности для них объектов и услуг</w:t>
            </w:r>
          </w:p>
        </w:tc>
        <w:tc>
          <w:tcPr>
            <w:tcW w:w="2126" w:type="dxa"/>
          </w:tcPr>
          <w:p w:rsidR="004E424C" w:rsidRPr="000C5A81" w:rsidRDefault="004E424C" w:rsidP="000C5A8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C5A8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Управление образования администрации Верхнебуреинского муниципального района</w:t>
            </w:r>
          </w:p>
        </w:tc>
        <w:tc>
          <w:tcPr>
            <w:tcW w:w="2126" w:type="dxa"/>
          </w:tcPr>
          <w:p w:rsidR="004E424C" w:rsidRPr="000C5A81" w:rsidRDefault="004E424C" w:rsidP="000C5A8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r w:rsidRPr="000C5A8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остоянно</w:t>
            </w:r>
          </w:p>
        </w:tc>
        <w:tc>
          <w:tcPr>
            <w:tcW w:w="2835" w:type="dxa"/>
          </w:tcPr>
          <w:p w:rsidR="004E424C" w:rsidRPr="000C5A81" w:rsidRDefault="004E424C" w:rsidP="000C5A8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0C5A8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Повышение доступности услуг путем предоставления их инвалидам в доступном для них формате</w:t>
            </w:r>
          </w:p>
        </w:tc>
      </w:tr>
    </w:tbl>
    <w:p w:rsidR="004E424C" w:rsidRPr="00F84DF4" w:rsidRDefault="004E424C" w:rsidP="00FC400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424C" w:rsidRPr="00F5660F" w:rsidRDefault="004E424C" w:rsidP="00C8060F">
      <w:pPr>
        <w:pStyle w:val="ConsPlusNormal"/>
        <w:ind w:firstLine="539"/>
        <w:jc w:val="center"/>
        <w:rPr>
          <w:rFonts w:ascii="Times New Roman" w:hAnsi="Times New Roman"/>
          <w:sz w:val="28"/>
          <w:szCs w:val="28"/>
        </w:rPr>
      </w:pPr>
      <w:r>
        <w:t xml:space="preserve">_________________________________  </w:t>
      </w:r>
    </w:p>
    <w:sectPr w:rsidR="004E424C" w:rsidRPr="00F5660F" w:rsidSect="00C45529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424C" w:rsidRDefault="004E424C">
      <w:r>
        <w:separator/>
      </w:r>
    </w:p>
  </w:endnote>
  <w:endnote w:type="continuationSeparator" w:id="0">
    <w:p w:rsidR="004E424C" w:rsidRDefault="004E42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424C" w:rsidRDefault="004E424C">
      <w:r>
        <w:separator/>
      </w:r>
    </w:p>
  </w:footnote>
  <w:footnote w:type="continuationSeparator" w:id="0">
    <w:p w:rsidR="004E424C" w:rsidRDefault="004E42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24C" w:rsidRDefault="004E424C" w:rsidP="00D323A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E424C" w:rsidRDefault="004E424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24C" w:rsidRDefault="004E424C" w:rsidP="00D323A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E424C" w:rsidRDefault="004E424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E008B"/>
    <w:multiLevelType w:val="hybridMultilevel"/>
    <w:tmpl w:val="F9F4A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660F"/>
    <w:rsid w:val="0002114C"/>
    <w:rsid w:val="000C5A81"/>
    <w:rsid w:val="000D5B4A"/>
    <w:rsid w:val="00114021"/>
    <w:rsid w:val="001638A3"/>
    <w:rsid w:val="002C18A4"/>
    <w:rsid w:val="002E4C07"/>
    <w:rsid w:val="00301801"/>
    <w:rsid w:val="00344B84"/>
    <w:rsid w:val="003D1E46"/>
    <w:rsid w:val="00486723"/>
    <w:rsid w:val="004A5A7C"/>
    <w:rsid w:val="004E424C"/>
    <w:rsid w:val="00574D15"/>
    <w:rsid w:val="00667559"/>
    <w:rsid w:val="006A58AB"/>
    <w:rsid w:val="006B21F0"/>
    <w:rsid w:val="006C5874"/>
    <w:rsid w:val="006E4A0A"/>
    <w:rsid w:val="007F0A0B"/>
    <w:rsid w:val="00911FAB"/>
    <w:rsid w:val="00954B08"/>
    <w:rsid w:val="00BC1EFB"/>
    <w:rsid w:val="00C45529"/>
    <w:rsid w:val="00C8060F"/>
    <w:rsid w:val="00D1282E"/>
    <w:rsid w:val="00D323A4"/>
    <w:rsid w:val="00E61A89"/>
    <w:rsid w:val="00E635B1"/>
    <w:rsid w:val="00E71F35"/>
    <w:rsid w:val="00EA0D92"/>
    <w:rsid w:val="00F5660F"/>
    <w:rsid w:val="00F84DF4"/>
    <w:rsid w:val="00FC4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114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C18A4"/>
    <w:pPr>
      <w:widowControl w:val="0"/>
      <w:autoSpaceDE w:val="0"/>
      <w:autoSpaceDN w:val="0"/>
    </w:pPr>
    <w:rPr>
      <w:rFonts w:cs="Calibri"/>
      <w:szCs w:val="20"/>
    </w:rPr>
  </w:style>
  <w:style w:type="paragraph" w:styleId="ListParagraph">
    <w:name w:val="List Paragraph"/>
    <w:basedOn w:val="Normal"/>
    <w:uiPriority w:val="99"/>
    <w:qFormat/>
    <w:rsid w:val="002C18A4"/>
    <w:pPr>
      <w:ind w:left="720"/>
      <w:contextualSpacing/>
    </w:pPr>
  </w:style>
  <w:style w:type="paragraph" w:customStyle="1" w:styleId="ConsPlusTitle">
    <w:name w:val="ConsPlusTitle"/>
    <w:uiPriority w:val="99"/>
    <w:rsid w:val="00301801"/>
    <w:pPr>
      <w:widowControl w:val="0"/>
      <w:autoSpaceDE w:val="0"/>
      <w:autoSpaceDN w:val="0"/>
    </w:pPr>
    <w:rPr>
      <w:rFonts w:cs="Calibri"/>
      <w:b/>
      <w:szCs w:val="20"/>
    </w:rPr>
  </w:style>
  <w:style w:type="paragraph" w:styleId="NormalWeb">
    <w:name w:val="Normal (Web)"/>
    <w:basedOn w:val="Normal"/>
    <w:uiPriority w:val="99"/>
    <w:semiHidden/>
    <w:rsid w:val="007F0A0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3D1E46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locked/>
    <w:rsid w:val="00C8060F"/>
    <w:pPr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C8060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character" w:styleId="PageNumber">
    <w:name w:val="page number"/>
    <w:basedOn w:val="DefaultParagraphFont"/>
    <w:uiPriority w:val="99"/>
    <w:rsid w:val="00C8060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806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C366E5B0BDE59624D550FD22CA8FE0A4F7AB0A26970FFD2D0D0327TEqFX" TargetMode="External"/><Relationship Id="rId13" Type="http://schemas.openxmlformats.org/officeDocument/2006/relationships/hyperlink" Target="consultantplus://offline/ref=2AC366E5B0BDE59624D54BFF37A6D1ECA6FBF0062E9B5DA1700B5478BFFF518ETDq1X" TargetMode="External"/><Relationship Id="rId18" Type="http://schemas.openxmlformats.org/officeDocument/2006/relationships/hyperlink" Target="consultantplus://offline/ref=EF0282D279911A6A01069736C2FC7D89703FFB5840C6A9FAB5687341036CE288BD9CDB91B5082F03639C75VFq0X" TargetMode="External"/><Relationship Id="rId26" Type="http://schemas.openxmlformats.org/officeDocument/2006/relationships/hyperlink" Target="consultantplus://offline/ref=EF0282D279911A6A0106893BD49023857033A4504EC7A1AEEB37281C54V6q5X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F0282D279911A6A01069736C2FC7D89703FFB5840C6A9FAB5687341036CE288BD9CDB91B5082F03639C75VFq0X" TargetMode="External"/><Relationship Id="rId7" Type="http://schemas.openxmlformats.org/officeDocument/2006/relationships/hyperlink" Target="consultantplus://offline/ref=2AC366E5B0BDE59624D550FD22CA8FE0A4F7AB0A26970FFD2D0D0327TEqFX" TargetMode="External"/><Relationship Id="rId12" Type="http://schemas.openxmlformats.org/officeDocument/2006/relationships/hyperlink" Target="consultantplus://offline/ref=2AC366E5B0BDE59624D555F221CA8FE0A6F7AF0E209B52F725540F25E8TFq6X" TargetMode="External"/><Relationship Id="rId17" Type="http://schemas.openxmlformats.org/officeDocument/2006/relationships/hyperlink" Target="consultantplus://offline/ref=EF0282D279911A6A01069736C2FC7D89703FFB5840C6A9FAB5687341036CE288BD9CDB91B5082F03639C75VFq0X" TargetMode="External"/><Relationship Id="rId25" Type="http://schemas.openxmlformats.org/officeDocument/2006/relationships/hyperlink" Target="consultantplus://offline/ref=EF0282D279911A6A0106893BD49023857033A4504EC7A1AEEB37281C54V6q5X" TargetMode="Externa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hyperlink" Target="consultantplus://offline/ref=EF0282D279911A6A01069736C2FC7D89703FFB5840C6A9FAB5687341036CE288BD9CDB91B5082F03639C75VFq0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AC366E5B0BDE59624D550FD22CA8FE0A4F7AB0A26970FFD2D0D0327TEqFX" TargetMode="External"/><Relationship Id="rId24" Type="http://schemas.openxmlformats.org/officeDocument/2006/relationships/hyperlink" Target="consultantplus://offline/ref=EF0282D279911A6A0106893BD49023857033A4504EC7A1AEEB37281C54V6q5X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23" Type="http://schemas.openxmlformats.org/officeDocument/2006/relationships/hyperlink" Target="consultantplus://offline/ref=EF0282D279911A6A01069736C2FC7D89703FFB5840C6A9FAB5687341036CE288BD9CDB91B5082F03639C75VFq0X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2AC366E5B0BDE59624D555F221CA8FE0A6F7AF0E209B52F725540F25E8TFq6X" TargetMode="External"/><Relationship Id="rId19" Type="http://schemas.openxmlformats.org/officeDocument/2006/relationships/hyperlink" Target="consultantplus://offline/ref=EF0282D279911A6A01069736C2FC7D89703FFB5840C6A9FAB5687341036CE288BD9CDB91B5082F03639C75VFq0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AC366E5B0BDE59624D555F221CA8FE0A6F8AF022F9852F725540F25E8TFq6X" TargetMode="External"/><Relationship Id="rId14" Type="http://schemas.openxmlformats.org/officeDocument/2006/relationships/hyperlink" Target="consultantplus://offline/ref=2AC366E5B0BDE59624D54BFF37A6D1ECA6FBF0062E945CA37D0B5478BFFF518ETDq1X" TargetMode="External"/><Relationship Id="rId22" Type="http://schemas.openxmlformats.org/officeDocument/2006/relationships/hyperlink" Target="consultantplus://offline/ref=EF0282D279911A6A01069736C2FC7D89703FFB5840C6A9FAB5687341036CE288BD9CDB91B5082F03639C75VFq0X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127</TotalTime>
  <Pages>16</Pages>
  <Words>4303</Words>
  <Characters>24529</Characters>
  <Application>Microsoft Office Outlook</Application>
  <DocSecurity>0</DocSecurity>
  <Lines>0</Lines>
  <Paragraphs>0</Paragraphs>
  <ScaleCrop>false</ScaleCrop>
  <Company>здравохранение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5</cp:revision>
  <cp:lastPrinted>2016-12-27T04:02:00Z</cp:lastPrinted>
  <dcterms:created xsi:type="dcterms:W3CDTF">2016-12-23T03:24:00Z</dcterms:created>
  <dcterms:modified xsi:type="dcterms:W3CDTF">2016-12-29T04:56:00Z</dcterms:modified>
</cp:coreProperties>
</file>