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40A" w:rsidRPr="00616291" w:rsidRDefault="00BE040A" w:rsidP="008E5985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616291">
        <w:rPr>
          <w:rFonts w:ascii="Times New Roman" w:hAnsi="Times New Roman"/>
          <w:sz w:val="28"/>
          <w:szCs w:val="28"/>
        </w:rPr>
        <w:t>Администрация</w:t>
      </w:r>
    </w:p>
    <w:p w:rsidR="00BE040A" w:rsidRPr="00616291" w:rsidRDefault="00BE040A" w:rsidP="008E5985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616291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BE040A" w:rsidRPr="00616291" w:rsidRDefault="00BE040A" w:rsidP="008E5985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E040A" w:rsidRPr="00616291" w:rsidRDefault="00BE040A" w:rsidP="008E5985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616291">
        <w:rPr>
          <w:rFonts w:ascii="Times New Roman" w:hAnsi="Times New Roman"/>
          <w:sz w:val="28"/>
          <w:szCs w:val="28"/>
        </w:rPr>
        <w:t>ПОСТАНОВЛЕНИЕ</w:t>
      </w:r>
    </w:p>
    <w:p w:rsidR="00BE040A" w:rsidRPr="00616291" w:rsidRDefault="00BE040A" w:rsidP="008E5985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E040A" w:rsidRPr="00616291" w:rsidRDefault="00BE040A" w:rsidP="008E5985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BE040A" w:rsidRPr="00616291" w:rsidRDefault="00BE040A" w:rsidP="008E5985">
      <w:pPr>
        <w:pStyle w:val="ConsPlusNormal"/>
        <w:outlineLv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20.11.2019    № 674</w:t>
      </w:r>
    </w:p>
    <w:p w:rsidR="00BE040A" w:rsidRPr="00616291" w:rsidRDefault="00BE040A" w:rsidP="008E5985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  <w:r w:rsidRPr="00616291">
        <w:rPr>
          <w:rFonts w:ascii="Times New Roman" w:hAnsi="Times New Roman"/>
          <w:sz w:val="28"/>
          <w:szCs w:val="28"/>
        </w:rPr>
        <w:t>п. Чегдомын</w:t>
      </w:r>
    </w:p>
    <w:p w:rsidR="00BE040A" w:rsidRDefault="00BE040A" w:rsidP="006D6F2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BE040A" w:rsidRDefault="00BE040A" w:rsidP="006D6F2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E040A" w:rsidRPr="00F1043D" w:rsidRDefault="00BE040A" w:rsidP="006D6F2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Pr="00F1043D">
        <w:rPr>
          <w:rFonts w:ascii="Times New Roman" w:hAnsi="Times New Roman"/>
          <w:sz w:val="28"/>
          <w:szCs w:val="28"/>
        </w:rPr>
        <w:t>«Кадровое обеспечение медицинских учреждений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F36FC">
        <w:rPr>
          <w:rFonts w:ascii="Times New Roman" w:hAnsi="Times New Roman"/>
          <w:sz w:val="28"/>
          <w:szCs w:val="28"/>
        </w:rPr>
        <w:t>расположенных на территории</w:t>
      </w:r>
      <w:r w:rsidRPr="00F1043D">
        <w:rPr>
          <w:rFonts w:ascii="Times New Roman" w:hAnsi="Times New Roman"/>
          <w:sz w:val="28"/>
          <w:szCs w:val="28"/>
        </w:rPr>
        <w:t xml:space="preserve"> Верхнебуреинского муниципального района Хабаровского края»</w:t>
      </w:r>
    </w:p>
    <w:p w:rsidR="00BE040A" w:rsidRDefault="00BE040A" w:rsidP="006D6F2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BE040A" w:rsidRDefault="00BE040A" w:rsidP="006D6F2D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E040A" w:rsidRDefault="00BE040A" w:rsidP="006D6F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ст. 179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Федерации», Устава Верхнебуреинского муниципального района 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в</w:t>
      </w:r>
      <w:r w:rsidRPr="00457E0F">
        <w:rPr>
          <w:sz w:val="28"/>
          <w:szCs w:val="28"/>
        </w:rPr>
        <w:t xml:space="preserve"> </w:t>
      </w:r>
      <w:r w:rsidRPr="006D6F2D">
        <w:rPr>
          <w:rFonts w:ascii="Times New Roman" w:hAnsi="Times New Roman"/>
          <w:sz w:val="28"/>
          <w:szCs w:val="28"/>
        </w:rPr>
        <w:t>целях стимулирования медицинских работников к трудоустройству в медицинские учреждения</w:t>
      </w:r>
      <w:r>
        <w:rPr>
          <w:rFonts w:ascii="Times New Roman" w:hAnsi="Times New Roman"/>
          <w:sz w:val="28"/>
          <w:szCs w:val="28"/>
        </w:rPr>
        <w:t xml:space="preserve">, расположенные на территории Верхнебуреинского муниципального района администрация района </w:t>
      </w:r>
    </w:p>
    <w:p w:rsidR="00BE040A" w:rsidRDefault="00BE040A" w:rsidP="00646A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BE040A" w:rsidRPr="00F1043D" w:rsidRDefault="00BE040A" w:rsidP="00646AC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F92D1E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прилагаемую</w:t>
      </w:r>
      <w:r w:rsidRPr="00F92D1E">
        <w:rPr>
          <w:rFonts w:ascii="Times New Roman" w:hAnsi="Times New Roman"/>
          <w:sz w:val="28"/>
          <w:szCs w:val="28"/>
        </w:rPr>
        <w:t xml:space="preserve"> муниципальную программу </w:t>
      </w:r>
      <w:r w:rsidRPr="00F1043D">
        <w:rPr>
          <w:rFonts w:ascii="Times New Roman" w:hAnsi="Times New Roman"/>
          <w:sz w:val="28"/>
          <w:szCs w:val="28"/>
        </w:rPr>
        <w:t>«Кадровое обеспечение медицинских учреждений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F36FC">
        <w:rPr>
          <w:rFonts w:ascii="Times New Roman" w:hAnsi="Times New Roman"/>
          <w:sz w:val="28"/>
          <w:szCs w:val="28"/>
        </w:rPr>
        <w:t>расположенных на территории</w:t>
      </w:r>
      <w:r w:rsidRPr="00F1043D">
        <w:rPr>
          <w:rFonts w:ascii="Times New Roman" w:hAnsi="Times New Roman"/>
          <w:sz w:val="28"/>
          <w:szCs w:val="28"/>
        </w:rPr>
        <w:t xml:space="preserve"> Верхнебуреинского муниципального района Хабаровского края»</w:t>
      </w:r>
      <w:r>
        <w:rPr>
          <w:rFonts w:ascii="Times New Roman" w:hAnsi="Times New Roman"/>
          <w:sz w:val="28"/>
          <w:szCs w:val="28"/>
        </w:rPr>
        <w:t>.</w:t>
      </w:r>
    </w:p>
    <w:p w:rsidR="00BE040A" w:rsidRPr="006D6F2D" w:rsidRDefault="00BE040A" w:rsidP="00646ACD">
      <w:pPr>
        <w:pStyle w:val="ListParagraph"/>
        <w:widowControl w:val="0"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D6F2D">
        <w:rPr>
          <w:rFonts w:ascii="Times New Roman" w:hAnsi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BE040A" w:rsidRPr="006D6F2D" w:rsidRDefault="00BE040A" w:rsidP="00646ACD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D6F2D">
        <w:rPr>
          <w:rFonts w:ascii="Times New Roman" w:hAnsi="Times New Roman"/>
          <w:sz w:val="28"/>
          <w:szCs w:val="28"/>
        </w:rPr>
        <w:t>Настоящее постанов</w:t>
      </w:r>
      <w:r>
        <w:rPr>
          <w:rFonts w:ascii="Times New Roman" w:hAnsi="Times New Roman"/>
          <w:sz w:val="28"/>
          <w:szCs w:val="28"/>
        </w:rPr>
        <w:t xml:space="preserve">ление вступает в силу после его </w:t>
      </w:r>
      <w:r w:rsidRPr="006D6F2D">
        <w:rPr>
          <w:rFonts w:ascii="Times New Roman" w:hAnsi="Times New Roman"/>
          <w:sz w:val="28"/>
          <w:szCs w:val="28"/>
        </w:rPr>
        <w:t>официального опубликования (обнародования).</w:t>
      </w:r>
    </w:p>
    <w:p w:rsidR="00BE040A" w:rsidRDefault="00BE040A" w:rsidP="00646AC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040A" w:rsidRDefault="00BE040A" w:rsidP="006D6F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40A" w:rsidRDefault="00BE040A" w:rsidP="006D6F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40A" w:rsidRPr="00B2767C" w:rsidRDefault="00BE040A" w:rsidP="006D6F2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района      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А.М. Маслов</w:t>
      </w:r>
    </w:p>
    <w:p w:rsidR="00BE040A" w:rsidRPr="00B25779" w:rsidRDefault="00BE040A" w:rsidP="006D6F2D">
      <w:pPr>
        <w:rPr>
          <w:szCs w:val="28"/>
        </w:rPr>
      </w:pPr>
    </w:p>
    <w:p w:rsidR="00BE040A" w:rsidRPr="006D6F2D" w:rsidRDefault="00BE040A" w:rsidP="006D6F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E040A" w:rsidRPr="006D6F2D" w:rsidSect="00646ACD">
      <w:headerReference w:type="default" r:id="rId7"/>
      <w:pgSz w:w="11906" w:h="16838"/>
      <w:pgMar w:top="1134" w:right="567" w:bottom="1134" w:left="204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40A" w:rsidRDefault="00BE040A" w:rsidP="00CA3A86">
      <w:pPr>
        <w:spacing w:after="0" w:line="240" w:lineRule="auto"/>
      </w:pPr>
      <w:r>
        <w:separator/>
      </w:r>
    </w:p>
  </w:endnote>
  <w:endnote w:type="continuationSeparator" w:id="0">
    <w:p w:rsidR="00BE040A" w:rsidRDefault="00BE040A" w:rsidP="00CA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40A" w:rsidRDefault="00BE040A" w:rsidP="00CA3A86">
      <w:pPr>
        <w:spacing w:after="0" w:line="240" w:lineRule="auto"/>
      </w:pPr>
      <w:r>
        <w:separator/>
      </w:r>
    </w:p>
  </w:footnote>
  <w:footnote w:type="continuationSeparator" w:id="0">
    <w:p w:rsidR="00BE040A" w:rsidRDefault="00BE040A" w:rsidP="00CA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40A" w:rsidRDefault="00BE040A" w:rsidP="009764F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7895"/>
    <w:multiLevelType w:val="hybridMultilevel"/>
    <w:tmpl w:val="F384ADD6"/>
    <w:lvl w:ilvl="0" w:tplc="0419000F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D131428"/>
    <w:multiLevelType w:val="hybridMultilevel"/>
    <w:tmpl w:val="B3BCC382"/>
    <w:lvl w:ilvl="0" w:tplc="2564C1BA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6F2D"/>
    <w:rsid w:val="00092891"/>
    <w:rsid w:val="00203C11"/>
    <w:rsid w:val="003C4091"/>
    <w:rsid w:val="00457E0F"/>
    <w:rsid w:val="005A1052"/>
    <w:rsid w:val="00616291"/>
    <w:rsid w:val="00646ACD"/>
    <w:rsid w:val="006D6F2D"/>
    <w:rsid w:val="0084435F"/>
    <w:rsid w:val="00865B53"/>
    <w:rsid w:val="008A2D23"/>
    <w:rsid w:val="008E34D7"/>
    <w:rsid w:val="008E5985"/>
    <w:rsid w:val="008F36FC"/>
    <w:rsid w:val="008F45F2"/>
    <w:rsid w:val="009764FE"/>
    <w:rsid w:val="00B25779"/>
    <w:rsid w:val="00B2767C"/>
    <w:rsid w:val="00BE040A"/>
    <w:rsid w:val="00BE7A93"/>
    <w:rsid w:val="00C01DF8"/>
    <w:rsid w:val="00CA3A86"/>
    <w:rsid w:val="00D550EA"/>
    <w:rsid w:val="00F1043D"/>
    <w:rsid w:val="00F92D1E"/>
    <w:rsid w:val="00FB2A9B"/>
    <w:rsid w:val="00FF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A8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D6F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6D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D6F2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46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ConsPlusNormal">
    <w:name w:val="ConsPlusNormal"/>
    <w:link w:val="ConsPlusNormal0"/>
    <w:uiPriority w:val="99"/>
    <w:rsid w:val="008E5985"/>
    <w:pPr>
      <w:autoSpaceDE w:val="0"/>
      <w:autoSpaceDN w:val="0"/>
      <w:adjustRightInd w:val="0"/>
    </w:pPr>
    <w:rPr>
      <w:rFonts w:ascii="Arial" w:hAnsi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8E5985"/>
    <w:rPr>
      <w:rFonts w:ascii="Arial" w:hAnsi="Arial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174</Words>
  <Characters>994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нов1</dc:creator>
  <cp:keywords/>
  <dc:description/>
  <cp:lastModifiedBy>Org4</cp:lastModifiedBy>
  <cp:revision>10</cp:revision>
  <cp:lastPrinted>2006-01-19T11:03:00Z</cp:lastPrinted>
  <dcterms:created xsi:type="dcterms:W3CDTF">2019-10-24T05:15:00Z</dcterms:created>
  <dcterms:modified xsi:type="dcterms:W3CDTF">2005-12-31T13:42:00Z</dcterms:modified>
</cp:coreProperties>
</file>