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797">
        <w:rPr>
          <w:rFonts w:ascii="Times New Roman" w:hAnsi="Times New Roman"/>
          <w:sz w:val="28"/>
          <w:szCs w:val="28"/>
        </w:rPr>
        <w:t>Администрация</w:t>
      </w: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797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797">
        <w:rPr>
          <w:rFonts w:ascii="Times New Roman" w:hAnsi="Times New Roman"/>
          <w:sz w:val="28"/>
          <w:szCs w:val="28"/>
        </w:rPr>
        <w:t>ПОСТАНОВЛЕНИЕ</w:t>
      </w: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389" w:rsidRPr="00F13797" w:rsidRDefault="00AA2389" w:rsidP="00F1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389" w:rsidRPr="00F13797" w:rsidRDefault="00AA2389" w:rsidP="00F137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11</w:t>
      </w:r>
      <w:r w:rsidRPr="00F13797">
        <w:rPr>
          <w:rFonts w:ascii="Times New Roman" w:hAnsi="Times New Roman"/>
          <w:sz w:val="28"/>
          <w:szCs w:val="28"/>
          <w:u w:val="single"/>
        </w:rPr>
        <w:t xml:space="preserve">.01.2017  № </w:t>
      </w:r>
      <w:r>
        <w:rPr>
          <w:rFonts w:ascii="Times New Roman" w:hAnsi="Times New Roman"/>
          <w:sz w:val="28"/>
          <w:szCs w:val="28"/>
          <w:u w:val="single"/>
        </w:rPr>
        <w:t>11</w:t>
      </w:r>
    </w:p>
    <w:p w:rsidR="00AA2389" w:rsidRPr="00F13797" w:rsidRDefault="00AA2389" w:rsidP="00F137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3797">
        <w:rPr>
          <w:rFonts w:ascii="Times New Roman" w:hAnsi="Times New Roman"/>
          <w:sz w:val="28"/>
          <w:szCs w:val="28"/>
        </w:rPr>
        <w:t>п. Чегдомын</w:t>
      </w:r>
      <w:r w:rsidRPr="00F13797">
        <w:rPr>
          <w:rFonts w:ascii="Times New Roman" w:hAnsi="Times New Roman"/>
          <w:sz w:val="28"/>
          <w:szCs w:val="28"/>
        </w:rPr>
        <w:tab/>
      </w:r>
    </w:p>
    <w:p w:rsidR="00AA2389" w:rsidRDefault="00AA2389" w:rsidP="00FB2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2389" w:rsidRDefault="00AA2389" w:rsidP="000C64B5">
      <w:pPr>
        <w:autoSpaceDE w:val="0"/>
        <w:autoSpaceDN w:val="0"/>
        <w:adjustRightInd w:val="0"/>
        <w:spacing w:after="0" w:line="240" w:lineRule="exact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5D78E8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Об утверждении 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Плана создания </w:t>
      </w:r>
    </w:p>
    <w:p w:rsidR="00AA2389" w:rsidRDefault="00AA2389" w:rsidP="000C64B5">
      <w:pPr>
        <w:autoSpaceDE w:val="0"/>
        <w:autoSpaceDN w:val="0"/>
        <w:adjustRightInd w:val="0"/>
        <w:spacing w:after="0" w:line="240" w:lineRule="exact"/>
        <w:rPr>
          <w:rStyle w:val="Strong"/>
          <w:rFonts w:ascii="Times New Roman" w:hAnsi="Times New Roman"/>
          <w:b w:val="0"/>
          <w:bCs/>
          <w:sz w:val="28"/>
          <w:szCs w:val="28"/>
        </w:rPr>
      </w:pP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инвестиционных объектов и объектов </w:t>
      </w:r>
    </w:p>
    <w:p w:rsidR="00AA2389" w:rsidRDefault="00AA2389" w:rsidP="000C64B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инфраструктуры </w:t>
      </w:r>
      <w:r>
        <w:rPr>
          <w:rFonts w:ascii="Times New Roman" w:hAnsi="Times New Roman"/>
          <w:sz w:val="28"/>
          <w:szCs w:val="28"/>
        </w:rPr>
        <w:t xml:space="preserve"> в Верхнебуреинском </w:t>
      </w:r>
    </w:p>
    <w:p w:rsidR="00AA2389" w:rsidRPr="005D78E8" w:rsidRDefault="00AA2389" w:rsidP="000C64B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районе</w:t>
      </w:r>
    </w:p>
    <w:p w:rsidR="00AA2389" w:rsidRPr="00BA19B5" w:rsidRDefault="00AA2389" w:rsidP="008956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2389" w:rsidRPr="008870CB" w:rsidRDefault="00AA2389" w:rsidP="000C6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2C7B">
        <w:rPr>
          <w:rFonts w:ascii="Times New Roman" w:hAnsi="Times New Roman"/>
          <w:sz w:val="28"/>
          <w:szCs w:val="28"/>
        </w:rPr>
        <w:t xml:space="preserve">В целях активизации инвестиционной деятельности, повышения инвестиционной привлекательности, создания благоприятных условий для ведения предпринимательской  и инвестиционной деятельности </w:t>
      </w:r>
      <w:r>
        <w:rPr>
          <w:rFonts w:ascii="Times New Roman" w:hAnsi="Times New Roman"/>
          <w:sz w:val="28"/>
          <w:szCs w:val="28"/>
        </w:rPr>
        <w:t>на территории Верхнебуреинского</w:t>
      </w:r>
      <w:r w:rsidRPr="00ED2BAB">
        <w:rPr>
          <w:rFonts w:ascii="Times New Roman" w:hAnsi="Times New Roman"/>
          <w:sz w:val="28"/>
          <w:szCs w:val="28"/>
        </w:rPr>
        <w:t xml:space="preserve"> муниципального района, создания открытой информационной среды для инвесторов, в соответствии с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bookmarkStart w:id="0" w:name="_GoBack"/>
      <w:r>
        <w:rPr>
          <w:rFonts w:ascii="Times New Roman" w:hAnsi="Times New Roman"/>
          <w:sz w:val="28"/>
          <w:szCs w:val="28"/>
        </w:rPr>
        <w:t>а</w:t>
      </w:r>
      <w:bookmarkEnd w:id="0"/>
      <w:r>
        <w:rPr>
          <w:rFonts w:ascii="Times New Roman" w:hAnsi="Times New Roman"/>
          <w:sz w:val="28"/>
          <w:szCs w:val="28"/>
        </w:rPr>
        <w:t>дминистрации Верхнебуреинского муниципального района от 15.12.2016 № 726 «Об утверждении Положения о порядке формирования и ежегодного обновления Плана создания инвестиционных объектов и объектов инфраструктуры в Верхнебуреинском муниципальном районе», администрация района</w:t>
      </w:r>
    </w:p>
    <w:p w:rsidR="00AA2389" w:rsidRDefault="00AA2389" w:rsidP="000C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9B5">
        <w:rPr>
          <w:rFonts w:ascii="Times New Roman" w:hAnsi="Times New Roman"/>
          <w:sz w:val="28"/>
          <w:szCs w:val="28"/>
        </w:rPr>
        <w:t>ПОСТАНОВЛЯЕТ:</w:t>
      </w:r>
    </w:p>
    <w:p w:rsidR="00AA2389" w:rsidRDefault="00AA2389" w:rsidP="000C64B5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5F68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прилагаемый </w:t>
      </w:r>
      <w:r w:rsidRPr="00CA5F68">
        <w:rPr>
          <w:rFonts w:ascii="Times New Roman" w:hAnsi="Times New Roman"/>
          <w:sz w:val="28"/>
          <w:szCs w:val="28"/>
        </w:rPr>
        <w:t>План создания инвестиционных объектов и объектов инфраструктуры в Верхнебуреинском муниципальном районе</w:t>
      </w:r>
      <w:r>
        <w:rPr>
          <w:rFonts w:ascii="Times New Roman" w:hAnsi="Times New Roman"/>
          <w:sz w:val="28"/>
          <w:szCs w:val="28"/>
        </w:rPr>
        <w:t xml:space="preserve"> на период до 2020 года.</w:t>
      </w:r>
    </w:p>
    <w:p w:rsidR="00AA2389" w:rsidRPr="004729A5" w:rsidRDefault="00AA2389" w:rsidP="000C64B5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A19B5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BA19B5">
        <w:rPr>
          <w:rFonts w:ascii="Times New Roman" w:hAnsi="Times New Roman"/>
          <w:sz w:val="28"/>
          <w:szCs w:val="28"/>
        </w:rPr>
        <w:t xml:space="preserve">заместителя главы администрации района </w:t>
      </w:r>
      <w:r>
        <w:rPr>
          <w:rFonts w:ascii="Times New Roman" w:hAnsi="Times New Roman"/>
          <w:sz w:val="28"/>
          <w:szCs w:val="28"/>
        </w:rPr>
        <w:t>Лещука А.В.</w:t>
      </w:r>
    </w:p>
    <w:p w:rsidR="00AA2389" w:rsidRPr="00BA19B5" w:rsidRDefault="00AA2389" w:rsidP="000C64B5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</w:t>
      </w:r>
      <w:r w:rsidRPr="004729A5"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(обнародования).</w:t>
      </w:r>
    </w:p>
    <w:p w:rsidR="00AA2389" w:rsidRDefault="00AA2389" w:rsidP="000C64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AA2389" w:rsidRDefault="00AA2389" w:rsidP="00BA19B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AA2389" w:rsidRPr="000C64B5" w:rsidRDefault="00AA2389" w:rsidP="000C64B5">
      <w:pPr>
        <w:spacing w:line="240" w:lineRule="exact"/>
        <w:rPr>
          <w:rFonts w:ascii="Times New Roman" w:hAnsi="Times New Roman"/>
          <w:sz w:val="28"/>
          <w:szCs w:val="28"/>
        </w:rPr>
      </w:pPr>
      <w:r w:rsidRPr="000C64B5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П.Ф. Титков</w:t>
      </w:r>
    </w:p>
    <w:p w:rsidR="00AA2389" w:rsidRPr="000C64B5" w:rsidRDefault="00AA2389">
      <w:pPr>
        <w:rPr>
          <w:rFonts w:ascii="Times New Roman" w:hAnsi="Times New Roman"/>
          <w:sz w:val="28"/>
          <w:szCs w:val="28"/>
        </w:rPr>
      </w:pPr>
    </w:p>
    <w:sectPr w:rsidR="00AA2389" w:rsidRPr="000C64B5" w:rsidSect="000C64B5">
      <w:headerReference w:type="even" r:id="rId7"/>
      <w:headerReference w:type="default" r:id="rId8"/>
      <w:headerReference w:type="first" r:id="rId9"/>
      <w:pgSz w:w="11906" w:h="16838"/>
      <w:pgMar w:top="1134" w:right="567" w:bottom="1134" w:left="215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389" w:rsidRDefault="00AA2389">
      <w:r>
        <w:separator/>
      </w:r>
    </w:p>
  </w:endnote>
  <w:endnote w:type="continuationSeparator" w:id="0">
    <w:p w:rsidR="00AA2389" w:rsidRDefault="00AA2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389" w:rsidRDefault="00AA2389">
      <w:r>
        <w:separator/>
      </w:r>
    </w:p>
  </w:footnote>
  <w:footnote w:type="continuationSeparator" w:id="0">
    <w:p w:rsidR="00AA2389" w:rsidRDefault="00AA2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89" w:rsidRDefault="00AA2389" w:rsidP="000B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2389" w:rsidRDefault="00AA23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89" w:rsidRDefault="00AA238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A2389" w:rsidRDefault="00AA23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89" w:rsidRDefault="00AA2389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AA2389" w:rsidRDefault="00AA23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hybridMultilevel"/>
    <w:tmpl w:val="A03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7321A0"/>
    <w:multiLevelType w:val="multilevel"/>
    <w:tmpl w:val="5D40E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8BA401B"/>
    <w:multiLevelType w:val="multilevel"/>
    <w:tmpl w:val="A4BADDBE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abstractNum w:abstractNumId="3">
    <w:nsid w:val="3FE91A8B"/>
    <w:multiLevelType w:val="hybridMultilevel"/>
    <w:tmpl w:val="7872233A"/>
    <w:lvl w:ilvl="0" w:tplc="25C2E1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2D2D2D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59E71F0"/>
    <w:multiLevelType w:val="hybridMultilevel"/>
    <w:tmpl w:val="09F8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737738"/>
    <w:multiLevelType w:val="hybridMultilevel"/>
    <w:tmpl w:val="31F846CC"/>
    <w:lvl w:ilvl="0" w:tplc="6AA6D958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BA5D5E"/>
    <w:multiLevelType w:val="hybridMultilevel"/>
    <w:tmpl w:val="43406B6C"/>
    <w:lvl w:ilvl="0" w:tplc="4E1C17E6">
      <w:start w:val="1"/>
      <w:numFmt w:val="decimal"/>
      <w:lvlText w:val="%1."/>
      <w:lvlJc w:val="left"/>
      <w:pPr>
        <w:ind w:left="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  <w:rPr>
        <w:rFonts w:cs="Times New Roman"/>
      </w:rPr>
    </w:lvl>
  </w:abstractNum>
  <w:abstractNum w:abstractNumId="7">
    <w:nsid w:val="5E681031"/>
    <w:multiLevelType w:val="hybridMultilevel"/>
    <w:tmpl w:val="4158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0C3B99"/>
    <w:multiLevelType w:val="hybridMultilevel"/>
    <w:tmpl w:val="1296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274675"/>
    <w:multiLevelType w:val="hybridMultilevel"/>
    <w:tmpl w:val="1AE88046"/>
    <w:lvl w:ilvl="0" w:tplc="796EEB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22"/>
    <w:rsid w:val="00002AD3"/>
    <w:rsid w:val="0000683C"/>
    <w:rsid w:val="00035458"/>
    <w:rsid w:val="0004498E"/>
    <w:rsid w:val="00052CB4"/>
    <w:rsid w:val="00075F20"/>
    <w:rsid w:val="00085B44"/>
    <w:rsid w:val="000875E8"/>
    <w:rsid w:val="0009115D"/>
    <w:rsid w:val="000923A9"/>
    <w:rsid w:val="0009364D"/>
    <w:rsid w:val="00094895"/>
    <w:rsid w:val="000B1298"/>
    <w:rsid w:val="000B3F10"/>
    <w:rsid w:val="000C64B5"/>
    <w:rsid w:val="000D3908"/>
    <w:rsid w:val="000D5C18"/>
    <w:rsid w:val="000D6AC1"/>
    <w:rsid w:val="000E3691"/>
    <w:rsid w:val="000F2E63"/>
    <w:rsid w:val="000F52E7"/>
    <w:rsid w:val="001144E3"/>
    <w:rsid w:val="001147E6"/>
    <w:rsid w:val="00137F73"/>
    <w:rsid w:val="00160BE2"/>
    <w:rsid w:val="00167C8A"/>
    <w:rsid w:val="00167F92"/>
    <w:rsid w:val="001758D6"/>
    <w:rsid w:val="00177202"/>
    <w:rsid w:val="001C52ED"/>
    <w:rsid w:val="001D790C"/>
    <w:rsid w:val="001E5A72"/>
    <w:rsid w:val="00201229"/>
    <w:rsid w:val="00211C67"/>
    <w:rsid w:val="002125DE"/>
    <w:rsid w:val="0021350E"/>
    <w:rsid w:val="0021436A"/>
    <w:rsid w:val="0022796A"/>
    <w:rsid w:val="00230548"/>
    <w:rsid w:val="0023431C"/>
    <w:rsid w:val="00241284"/>
    <w:rsid w:val="002454D5"/>
    <w:rsid w:val="0024785A"/>
    <w:rsid w:val="00251356"/>
    <w:rsid w:val="00252266"/>
    <w:rsid w:val="002524D2"/>
    <w:rsid w:val="0026433C"/>
    <w:rsid w:val="002815E7"/>
    <w:rsid w:val="002847B0"/>
    <w:rsid w:val="00291147"/>
    <w:rsid w:val="0029489B"/>
    <w:rsid w:val="002B27C9"/>
    <w:rsid w:val="002B5192"/>
    <w:rsid w:val="002C4949"/>
    <w:rsid w:val="002F3E65"/>
    <w:rsid w:val="00300C14"/>
    <w:rsid w:val="0030143D"/>
    <w:rsid w:val="00310CFC"/>
    <w:rsid w:val="00315D75"/>
    <w:rsid w:val="003209E5"/>
    <w:rsid w:val="00333C41"/>
    <w:rsid w:val="003459A0"/>
    <w:rsid w:val="0035482E"/>
    <w:rsid w:val="003631AE"/>
    <w:rsid w:val="00377F6C"/>
    <w:rsid w:val="00381E01"/>
    <w:rsid w:val="00394079"/>
    <w:rsid w:val="003B2178"/>
    <w:rsid w:val="003B6F06"/>
    <w:rsid w:val="003C2222"/>
    <w:rsid w:val="003D7F72"/>
    <w:rsid w:val="003E030F"/>
    <w:rsid w:val="003E0F19"/>
    <w:rsid w:val="003F5454"/>
    <w:rsid w:val="00404FB9"/>
    <w:rsid w:val="0040797D"/>
    <w:rsid w:val="00414305"/>
    <w:rsid w:val="0042562C"/>
    <w:rsid w:val="00426315"/>
    <w:rsid w:val="004309B1"/>
    <w:rsid w:val="0045247D"/>
    <w:rsid w:val="004671D5"/>
    <w:rsid w:val="004729A5"/>
    <w:rsid w:val="0047389F"/>
    <w:rsid w:val="00476DB3"/>
    <w:rsid w:val="004775E0"/>
    <w:rsid w:val="00484193"/>
    <w:rsid w:val="004D494C"/>
    <w:rsid w:val="004E71E8"/>
    <w:rsid w:val="00526E77"/>
    <w:rsid w:val="00550001"/>
    <w:rsid w:val="0055067D"/>
    <w:rsid w:val="00567C5C"/>
    <w:rsid w:val="0057481B"/>
    <w:rsid w:val="00576DD2"/>
    <w:rsid w:val="0058336D"/>
    <w:rsid w:val="0058570E"/>
    <w:rsid w:val="0059363F"/>
    <w:rsid w:val="005938E0"/>
    <w:rsid w:val="005B08B6"/>
    <w:rsid w:val="005C09A4"/>
    <w:rsid w:val="005D6BCB"/>
    <w:rsid w:val="005D6C0B"/>
    <w:rsid w:val="005D78E8"/>
    <w:rsid w:val="005E5BB3"/>
    <w:rsid w:val="00600FB7"/>
    <w:rsid w:val="00607B6B"/>
    <w:rsid w:val="00631568"/>
    <w:rsid w:val="00641300"/>
    <w:rsid w:val="00644EFB"/>
    <w:rsid w:val="00661546"/>
    <w:rsid w:val="00664773"/>
    <w:rsid w:val="0067609F"/>
    <w:rsid w:val="00680A77"/>
    <w:rsid w:val="00682060"/>
    <w:rsid w:val="00687967"/>
    <w:rsid w:val="006B5492"/>
    <w:rsid w:val="006B6F04"/>
    <w:rsid w:val="006F3C32"/>
    <w:rsid w:val="00701A5C"/>
    <w:rsid w:val="00710539"/>
    <w:rsid w:val="00724FFF"/>
    <w:rsid w:val="00725094"/>
    <w:rsid w:val="007317AD"/>
    <w:rsid w:val="007543BB"/>
    <w:rsid w:val="00755986"/>
    <w:rsid w:val="00762128"/>
    <w:rsid w:val="00762C7B"/>
    <w:rsid w:val="00766772"/>
    <w:rsid w:val="00790558"/>
    <w:rsid w:val="00792C5E"/>
    <w:rsid w:val="00793A2A"/>
    <w:rsid w:val="007A0ADB"/>
    <w:rsid w:val="007C3659"/>
    <w:rsid w:val="007C4A54"/>
    <w:rsid w:val="007D4117"/>
    <w:rsid w:val="007E50AC"/>
    <w:rsid w:val="00815783"/>
    <w:rsid w:val="008247FE"/>
    <w:rsid w:val="00865B2C"/>
    <w:rsid w:val="00874E1F"/>
    <w:rsid w:val="00876BED"/>
    <w:rsid w:val="008870CB"/>
    <w:rsid w:val="00887EFF"/>
    <w:rsid w:val="00895688"/>
    <w:rsid w:val="008A540B"/>
    <w:rsid w:val="008A68DD"/>
    <w:rsid w:val="008B23A7"/>
    <w:rsid w:val="008C3A1A"/>
    <w:rsid w:val="008E3B84"/>
    <w:rsid w:val="008E7094"/>
    <w:rsid w:val="008F2423"/>
    <w:rsid w:val="008F38ED"/>
    <w:rsid w:val="00900046"/>
    <w:rsid w:val="00902FC1"/>
    <w:rsid w:val="00903B73"/>
    <w:rsid w:val="00906B59"/>
    <w:rsid w:val="00912B5E"/>
    <w:rsid w:val="00932D01"/>
    <w:rsid w:val="00932D8F"/>
    <w:rsid w:val="00935A64"/>
    <w:rsid w:val="00955B61"/>
    <w:rsid w:val="00955C3E"/>
    <w:rsid w:val="0096023A"/>
    <w:rsid w:val="00964C8E"/>
    <w:rsid w:val="009A3276"/>
    <w:rsid w:val="009A500F"/>
    <w:rsid w:val="009B522B"/>
    <w:rsid w:val="009C0641"/>
    <w:rsid w:val="009C626F"/>
    <w:rsid w:val="009D2E41"/>
    <w:rsid w:val="009D7EC8"/>
    <w:rsid w:val="009E07F0"/>
    <w:rsid w:val="009E4E1C"/>
    <w:rsid w:val="009F191D"/>
    <w:rsid w:val="009F53FB"/>
    <w:rsid w:val="00A13BFD"/>
    <w:rsid w:val="00A1563B"/>
    <w:rsid w:val="00A15780"/>
    <w:rsid w:val="00A32378"/>
    <w:rsid w:val="00A400B6"/>
    <w:rsid w:val="00A479DD"/>
    <w:rsid w:val="00A62CED"/>
    <w:rsid w:val="00A70C3C"/>
    <w:rsid w:val="00A71C86"/>
    <w:rsid w:val="00A747A1"/>
    <w:rsid w:val="00A74D84"/>
    <w:rsid w:val="00A904AE"/>
    <w:rsid w:val="00A91BF7"/>
    <w:rsid w:val="00A9229E"/>
    <w:rsid w:val="00A95AC9"/>
    <w:rsid w:val="00AA1DE4"/>
    <w:rsid w:val="00AA1F87"/>
    <w:rsid w:val="00AA2389"/>
    <w:rsid w:val="00AA261D"/>
    <w:rsid w:val="00AB0A81"/>
    <w:rsid w:val="00AB66FD"/>
    <w:rsid w:val="00AC7BEF"/>
    <w:rsid w:val="00AE23FF"/>
    <w:rsid w:val="00B23724"/>
    <w:rsid w:val="00B60229"/>
    <w:rsid w:val="00B8310E"/>
    <w:rsid w:val="00BA19B5"/>
    <w:rsid w:val="00BC5392"/>
    <w:rsid w:val="00BE487C"/>
    <w:rsid w:val="00BF084B"/>
    <w:rsid w:val="00BF2245"/>
    <w:rsid w:val="00C0290E"/>
    <w:rsid w:val="00C06360"/>
    <w:rsid w:val="00C1399D"/>
    <w:rsid w:val="00C640C8"/>
    <w:rsid w:val="00C678D5"/>
    <w:rsid w:val="00C7680A"/>
    <w:rsid w:val="00C90C83"/>
    <w:rsid w:val="00C9266E"/>
    <w:rsid w:val="00C93AA3"/>
    <w:rsid w:val="00CA5F68"/>
    <w:rsid w:val="00CA78FD"/>
    <w:rsid w:val="00CB2238"/>
    <w:rsid w:val="00CC3418"/>
    <w:rsid w:val="00CD161B"/>
    <w:rsid w:val="00CE11B9"/>
    <w:rsid w:val="00CE31F1"/>
    <w:rsid w:val="00D02FB8"/>
    <w:rsid w:val="00D101E6"/>
    <w:rsid w:val="00D2280C"/>
    <w:rsid w:val="00D301B2"/>
    <w:rsid w:val="00D31762"/>
    <w:rsid w:val="00D347B5"/>
    <w:rsid w:val="00D558B5"/>
    <w:rsid w:val="00D57913"/>
    <w:rsid w:val="00D707EC"/>
    <w:rsid w:val="00D82798"/>
    <w:rsid w:val="00DA1C3F"/>
    <w:rsid w:val="00DB09DA"/>
    <w:rsid w:val="00DC10CD"/>
    <w:rsid w:val="00DC62E3"/>
    <w:rsid w:val="00DD3C1E"/>
    <w:rsid w:val="00DD4860"/>
    <w:rsid w:val="00DF6621"/>
    <w:rsid w:val="00E03339"/>
    <w:rsid w:val="00E15022"/>
    <w:rsid w:val="00E2346B"/>
    <w:rsid w:val="00E34481"/>
    <w:rsid w:val="00E36CBC"/>
    <w:rsid w:val="00E43809"/>
    <w:rsid w:val="00E678FB"/>
    <w:rsid w:val="00E727FD"/>
    <w:rsid w:val="00E73C4F"/>
    <w:rsid w:val="00E73F33"/>
    <w:rsid w:val="00E75E92"/>
    <w:rsid w:val="00E8239E"/>
    <w:rsid w:val="00E87B59"/>
    <w:rsid w:val="00E95A12"/>
    <w:rsid w:val="00EA5F87"/>
    <w:rsid w:val="00EB2C5C"/>
    <w:rsid w:val="00EB56A4"/>
    <w:rsid w:val="00EC7690"/>
    <w:rsid w:val="00ED2BAB"/>
    <w:rsid w:val="00EF0596"/>
    <w:rsid w:val="00F02C62"/>
    <w:rsid w:val="00F10476"/>
    <w:rsid w:val="00F13797"/>
    <w:rsid w:val="00F25B02"/>
    <w:rsid w:val="00F314CB"/>
    <w:rsid w:val="00F35F7C"/>
    <w:rsid w:val="00F51318"/>
    <w:rsid w:val="00F55039"/>
    <w:rsid w:val="00F6664D"/>
    <w:rsid w:val="00F84071"/>
    <w:rsid w:val="00F850C4"/>
    <w:rsid w:val="00F97C40"/>
    <w:rsid w:val="00FB2577"/>
    <w:rsid w:val="00FC2CBC"/>
    <w:rsid w:val="00FC4D99"/>
    <w:rsid w:val="00FC6E24"/>
    <w:rsid w:val="00FD3D84"/>
    <w:rsid w:val="00FD4BE5"/>
    <w:rsid w:val="00FD6FDC"/>
    <w:rsid w:val="00FE625C"/>
    <w:rsid w:val="00FE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9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12B5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12B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A5F68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2B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2B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A5F68"/>
    <w:rPr>
      <w:rFonts w:ascii="Arial" w:hAnsi="Arial" w:cs="Times New Roman"/>
      <w:b/>
      <w:sz w:val="26"/>
    </w:rPr>
  </w:style>
  <w:style w:type="paragraph" w:styleId="NoSpacing">
    <w:name w:val="No Spacing"/>
    <w:uiPriority w:val="99"/>
    <w:qFormat/>
    <w:rsid w:val="003C2222"/>
  </w:style>
  <w:style w:type="paragraph" w:styleId="BalloonText">
    <w:name w:val="Balloon Text"/>
    <w:basedOn w:val="Normal"/>
    <w:link w:val="BalloonTextChar"/>
    <w:uiPriority w:val="99"/>
    <w:semiHidden/>
    <w:rsid w:val="002143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36A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FB25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7C5C"/>
    <w:rPr>
      <w:rFonts w:cs="Times New Roman"/>
    </w:rPr>
  </w:style>
  <w:style w:type="character" w:styleId="PageNumber">
    <w:name w:val="page number"/>
    <w:basedOn w:val="DefaultParagraphFont"/>
    <w:uiPriority w:val="99"/>
    <w:rsid w:val="00FB2577"/>
    <w:rPr>
      <w:rFonts w:cs="Times New Roman"/>
    </w:rPr>
  </w:style>
  <w:style w:type="character" w:customStyle="1" w:styleId="a">
    <w:name w:val="Основной текст_"/>
    <w:link w:val="1"/>
    <w:uiPriority w:val="99"/>
    <w:locked/>
    <w:rsid w:val="00BA19B5"/>
    <w:rPr>
      <w:sz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A19B5"/>
    <w:pPr>
      <w:widowControl w:val="0"/>
      <w:shd w:val="clear" w:color="auto" w:fill="FFFFFF"/>
      <w:spacing w:after="840" w:line="490" w:lineRule="exact"/>
      <w:jc w:val="center"/>
    </w:pPr>
    <w:rPr>
      <w:sz w:val="26"/>
      <w:szCs w:val="20"/>
    </w:rPr>
  </w:style>
  <w:style w:type="table" w:styleId="TableGrid">
    <w:name w:val="Table Grid"/>
    <w:basedOn w:val="TableNormal"/>
    <w:uiPriority w:val="99"/>
    <w:locked/>
    <w:rsid w:val="00B602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4729A5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729A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B56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56A4"/>
    <w:rPr>
      <w:rFonts w:cs="Times New Roman"/>
      <w:sz w:val="22"/>
    </w:rPr>
  </w:style>
  <w:style w:type="character" w:styleId="Strong">
    <w:name w:val="Strong"/>
    <w:basedOn w:val="DefaultParagraphFont"/>
    <w:uiPriority w:val="99"/>
    <w:qFormat/>
    <w:locked/>
    <w:rsid w:val="005D78E8"/>
    <w:rPr>
      <w:rFonts w:cs="Times New Roman"/>
      <w:b/>
    </w:rPr>
  </w:style>
  <w:style w:type="paragraph" w:customStyle="1" w:styleId="10">
    <w:name w:val="Без интервала1"/>
    <w:uiPriority w:val="99"/>
    <w:rsid w:val="00CA5F68"/>
    <w:rPr>
      <w:rFonts w:cs="Calibri"/>
      <w:lang w:eastAsia="en-US"/>
    </w:rPr>
  </w:style>
  <w:style w:type="character" w:customStyle="1" w:styleId="apple-converted-space">
    <w:name w:val="apple-converted-space"/>
    <w:uiPriority w:val="99"/>
    <w:rsid w:val="00CA5F68"/>
  </w:style>
  <w:style w:type="character" w:styleId="Hyperlink">
    <w:name w:val="Hyperlink"/>
    <w:basedOn w:val="DefaultParagraphFont"/>
    <w:uiPriority w:val="99"/>
    <w:rsid w:val="00CA5F68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724FF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24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4FF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24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4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6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192</Words>
  <Characters>1101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Org4</cp:lastModifiedBy>
  <cp:revision>15</cp:revision>
  <cp:lastPrinted>2017-01-09T22:44:00Z</cp:lastPrinted>
  <dcterms:created xsi:type="dcterms:W3CDTF">2016-11-15T02:13:00Z</dcterms:created>
  <dcterms:modified xsi:type="dcterms:W3CDTF">2017-01-11T03:19:00Z</dcterms:modified>
</cp:coreProperties>
</file>