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9C17BF" w:rsidTr="007F4653">
        <w:tc>
          <w:tcPr>
            <w:tcW w:w="10008" w:type="dxa"/>
          </w:tcPr>
          <w:p w:rsidR="009C17BF" w:rsidRPr="007F4653" w:rsidRDefault="009C17BF" w:rsidP="007F465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78" w:type="dxa"/>
          </w:tcPr>
          <w:p w:rsidR="009C17BF" w:rsidRPr="007F4653" w:rsidRDefault="009C17BF" w:rsidP="007F4653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F4653">
              <w:rPr>
                <w:sz w:val="26"/>
                <w:szCs w:val="26"/>
              </w:rPr>
              <w:t>УТВЕРЖДЕН</w:t>
            </w:r>
          </w:p>
          <w:p w:rsidR="009C17BF" w:rsidRPr="007F4653" w:rsidRDefault="009C17BF" w:rsidP="007F4653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9C17BF" w:rsidRPr="007F4653" w:rsidRDefault="009C17BF" w:rsidP="007F4653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F4653">
              <w:rPr>
                <w:sz w:val="26"/>
                <w:szCs w:val="26"/>
              </w:rPr>
              <w:t xml:space="preserve">постановлением </w:t>
            </w:r>
          </w:p>
          <w:p w:rsidR="009C17BF" w:rsidRPr="007F4653" w:rsidRDefault="009C17BF" w:rsidP="007F4653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F4653">
              <w:rPr>
                <w:sz w:val="26"/>
                <w:szCs w:val="26"/>
              </w:rPr>
              <w:t>администрации района</w:t>
            </w:r>
          </w:p>
          <w:p w:rsidR="009C17BF" w:rsidRDefault="009C17BF" w:rsidP="007F4653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9C17BF" w:rsidRPr="007F4653" w:rsidRDefault="009C17BF" w:rsidP="007F4653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02.02.2017  № 42</w:t>
            </w:r>
          </w:p>
          <w:p w:rsidR="009C17BF" w:rsidRPr="007F4653" w:rsidRDefault="009C17BF" w:rsidP="007F4653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</w:tbl>
    <w:p w:rsidR="009C17BF" w:rsidRDefault="009C17BF" w:rsidP="00F3667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</w:t>
      </w:r>
    </w:p>
    <w:p w:rsidR="009C17BF" w:rsidRDefault="009C17BF" w:rsidP="00F3667C">
      <w:pPr>
        <w:jc w:val="center"/>
        <w:rPr>
          <w:sz w:val="26"/>
          <w:szCs w:val="26"/>
        </w:rPr>
      </w:pPr>
    </w:p>
    <w:p w:rsidR="009C17BF" w:rsidRDefault="009C17BF" w:rsidP="00F3667C">
      <w:pPr>
        <w:jc w:val="center"/>
        <w:rPr>
          <w:sz w:val="26"/>
          <w:szCs w:val="26"/>
        </w:rPr>
      </w:pPr>
    </w:p>
    <w:p w:rsidR="009C17BF" w:rsidRDefault="009C17BF" w:rsidP="00F3667C">
      <w:pPr>
        <w:rPr>
          <w:szCs w:val="28"/>
        </w:rPr>
      </w:pPr>
    </w:p>
    <w:p w:rsidR="009C17BF" w:rsidRPr="002A26B5" w:rsidRDefault="009C17BF" w:rsidP="00F3667C">
      <w:pPr>
        <w:jc w:val="center"/>
        <w:rPr>
          <w:szCs w:val="28"/>
        </w:rPr>
      </w:pPr>
      <w:r w:rsidRPr="002A26B5">
        <w:rPr>
          <w:szCs w:val="28"/>
        </w:rPr>
        <w:t>ПЕРЕЧЕНЬ</w:t>
      </w:r>
    </w:p>
    <w:p w:rsidR="009C17BF" w:rsidRDefault="009C17BF" w:rsidP="00F3667C">
      <w:pPr>
        <w:jc w:val="center"/>
        <w:rPr>
          <w:szCs w:val="28"/>
        </w:rPr>
      </w:pPr>
      <w:r w:rsidRPr="002A26B5">
        <w:rPr>
          <w:szCs w:val="28"/>
        </w:rPr>
        <w:t xml:space="preserve">муниципального имущества, подлежащего передаче из муниципальной собственности Верхнебуреинского муниципального района </w:t>
      </w:r>
      <w:r>
        <w:rPr>
          <w:szCs w:val="28"/>
        </w:rPr>
        <w:t xml:space="preserve">Хабаровского края </w:t>
      </w:r>
      <w:r w:rsidRPr="002A26B5">
        <w:rPr>
          <w:szCs w:val="28"/>
        </w:rPr>
        <w:t xml:space="preserve">в </w:t>
      </w:r>
      <w:r>
        <w:rPr>
          <w:szCs w:val="28"/>
        </w:rPr>
        <w:t xml:space="preserve">муниципальную </w:t>
      </w:r>
      <w:r w:rsidRPr="002A26B5">
        <w:rPr>
          <w:szCs w:val="28"/>
        </w:rPr>
        <w:t>собственность</w:t>
      </w:r>
      <w:r>
        <w:rPr>
          <w:szCs w:val="28"/>
        </w:rPr>
        <w:t xml:space="preserve"> Согдинского</w:t>
      </w:r>
      <w:r w:rsidRPr="002A26B5">
        <w:rPr>
          <w:szCs w:val="28"/>
        </w:rPr>
        <w:t xml:space="preserve"> </w:t>
      </w:r>
      <w:r>
        <w:rPr>
          <w:szCs w:val="28"/>
        </w:rPr>
        <w:t>сельского поселения</w:t>
      </w:r>
      <w:r w:rsidRPr="002E78F9">
        <w:rPr>
          <w:szCs w:val="28"/>
        </w:rPr>
        <w:t xml:space="preserve"> </w:t>
      </w:r>
      <w:r w:rsidRPr="002A26B5">
        <w:rPr>
          <w:szCs w:val="28"/>
        </w:rPr>
        <w:t xml:space="preserve">Верхнебуреинского муниципального района </w:t>
      </w:r>
      <w:r>
        <w:rPr>
          <w:szCs w:val="28"/>
        </w:rPr>
        <w:t>Хабаровского края.</w:t>
      </w:r>
    </w:p>
    <w:p w:rsidR="009C17BF" w:rsidRDefault="009C17BF" w:rsidP="00F3667C">
      <w:pPr>
        <w:jc w:val="center"/>
        <w:rPr>
          <w:szCs w:val="28"/>
        </w:rPr>
      </w:pPr>
    </w:p>
    <w:tbl>
      <w:tblPr>
        <w:tblW w:w="14511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7663"/>
        <w:gridCol w:w="1842"/>
        <w:gridCol w:w="2268"/>
        <w:gridCol w:w="2066"/>
      </w:tblGrid>
      <w:tr w:rsidR="009C17BF" w:rsidRPr="00D91247" w:rsidTr="006A3BA3">
        <w:trPr>
          <w:jc w:val="center"/>
        </w:trPr>
        <w:tc>
          <w:tcPr>
            <w:tcW w:w="672" w:type="dxa"/>
            <w:vAlign w:val="center"/>
          </w:tcPr>
          <w:p w:rsidR="009C17BF" w:rsidRPr="00D91247" w:rsidRDefault="009C17BF" w:rsidP="006A3BA3">
            <w:pPr>
              <w:jc w:val="center"/>
            </w:pPr>
            <w:r w:rsidRPr="00D91247">
              <w:t>№ п/п</w:t>
            </w:r>
          </w:p>
        </w:tc>
        <w:tc>
          <w:tcPr>
            <w:tcW w:w="7663" w:type="dxa"/>
            <w:vAlign w:val="center"/>
          </w:tcPr>
          <w:p w:rsidR="009C17BF" w:rsidRPr="00D91247" w:rsidRDefault="009C17BF" w:rsidP="006A3BA3">
            <w:pPr>
              <w:jc w:val="center"/>
            </w:pPr>
            <w:r w:rsidRPr="00D91247">
              <w:t>Наименование объекта</w:t>
            </w:r>
          </w:p>
        </w:tc>
        <w:tc>
          <w:tcPr>
            <w:tcW w:w="1842" w:type="dxa"/>
            <w:vAlign w:val="center"/>
          </w:tcPr>
          <w:p w:rsidR="009C17BF" w:rsidRPr="0050155A" w:rsidRDefault="009C17BF" w:rsidP="006A3BA3">
            <w:pPr>
              <w:jc w:val="center"/>
              <w:rPr>
                <w:szCs w:val="28"/>
              </w:rPr>
            </w:pPr>
            <w:r w:rsidRPr="0050155A">
              <w:rPr>
                <w:szCs w:val="28"/>
              </w:rPr>
              <w:t>Количество</w:t>
            </w:r>
            <w:r>
              <w:rPr>
                <w:szCs w:val="28"/>
              </w:rPr>
              <w:t xml:space="preserve"> (штук)</w:t>
            </w:r>
          </w:p>
        </w:tc>
        <w:tc>
          <w:tcPr>
            <w:tcW w:w="2268" w:type="dxa"/>
            <w:vAlign w:val="center"/>
          </w:tcPr>
          <w:p w:rsidR="009C17BF" w:rsidRPr="0050155A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Балансовая стоимость</w:t>
            </w:r>
            <w:r w:rsidRPr="0050155A">
              <w:rPr>
                <w:szCs w:val="28"/>
              </w:rPr>
              <w:t xml:space="preserve"> </w:t>
            </w:r>
            <w:r>
              <w:rPr>
                <w:szCs w:val="28"/>
              </w:rPr>
              <w:t>(</w:t>
            </w:r>
            <w:r w:rsidRPr="0050155A">
              <w:rPr>
                <w:szCs w:val="28"/>
              </w:rPr>
              <w:t>рублей</w:t>
            </w:r>
            <w:r>
              <w:rPr>
                <w:szCs w:val="28"/>
              </w:rPr>
              <w:t>)</w:t>
            </w:r>
          </w:p>
        </w:tc>
        <w:tc>
          <w:tcPr>
            <w:tcW w:w="2066" w:type="dxa"/>
            <w:vAlign w:val="center"/>
          </w:tcPr>
          <w:p w:rsidR="009C17BF" w:rsidRPr="0050155A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Остаточная стоимость (рублей)</w:t>
            </w:r>
          </w:p>
        </w:tc>
      </w:tr>
      <w:tr w:rsidR="009C17BF" w:rsidRPr="00D91247" w:rsidTr="006A3BA3">
        <w:trPr>
          <w:jc w:val="center"/>
        </w:trPr>
        <w:tc>
          <w:tcPr>
            <w:tcW w:w="672" w:type="dxa"/>
            <w:vAlign w:val="center"/>
          </w:tcPr>
          <w:p w:rsidR="009C17BF" w:rsidRPr="00D91247" w:rsidRDefault="009C17BF" w:rsidP="006A3BA3">
            <w:pPr>
              <w:jc w:val="center"/>
            </w:pPr>
            <w:r w:rsidRPr="00D91247">
              <w:t>1</w:t>
            </w:r>
          </w:p>
        </w:tc>
        <w:tc>
          <w:tcPr>
            <w:tcW w:w="7663" w:type="dxa"/>
            <w:vAlign w:val="center"/>
          </w:tcPr>
          <w:p w:rsidR="009C17BF" w:rsidRPr="00D91247" w:rsidRDefault="009C17BF" w:rsidP="006A3BA3">
            <w:pPr>
              <w:jc w:val="center"/>
            </w:pPr>
            <w:r w:rsidRPr="00D91247">
              <w:t>2</w:t>
            </w:r>
          </w:p>
        </w:tc>
        <w:tc>
          <w:tcPr>
            <w:tcW w:w="1842" w:type="dxa"/>
            <w:vAlign w:val="center"/>
          </w:tcPr>
          <w:p w:rsidR="009C17BF" w:rsidRPr="00D91247" w:rsidRDefault="009C17BF" w:rsidP="006A3BA3">
            <w:pPr>
              <w:jc w:val="center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9C17BF" w:rsidRPr="00D91247" w:rsidRDefault="009C17BF" w:rsidP="006A3BA3">
            <w:pPr>
              <w:jc w:val="center"/>
            </w:pPr>
            <w:r>
              <w:t>4</w:t>
            </w:r>
          </w:p>
        </w:tc>
        <w:tc>
          <w:tcPr>
            <w:tcW w:w="2066" w:type="dxa"/>
            <w:vAlign w:val="center"/>
          </w:tcPr>
          <w:p w:rsidR="009C17BF" w:rsidRDefault="009C17BF" w:rsidP="006A3BA3">
            <w:pPr>
              <w:jc w:val="center"/>
            </w:pPr>
            <w:r>
              <w:t>5</w:t>
            </w:r>
          </w:p>
        </w:tc>
      </w:tr>
      <w:tr w:rsidR="009C17BF" w:rsidRPr="00D91247" w:rsidTr="006A3BA3">
        <w:trPr>
          <w:trHeight w:val="556"/>
          <w:jc w:val="center"/>
        </w:trPr>
        <w:tc>
          <w:tcPr>
            <w:tcW w:w="672" w:type="dxa"/>
            <w:vAlign w:val="center"/>
          </w:tcPr>
          <w:p w:rsidR="009C17BF" w:rsidRPr="00D91247" w:rsidRDefault="009C17BF" w:rsidP="006A3BA3">
            <w:pPr>
              <w:jc w:val="center"/>
            </w:pPr>
            <w:r w:rsidRPr="00D91247">
              <w:t>1</w:t>
            </w:r>
          </w:p>
        </w:tc>
        <w:tc>
          <w:tcPr>
            <w:tcW w:w="7663" w:type="dxa"/>
            <w:vAlign w:val="center"/>
          </w:tcPr>
          <w:p w:rsidR="009C17BF" w:rsidRPr="00D91247" w:rsidRDefault="009C17BF" w:rsidP="006A3BA3">
            <w:r>
              <w:rPr>
                <w:szCs w:val="28"/>
              </w:rPr>
              <w:t xml:space="preserve">Усилитель сигнала сотовой связи (Репитер) </w:t>
            </w:r>
            <w:r>
              <w:rPr>
                <w:szCs w:val="28"/>
                <w:lang w:val="en-US"/>
              </w:rPr>
              <w:t>PicoCell</w:t>
            </w:r>
            <w:r w:rsidRPr="006E55DA">
              <w:rPr>
                <w:szCs w:val="28"/>
              </w:rPr>
              <w:t xml:space="preserve"> 900 </w:t>
            </w:r>
            <w:r>
              <w:rPr>
                <w:szCs w:val="28"/>
                <w:lang w:val="en-US"/>
              </w:rPr>
              <w:t>SXV</w:t>
            </w:r>
          </w:p>
        </w:tc>
        <w:tc>
          <w:tcPr>
            <w:tcW w:w="1842" w:type="dxa"/>
            <w:vAlign w:val="center"/>
          </w:tcPr>
          <w:p w:rsidR="009C17BF" w:rsidRPr="0050155A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9C17BF" w:rsidRPr="0050155A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125 735,00</w:t>
            </w:r>
          </w:p>
        </w:tc>
        <w:tc>
          <w:tcPr>
            <w:tcW w:w="2066" w:type="dxa"/>
            <w:vAlign w:val="center"/>
          </w:tcPr>
          <w:p w:rsidR="009C17BF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56 580,86</w:t>
            </w:r>
          </w:p>
        </w:tc>
      </w:tr>
      <w:tr w:rsidR="009C17BF" w:rsidRPr="00D91247" w:rsidTr="006A3BA3">
        <w:trPr>
          <w:trHeight w:val="552"/>
          <w:jc w:val="center"/>
        </w:trPr>
        <w:tc>
          <w:tcPr>
            <w:tcW w:w="672" w:type="dxa"/>
            <w:vAlign w:val="center"/>
          </w:tcPr>
          <w:p w:rsidR="009C17BF" w:rsidRPr="00D91247" w:rsidRDefault="009C17BF" w:rsidP="006A3BA3">
            <w:pPr>
              <w:jc w:val="center"/>
            </w:pPr>
            <w:r>
              <w:t>2</w:t>
            </w:r>
          </w:p>
        </w:tc>
        <w:tc>
          <w:tcPr>
            <w:tcW w:w="7663" w:type="dxa"/>
            <w:vAlign w:val="center"/>
          </w:tcPr>
          <w:p w:rsidR="009C17BF" w:rsidRPr="006E55DA" w:rsidRDefault="009C17BF" w:rsidP="006A3BA3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Антенна </w:t>
            </w:r>
            <w:r>
              <w:rPr>
                <w:szCs w:val="28"/>
                <w:lang w:val="en-US"/>
              </w:rPr>
              <w:t>RAO–14GL–70</w:t>
            </w:r>
          </w:p>
        </w:tc>
        <w:tc>
          <w:tcPr>
            <w:tcW w:w="1842" w:type="dxa"/>
            <w:vAlign w:val="center"/>
          </w:tcPr>
          <w:p w:rsidR="009C17BF" w:rsidRPr="0050155A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9C17BF" w:rsidRPr="0050155A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4 900,00</w:t>
            </w:r>
          </w:p>
        </w:tc>
        <w:tc>
          <w:tcPr>
            <w:tcW w:w="2066" w:type="dxa"/>
            <w:vAlign w:val="center"/>
          </w:tcPr>
          <w:p w:rsidR="009C17BF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9C17BF" w:rsidRPr="00D91247" w:rsidTr="006A3BA3">
        <w:trPr>
          <w:trHeight w:val="558"/>
          <w:jc w:val="center"/>
        </w:trPr>
        <w:tc>
          <w:tcPr>
            <w:tcW w:w="672" w:type="dxa"/>
            <w:vAlign w:val="center"/>
          </w:tcPr>
          <w:p w:rsidR="009C17BF" w:rsidRPr="00D91247" w:rsidRDefault="009C17BF" w:rsidP="006A3BA3">
            <w:pPr>
              <w:jc w:val="center"/>
            </w:pPr>
            <w:r>
              <w:t>3</w:t>
            </w:r>
          </w:p>
        </w:tc>
        <w:tc>
          <w:tcPr>
            <w:tcW w:w="7663" w:type="dxa"/>
            <w:vAlign w:val="center"/>
          </w:tcPr>
          <w:p w:rsidR="009C17BF" w:rsidRPr="006E55DA" w:rsidRDefault="009C17BF" w:rsidP="006A3BA3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Антенна </w:t>
            </w:r>
            <w:r>
              <w:rPr>
                <w:szCs w:val="28"/>
                <w:lang w:val="en-US"/>
              </w:rPr>
              <w:t>RAO–14GL–70</w:t>
            </w:r>
          </w:p>
        </w:tc>
        <w:tc>
          <w:tcPr>
            <w:tcW w:w="1842" w:type="dxa"/>
            <w:vAlign w:val="center"/>
          </w:tcPr>
          <w:p w:rsidR="009C17BF" w:rsidRPr="0050155A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9C17BF" w:rsidRPr="0050155A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5 800,00</w:t>
            </w:r>
          </w:p>
        </w:tc>
        <w:tc>
          <w:tcPr>
            <w:tcW w:w="2066" w:type="dxa"/>
            <w:vAlign w:val="center"/>
          </w:tcPr>
          <w:p w:rsidR="009C17BF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9C17BF" w:rsidRPr="00D91247" w:rsidTr="006A3BA3">
        <w:trPr>
          <w:trHeight w:val="411"/>
          <w:jc w:val="center"/>
        </w:trPr>
        <w:tc>
          <w:tcPr>
            <w:tcW w:w="672" w:type="dxa"/>
            <w:vAlign w:val="center"/>
          </w:tcPr>
          <w:p w:rsidR="009C17BF" w:rsidRPr="00D91247" w:rsidRDefault="009C17BF" w:rsidP="006A3BA3">
            <w:pPr>
              <w:jc w:val="center"/>
            </w:pPr>
            <w:r>
              <w:t>4</w:t>
            </w:r>
          </w:p>
        </w:tc>
        <w:tc>
          <w:tcPr>
            <w:tcW w:w="7663" w:type="dxa"/>
            <w:vAlign w:val="center"/>
          </w:tcPr>
          <w:p w:rsidR="009C17BF" w:rsidRPr="006E55DA" w:rsidRDefault="009C17BF" w:rsidP="006A3BA3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Антенна</w:t>
            </w:r>
            <w:r>
              <w:rPr>
                <w:szCs w:val="28"/>
                <w:lang w:val="en-US"/>
              </w:rPr>
              <w:t xml:space="preserve"> ANT 900 LY</w:t>
            </w:r>
          </w:p>
        </w:tc>
        <w:tc>
          <w:tcPr>
            <w:tcW w:w="1842" w:type="dxa"/>
            <w:vAlign w:val="center"/>
          </w:tcPr>
          <w:p w:rsidR="009C17BF" w:rsidRPr="0050155A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9C17BF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2 990,00</w:t>
            </w:r>
          </w:p>
        </w:tc>
        <w:tc>
          <w:tcPr>
            <w:tcW w:w="2066" w:type="dxa"/>
            <w:vAlign w:val="center"/>
          </w:tcPr>
          <w:p w:rsidR="009C17BF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9C17BF" w:rsidRPr="00D91247" w:rsidTr="006A3BA3">
        <w:trPr>
          <w:trHeight w:val="411"/>
          <w:jc w:val="center"/>
        </w:trPr>
        <w:tc>
          <w:tcPr>
            <w:tcW w:w="672" w:type="dxa"/>
            <w:vAlign w:val="center"/>
          </w:tcPr>
          <w:p w:rsidR="009C17BF" w:rsidRDefault="009C17BF" w:rsidP="006A3BA3">
            <w:pPr>
              <w:jc w:val="center"/>
            </w:pPr>
          </w:p>
        </w:tc>
        <w:tc>
          <w:tcPr>
            <w:tcW w:w="7663" w:type="dxa"/>
            <w:vAlign w:val="center"/>
          </w:tcPr>
          <w:p w:rsidR="009C17BF" w:rsidRDefault="009C17BF" w:rsidP="006A3BA3">
            <w:pPr>
              <w:rPr>
                <w:szCs w:val="28"/>
              </w:rPr>
            </w:pPr>
            <w:r>
              <w:rPr>
                <w:szCs w:val="28"/>
              </w:rPr>
              <w:t>Итого</w:t>
            </w:r>
          </w:p>
        </w:tc>
        <w:tc>
          <w:tcPr>
            <w:tcW w:w="1842" w:type="dxa"/>
            <w:vAlign w:val="center"/>
          </w:tcPr>
          <w:p w:rsidR="009C17BF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268" w:type="dxa"/>
            <w:vAlign w:val="center"/>
          </w:tcPr>
          <w:p w:rsidR="009C17BF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139 425,00</w:t>
            </w:r>
          </w:p>
        </w:tc>
        <w:tc>
          <w:tcPr>
            <w:tcW w:w="2066" w:type="dxa"/>
            <w:vAlign w:val="center"/>
          </w:tcPr>
          <w:p w:rsidR="009C17BF" w:rsidRDefault="009C17BF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56 580,86</w:t>
            </w:r>
          </w:p>
        </w:tc>
      </w:tr>
    </w:tbl>
    <w:p w:rsidR="009C17BF" w:rsidRDefault="009C17BF" w:rsidP="0069746E">
      <w:pPr>
        <w:rPr>
          <w:szCs w:val="28"/>
        </w:rPr>
      </w:pPr>
    </w:p>
    <w:p w:rsidR="009C17BF" w:rsidRDefault="009C17BF" w:rsidP="0069746E">
      <w:pPr>
        <w:jc w:val="center"/>
        <w:rPr>
          <w:szCs w:val="28"/>
        </w:rPr>
      </w:pPr>
      <w:r>
        <w:rPr>
          <w:szCs w:val="28"/>
        </w:rPr>
        <w:t xml:space="preserve">__________________________________ </w:t>
      </w:r>
    </w:p>
    <w:p w:rsidR="009C17BF" w:rsidRDefault="009C17BF" w:rsidP="0069746E">
      <w:pPr>
        <w:jc w:val="center"/>
      </w:pPr>
    </w:p>
    <w:sectPr w:rsidR="009C17BF" w:rsidSect="000601A2">
      <w:headerReference w:type="even" r:id="rId6"/>
      <w:pgSz w:w="16838" w:h="11906" w:orient="landscape"/>
      <w:pgMar w:top="1135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7BF" w:rsidRDefault="009C17BF" w:rsidP="0098414E">
      <w:r>
        <w:separator/>
      </w:r>
    </w:p>
  </w:endnote>
  <w:endnote w:type="continuationSeparator" w:id="0">
    <w:p w:rsidR="009C17BF" w:rsidRDefault="009C17BF" w:rsidP="00984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7BF" w:rsidRDefault="009C17BF" w:rsidP="0098414E">
      <w:r>
        <w:separator/>
      </w:r>
    </w:p>
  </w:footnote>
  <w:footnote w:type="continuationSeparator" w:id="0">
    <w:p w:rsidR="009C17BF" w:rsidRDefault="009C17BF" w:rsidP="009841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7BF" w:rsidRDefault="009C17B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17BF" w:rsidRDefault="009C17B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67C"/>
    <w:rsid w:val="000601A2"/>
    <w:rsid w:val="000769D4"/>
    <w:rsid w:val="0009729D"/>
    <w:rsid w:val="001A74F1"/>
    <w:rsid w:val="001B2657"/>
    <w:rsid w:val="00285201"/>
    <w:rsid w:val="002A26B5"/>
    <w:rsid w:val="002E78F9"/>
    <w:rsid w:val="00371EA1"/>
    <w:rsid w:val="003D7B59"/>
    <w:rsid w:val="003F0B92"/>
    <w:rsid w:val="0045440C"/>
    <w:rsid w:val="0050155A"/>
    <w:rsid w:val="005565F8"/>
    <w:rsid w:val="005F353A"/>
    <w:rsid w:val="0069746E"/>
    <w:rsid w:val="006A3BA3"/>
    <w:rsid w:val="006E55DA"/>
    <w:rsid w:val="00792B77"/>
    <w:rsid w:val="007B650C"/>
    <w:rsid w:val="007C29B1"/>
    <w:rsid w:val="007C3117"/>
    <w:rsid w:val="007E1E95"/>
    <w:rsid w:val="007F4653"/>
    <w:rsid w:val="00865E9F"/>
    <w:rsid w:val="0098414E"/>
    <w:rsid w:val="009B5A98"/>
    <w:rsid w:val="009C17BF"/>
    <w:rsid w:val="009C7DDD"/>
    <w:rsid w:val="009D3372"/>
    <w:rsid w:val="00A237DE"/>
    <w:rsid w:val="00A30F1D"/>
    <w:rsid w:val="00A904BE"/>
    <w:rsid w:val="00BD2944"/>
    <w:rsid w:val="00BF4418"/>
    <w:rsid w:val="00C32427"/>
    <w:rsid w:val="00C51CB0"/>
    <w:rsid w:val="00D37ADE"/>
    <w:rsid w:val="00D463AA"/>
    <w:rsid w:val="00D6436E"/>
    <w:rsid w:val="00D91247"/>
    <w:rsid w:val="00DE2294"/>
    <w:rsid w:val="00E329B2"/>
    <w:rsid w:val="00EF6F0B"/>
    <w:rsid w:val="00F3667C"/>
    <w:rsid w:val="00F66829"/>
    <w:rsid w:val="00F67725"/>
    <w:rsid w:val="00FB6C65"/>
    <w:rsid w:val="00FD0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67C"/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F3667C"/>
    <w:pPr>
      <w:ind w:left="95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3667C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F3667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3667C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F3667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36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667C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locked/>
    <w:rsid w:val="0069746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125</Words>
  <Characters>715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12</cp:revision>
  <cp:lastPrinted>2017-01-31T23:15:00Z</cp:lastPrinted>
  <dcterms:created xsi:type="dcterms:W3CDTF">2016-11-16T06:05:00Z</dcterms:created>
  <dcterms:modified xsi:type="dcterms:W3CDTF">2017-02-03T00:06:00Z</dcterms:modified>
</cp:coreProperties>
</file>