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Администрация</w:t>
      </w: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ПОСТАНОВЛЕНИЕ</w:t>
      </w: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F0E" w:rsidRPr="00E64297" w:rsidRDefault="008C4F0E" w:rsidP="00C01B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F0E" w:rsidRPr="00E64297" w:rsidRDefault="008C4F0E" w:rsidP="00C01B0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</w:t>
      </w:r>
      <w:r w:rsidRPr="00E64297">
        <w:rPr>
          <w:rFonts w:ascii="Times New Roman" w:hAnsi="Times New Roman"/>
          <w:sz w:val="28"/>
          <w:szCs w:val="28"/>
          <w:u w:val="single"/>
        </w:rPr>
        <w:t xml:space="preserve">.02.2017  № </w:t>
      </w:r>
      <w:r>
        <w:rPr>
          <w:rFonts w:ascii="Times New Roman" w:hAnsi="Times New Roman"/>
          <w:sz w:val="28"/>
          <w:szCs w:val="28"/>
          <w:u w:val="single"/>
        </w:rPr>
        <w:t>50</w:t>
      </w:r>
    </w:p>
    <w:p w:rsidR="008C4F0E" w:rsidRPr="00E64297" w:rsidRDefault="008C4F0E" w:rsidP="00C01B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4297">
        <w:rPr>
          <w:rFonts w:ascii="Times New Roman" w:hAnsi="Times New Roman"/>
          <w:sz w:val="28"/>
          <w:szCs w:val="28"/>
        </w:rPr>
        <w:t>п. Чегдомын</w:t>
      </w:r>
      <w:r w:rsidRPr="00E64297">
        <w:rPr>
          <w:rFonts w:ascii="Times New Roman" w:hAnsi="Times New Roman"/>
          <w:sz w:val="28"/>
          <w:szCs w:val="28"/>
        </w:rPr>
        <w:tab/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jc w:val="both"/>
        <w:rPr>
          <w:rFonts w:ascii="Times New Roman" w:hAnsi="Times New Roman"/>
          <w:sz w:val="28"/>
          <w:szCs w:val="28"/>
        </w:rPr>
      </w:pP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jc w:val="both"/>
        <w:rPr>
          <w:rFonts w:ascii="Times New Roman" w:hAnsi="Times New Roman"/>
          <w:sz w:val="28"/>
          <w:szCs w:val="28"/>
        </w:rPr>
      </w:pP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color w:val="000000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 xml:space="preserve">О создании  Рабочей группы </w:t>
      </w:r>
      <w:r w:rsidRPr="00BF03D6">
        <w:rPr>
          <w:rFonts w:ascii="Times New Roman" w:hAnsi="Times New Roman"/>
          <w:color w:val="000000"/>
          <w:sz w:val="28"/>
          <w:szCs w:val="28"/>
        </w:rPr>
        <w:t xml:space="preserve">по направлению "Создание промышленной 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sz w:val="28"/>
          <w:szCs w:val="28"/>
        </w:rPr>
      </w:pPr>
      <w:r w:rsidRPr="00BF03D6">
        <w:rPr>
          <w:rFonts w:ascii="Times New Roman" w:hAnsi="Times New Roman"/>
          <w:color w:val="000000"/>
          <w:sz w:val="28"/>
          <w:szCs w:val="28"/>
        </w:rPr>
        <w:t xml:space="preserve">зоны для размещения производственных объектов" </w:t>
      </w:r>
      <w:r w:rsidRPr="00BF03D6">
        <w:rPr>
          <w:rFonts w:ascii="Times New Roman" w:hAnsi="Times New Roman"/>
          <w:sz w:val="28"/>
          <w:szCs w:val="28"/>
        </w:rPr>
        <w:t xml:space="preserve">при управляющем 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>совете  по реализации  комплексного проекта по развитию монопрофиль</w:t>
      </w:r>
      <w:r>
        <w:rPr>
          <w:rFonts w:ascii="Times New Roman" w:hAnsi="Times New Roman"/>
          <w:sz w:val="28"/>
          <w:szCs w:val="28"/>
        </w:rPr>
        <w:t>-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>ного муниципального образования Российской Федерации (моногорода)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 xml:space="preserve"> – городского поселения "Рабочий поселок Чегдомын" Верхнебуреин</w:t>
      </w:r>
      <w:r>
        <w:rPr>
          <w:rFonts w:ascii="Times New Roman" w:hAnsi="Times New Roman"/>
          <w:sz w:val="28"/>
          <w:szCs w:val="28"/>
        </w:rPr>
        <w:t>ск</w:t>
      </w:r>
      <w:r w:rsidRPr="00BF03D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-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>го муниципального района Хабаровского края и прилегающих к нему</w:t>
      </w:r>
    </w:p>
    <w:p w:rsidR="008C4F0E" w:rsidRPr="00BF03D6" w:rsidRDefault="008C4F0E" w:rsidP="00AB0C73">
      <w:pPr>
        <w:autoSpaceDE w:val="0"/>
        <w:autoSpaceDN w:val="0"/>
        <w:adjustRightInd w:val="0"/>
        <w:spacing w:after="0" w:line="240" w:lineRule="exact"/>
        <w:ind w:right="-592"/>
        <w:rPr>
          <w:rFonts w:ascii="Times New Roman" w:hAnsi="Times New Roman"/>
          <w:color w:val="000000"/>
          <w:sz w:val="28"/>
          <w:szCs w:val="28"/>
        </w:rPr>
      </w:pPr>
      <w:r w:rsidRPr="00BF03D6">
        <w:rPr>
          <w:rFonts w:ascii="Times New Roman" w:hAnsi="Times New Roman"/>
          <w:sz w:val="28"/>
          <w:szCs w:val="28"/>
        </w:rPr>
        <w:t xml:space="preserve">территорий </w:t>
      </w:r>
    </w:p>
    <w:p w:rsidR="008C4F0E" w:rsidRPr="00BF03D6" w:rsidRDefault="008C4F0E" w:rsidP="00AB0C73">
      <w:pPr>
        <w:autoSpaceDE w:val="0"/>
        <w:autoSpaceDN w:val="0"/>
        <w:adjustRightInd w:val="0"/>
        <w:spacing w:after="0" w:line="240" w:lineRule="exact"/>
        <w:ind w:right="4875"/>
        <w:rPr>
          <w:rFonts w:ascii="Times New Roman" w:hAnsi="Times New Roman"/>
          <w:sz w:val="28"/>
          <w:szCs w:val="28"/>
        </w:rPr>
      </w:pPr>
    </w:p>
    <w:p w:rsidR="008C4F0E" w:rsidRPr="00BA19B5" w:rsidRDefault="008C4F0E" w:rsidP="008956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4F0E" w:rsidRPr="00431C76" w:rsidRDefault="008C4F0E" w:rsidP="00AB0C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431C76">
        <w:rPr>
          <w:rFonts w:ascii="Times New Roman" w:hAnsi="Times New Roman"/>
          <w:sz w:val="28"/>
          <w:szCs w:val="28"/>
        </w:rPr>
        <w:t xml:space="preserve">с </w:t>
      </w:r>
      <w:r w:rsidRPr="00431C76">
        <w:rPr>
          <w:rFonts w:ascii="Times New Roman" w:hAnsi="Times New Roman"/>
          <w:spacing w:val="-6"/>
          <w:sz w:val="28"/>
          <w:szCs w:val="28"/>
        </w:rPr>
        <w:t xml:space="preserve">распоряжением Правительства Хабаровского края </w:t>
      </w:r>
      <w:r>
        <w:rPr>
          <w:rFonts w:ascii="Times New Roman" w:hAnsi="Times New Roman"/>
          <w:spacing w:val="-6"/>
          <w:sz w:val="28"/>
          <w:szCs w:val="28"/>
        </w:rPr>
        <w:t xml:space="preserve">от 23.12.2016 № 1019-рп </w:t>
      </w:r>
      <w:r w:rsidRPr="00431C76">
        <w:rPr>
          <w:rFonts w:ascii="Times New Roman" w:hAnsi="Times New Roman"/>
          <w:spacing w:val="-6"/>
          <w:sz w:val="28"/>
          <w:szCs w:val="28"/>
        </w:rPr>
        <w:t>"О реализации комплексного проекта по развитию монопрофильного муниципального образования Российской Федерации (моногорода) – городского поселения "Рабочий поселок Чегдомын" Верхнебуреинского муниципального района Хабаровского края и прилегающих к нему территорий"</w:t>
      </w:r>
      <w:r>
        <w:rPr>
          <w:rFonts w:ascii="Times New Roman" w:hAnsi="Times New Roman"/>
          <w:spacing w:val="-6"/>
          <w:sz w:val="28"/>
          <w:szCs w:val="28"/>
        </w:rPr>
        <w:t xml:space="preserve"> администрация района </w:t>
      </w:r>
    </w:p>
    <w:p w:rsidR="008C4F0E" w:rsidRDefault="008C4F0E" w:rsidP="00AB0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9B5">
        <w:rPr>
          <w:rFonts w:ascii="Times New Roman" w:hAnsi="Times New Roman"/>
          <w:sz w:val="28"/>
          <w:szCs w:val="28"/>
        </w:rPr>
        <w:t>ПОСТАНОВЛЯЕТ:</w:t>
      </w:r>
    </w:p>
    <w:p w:rsidR="008C4F0E" w:rsidRPr="004729A5" w:rsidRDefault="008C4F0E" w:rsidP="00AB0C73">
      <w:pPr>
        <w:numPr>
          <w:ilvl w:val="0"/>
          <w:numId w:val="2"/>
        </w:numPr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right="5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состав Рабочей группы </w:t>
      </w:r>
      <w:r>
        <w:rPr>
          <w:rFonts w:ascii="Times New Roman" w:hAnsi="Times New Roman"/>
          <w:color w:val="000000"/>
          <w:sz w:val="28"/>
          <w:szCs w:val="28"/>
        </w:rPr>
        <w:t xml:space="preserve">по направлению «Создание промышленной зоны для размещения производственных объектов» </w:t>
      </w:r>
      <w:r>
        <w:rPr>
          <w:rFonts w:ascii="Times New Roman" w:hAnsi="Times New Roman"/>
          <w:sz w:val="28"/>
          <w:szCs w:val="28"/>
        </w:rPr>
        <w:t>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"Рабочий поселок Чегдомын"  Верхнебуреинского муниципального района Хабаровского края и прилегающих к нему территорий.</w:t>
      </w:r>
    </w:p>
    <w:p w:rsidR="008C4F0E" w:rsidRPr="004729A5" w:rsidRDefault="008C4F0E" w:rsidP="00AB0C73">
      <w:pPr>
        <w:numPr>
          <w:ilvl w:val="0"/>
          <w:numId w:val="2"/>
        </w:numPr>
        <w:tabs>
          <w:tab w:val="left" w:pos="9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прилагаемое </w:t>
      </w:r>
      <w:r w:rsidRPr="004729A5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 xml:space="preserve">о Рабочей группе </w:t>
      </w:r>
      <w:r>
        <w:rPr>
          <w:rFonts w:ascii="Times New Roman" w:hAnsi="Times New Roman"/>
          <w:color w:val="000000"/>
          <w:sz w:val="28"/>
          <w:szCs w:val="28"/>
        </w:rPr>
        <w:t xml:space="preserve">по направлению "Создание промышленной зоны для размещения производственных объектов" </w:t>
      </w:r>
      <w:r>
        <w:rPr>
          <w:rFonts w:ascii="Times New Roman" w:hAnsi="Times New Roman"/>
          <w:sz w:val="28"/>
          <w:szCs w:val="28"/>
        </w:rPr>
        <w:t>при управляющем совете  по реализации  комплексного проекта по развитию монопрофильного муниципального образования Российской Федерации (моногорода) – городского поселения «Рабочий поселок Чегдомын» Верхнебуреинского муниципального района Хабаровского края и прилегающих к нему территорий.</w:t>
      </w:r>
    </w:p>
    <w:p w:rsidR="008C4F0E" w:rsidRPr="00BA19B5" w:rsidRDefault="008C4F0E" w:rsidP="00AB0C73">
      <w:pPr>
        <w:numPr>
          <w:ilvl w:val="0"/>
          <w:numId w:val="2"/>
        </w:numPr>
        <w:tabs>
          <w:tab w:val="left" w:pos="9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29A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</w:t>
      </w:r>
      <w:r w:rsidRPr="004729A5"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(обнародования).</w:t>
      </w:r>
    </w:p>
    <w:p w:rsidR="008C4F0E" w:rsidRDefault="008C4F0E" w:rsidP="00AB0C73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C4F0E" w:rsidRDefault="008C4F0E" w:rsidP="00AB0C73">
      <w:pPr>
        <w:tabs>
          <w:tab w:val="left" w:pos="10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C4F0E" w:rsidRDefault="008C4F0E" w:rsidP="00AB0C7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BA19B5">
        <w:rPr>
          <w:rFonts w:ascii="Times New Roman" w:hAnsi="Times New Roman"/>
          <w:sz w:val="28"/>
          <w:szCs w:val="28"/>
        </w:rPr>
        <w:t xml:space="preserve">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A19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П.Ф.Титков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sectPr w:rsidR="008C4F0E" w:rsidSect="00AB0C73">
      <w:headerReference w:type="even" r:id="rId7"/>
      <w:pgSz w:w="11906" w:h="16838"/>
      <w:pgMar w:top="1134" w:right="567" w:bottom="1134" w:left="215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F0E" w:rsidRDefault="008C4F0E">
      <w:r>
        <w:separator/>
      </w:r>
    </w:p>
  </w:endnote>
  <w:endnote w:type="continuationSeparator" w:id="0">
    <w:p w:rsidR="008C4F0E" w:rsidRDefault="008C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F0E" w:rsidRDefault="008C4F0E">
      <w:r>
        <w:separator/>
      </w:r>
    </w:p>
  </w:footnote>
  <w:footnote w:type="continuationSeparator" w:id="0">
    <w:p w:rsidR="008C4F0E" w:rsidRDefault="008C4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F0E" w:rsidRDefault="008C4F0E" w:rsidP="000B12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4F0E" w:rsidRDefault="008C4F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596"/>
    <w:multiLevelType w:val="hybridMultilevel"/>
    <w:tmpl w:val="A03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7321A0"/>
    <w:multiLevelType w:val="multilevel"/>
    <w:tmpl w:val="5D40E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18BA401B"/>
    <w:multiLevelType w:val="multilevel"/>
    <w:tmpl w:val="1B62D564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222"/>
    <w:rsid w:val="00002AD3"/>
    <w:rsid w:val="0000683C"/>
    <w:rsid w:val="00035458"/>
    <w:rsid w:val="00035596"/>
    <w:rsid w:val="00052CB4"/>
    <w:rsid w:val="0007485C"/>
    <w:rsid w:val="00075F20"/>
    <w:rsid w:val="00085B44"/>
    <w:rsid w:val="000875E8"/>
    <w:rsid w:val="0009115D"/>
    <w:rsid w:val="000923A9"/>
    <w:rsid w:val="00094895"/>
    <w:rsid w:val="000B1298"/>
    <w:rsid w:val="000B3F10"/>
    <w:rsid w:val="000D3908"/>
    <w:rsid w:val="000D5C18"/>
    <w:rsid w:val="000D6AC1"/>
    <w:rsid w:val="000E3691"/>
    <w:rsid w:val="000F2E63"/>
    <w:rsid w:val="000F52E7"/>
    <w:rsid w:val="001147E6"/>
    <w:rsid w:val="00137F73"/>
    <w:rsid w:val="00160BE2"/>
    <w:rsid w:val="00167C8A"/>
    <w:rsid w:val="00167F92"/>
    <w:rsid w:val="00177202"/>
    <w:rsid w:val="001B181C"/>
    <w:rsid w:val="001C52ED"/>
    <w:rsid w:val="001D790C"/>
    <w:rsid w:val="001E5A72"/>
    <w:rsid w:val="001E6742"/>
    <w:rsid w:val="00201229"/>
    <w:rsid w:val="0021350E"/>
    <w:rsid w:val="0021436A"/>
    <w:rsid w:val="00231934"/>
    <w:rsid w:val="00241284"/>
    <w:rsid w:val="00251356"/>
    <w:rsid w:val="00252266"/>
    <w:rsid w:val="00260F7F"/>
    <w:rsid w:val="0026433C"/>
    <w:rsid w:val="002737F3"/>
    <w:rsid w:val="002815E7"/>
    <w:rsid w:val="002847B0"/>
    <w:rsid w:val="0029489B"/>
    <w:rsid w:val="002B5192"/>
    <w:rsid w:val="002C22DF"/>
    <w:rsid w:val="002C5A60"/>
    <w:rsid w:val="00315D75"/>
    <w:rsid w:val="003209E5"/>
    <w:rsid w:val="003459A0"/>
    <w:rsid w:val="0035482E"/>
    <w:rsid w:val="003631AE"/>
    <w:rsid w:val="00377F6C"/>
    <w:rsid w:val="00381E01"/>
    <w:rsid w:val="003B2178"/>
    <w:rsid w:val="003C2222"/>
    <w:rsid w:val="003D7F72"/>
    <w:rsid w:val="003E030F"/>
    <w:rsid w:val="003E0F19"/>
    <w:rsid w:val="003E2848"/>
    <w:rsid w:val="003F5454"/>
    <w:rsid w:val="00404FB9"/>
    <w:rsid w:val="0040797D"/>
    <w:rsid w:val="0042562C"/>
    <w:rsid w:val="00431C76"/>
    <w:rsid w:val="0045247D"/>
    <w:rsid w:val="004671D5"/>
    <w:rsid w:val="00471870"/>
    <w:rsid w:val="004729A5"/>
    <w:rsid w:val="004775E0"/>
    <w:rsid w:val="004A3579"/>
    <w:rsid w:val="004B7DEB"/>
    <w:rsid w:val="004D494C"/>
    <w:rsid w:val="004F417A"/>
    <w:rsid w:val="00503547"/>
    <w:rsid w:val="00526E77"/>
    <w:rsid w:val="00550001"/>
    <w:rsid w:val="00576DD2"/>
    <w:rsid w:val="0058570E"/>
    <w:rsid w:val="00585992"/>
    <w:rsid w:val="005938E0"/>
    <w:rsid w:val="005B08B6"/>
    <w:rsid w:val="005D6BCB"/>
    <w:rsid w:val="005D6C0B"/>
    <w:rsid w:val="005E5BB3"/>
    <w:rsid w:val="00600FB7"/>
    <w:rsid w:val="00607B6B"/>
    <w:rsid w:val="00631568"/>
    <w:rsid w:val="00644EFB"/>
    <w:rsid w:val="00680A77"/>
    <w:rsid w:val="00682060"/>
    <w:rsid w:val="00687967"/>
    <w:rsid w:val="006B5492"/>
    <w:rsid w:val="006B6F04"/>
    <w:rsid w:val="006F3C32"/>
    <w:rsid w:val="00701A5C"/>
    <w:rsid w:val="00710539"/>
    <w:rsid w:val="00725094"/>
    <w:rsid w:val="007317AD"/>
    <w:rsid w:val="00731853"/>
    <w:rsid w:val="007543BB"/>
    <w:rsid w:val="00755986"/>
    <w:rsid w:val="00755BCD"/>
    <w:rsid w:val="00762128"/>
    <w:rsid w:val="00766772"/>
    <w:rsid w:val="00792C5E"/>
    <w:rsid w:val="00793A2A"/>
    <w:rsid w:val="007B424B"/>
    <w:rsid w:val="007C3659"/>
    <w:rsid w:val="007C4A54"/>
    <w:rsid w:val="007D4117"/>
    <w:rsid w:val="00815783"/>
    <w:rsid w:val="00865B2C"/>
    <w:rsid w:val="00874E1F"/>
    <w:rsid w:val="00876BED"/>
    <w:rsid w:val="00895688"/>
    <w:rsid w:val="008A540B"/>
    <w:rsid w:val="008B23A7"/>
    <w:rsid w:val="008C3A1A"/>
    <w:rsid w:val="008C4F0E"/>
    <w:rsid w:val="008E3B84"/>
    <w:rsid w:val="008E7094"/>
    <w:rsid w:val="008F2423"/>
    <w:rsid w:val="008F38ED"/>
    <w:rsid w:val="008F4F37"/>
    <w:rsid w:val="00900046"/>
    <w:rsid w:val="00902FC1"/>
    <w:rsid w:val="00903B73"/>
    <w:rsid w:val="00906B59"/>
    <w:rsid w:val="00932D01"/>
    <w:rsid w:val="009378C1"/>
    <w:rsid w:val="00955B61"/>
    <w:rsid w:val="00955C3E"/>
    <w:rsid w:val="009576E1"/>
    <w:rsid w:val="0096023A"/>
    <w:rsid w:val="00964C8E"/>
    <w:rsid w:val="009A500F"/>
    <w:rsid w:val="009B522B"/>
    <w:rsid w:val="009C0641"/>
    <w:rsid w:val="009C7451"/>
    <w:rsid w:val="009D2E41"/>
    <w:rsid w:val="009D7EC8"/>
    <w:rsid w:val="009E07F0"/>
    <w:rsid w:val="009E4E1C"/>
    <w:rsid w:val="009F191D"/>
    <w:rsid w:val="009F53FB"/>
    <w:rsid w:val="00A13BFD"/>
    <w:rsid w:val="00A15780"/>
    <w:rsid w:val="00A32378"/>
    <w:rsid w:val="00A479DD"/>
    <w:rsid w:val="00A62CED"/>
    <w:rsid w:val="00A70C3C"/>
    <w:rsid w:val="00A747A1"/>
    <w:rsid w:val="00A74D84"/>
    <w:rsid w:val="00A779AE"/>
    <w:rsid w:val="00A904AE"/>
    <w:rsid w:val="00A91BF7"/>
    <w:rsid w:val="00A9229E"/>
    <w:rsid w:val="00A95AC9"/>
    <w:rsid w:val="00AA1DE4"/>
    <w:rsid w:val="00AA261D"/>
    <w:rsid w:val="00AA2D5E"/>
    <w:rsid w:val="00AB0C73"/>
    <w:rsid w:val="00AB66FD"/>
    <w:rsid w:val="00AE23FF"/>
    <w:rsid w:val="00B60229"/>
    <w:rsid w:val="00B8310E"/>
    <w:rsid w:val="00BA19B5"/>
    <w:rsid w:val="00BC3317"/>
    <w:rsid w:val="00BE487C"/>
    <w:rsid w:val="00BF03D6"/>
    <w:rsid w:val="00BF084B"/>
    <w:rsid w:val="00BF2245"/>
    <w:rsid w:val="00C01B07"/>
    <w:rsid w:val="00C06360"/>
    <w:rsid w:val="00C136EC"/>
    <w:rsid w:val="00C1399D"/>
    <w:rsid w:val="00C44568"/>
    <w:rsid w:val="00C640C8"/>
    <w:rsid w:val="00C90C83"/>
    <w:rsid w:val="00CA78FD"/>
    <w:rsid w:val="00CC3418"/>
    <w:rsid w:val="00CD161B"/>
    <w:rsid w:val="00CE11B9"/>
    <w:rsid w:val="00CE31F1"/>
    <w:rsid w:val="00D101E6"/>
    <w:rsid w:val="00D2280C"/>
    <w:rsid w:val="00D301B2"/>
    <w:rsid w:val="00D31762"/>
    <w:rsid w:val="00D347B5"/>
    <w:rsid w:val="00D37A16"/>
    <w:rsid w:val="00D707EC"/>
    <w:rsid w:val="00D82798"/>
    <w:rsid w:val="00DA1C3F"/>
    <w:rsid w:val="00DC10CD"/>
    <w:rsid w:val="00DD4860"/>
    <w:rsid w:val="00DF6621"/>
    <w:rsid w:val="00E03339"/>
    <w:rsid w:val="00E2346B"/>
    <w:rsid w:val="00E43809"/>
    <w:rsid w:val="00E64297"/>
    <w:rsid w:val="00E678FB"/>
    <w:rsid w:val="00E73C4F"/>
    <w:rsid w:val="00E73F33"/>
    <w:rsid w:val="00E8239E"/>
    <w:rsid w:val="00E87B59"/>
    <w:rsid w:val="00E92179"/>
    <w:rsid w:val="00EA5CF5"/>
    <w:rsid w:val="00EA68B6"/>
    <w:rsid w:val="00EB2C5C"/>
    <w:rsid w:val="00EB56A4"/>
    <w:rsid w:val="00EC7690"/>
    <w:rsid w:val="00ED6D1F"/>
    <w:rsid w:val="00EF0596"/>
    <w:rsid w:val="00F02C62"/>
    <w:rsid w:val="00F11483"/>
    <w:rsid w:val="00F25B02"/>
    <w:rsid w:val="00F35F7C"/>
    <w:rsid w:val="00F536C3"/>
    <w:rsid w:val="00F55039"/>
    <w:rsid w:val="00F6664D"/>
    <w:rsid w:val="00F850C4"/>
    <w:rsid w:val="00F97C40"/>
    <w:rsid w:val="00FB2577"/>
    <w:rsid w:val="00FC2CBC"/>
    <w:rsid w:val="00FC4D99"/>
    <w:rsid w:val="00FD3D84"/>
    <w:rsid w:val="00FD6FDC"/>
    <w:rsid w:val="00FE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9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C2222"/>
  </w:style>
  <w:style w:type="paragraph" w:styleId="BalloonText">
    <w:name w:val="Balloon Text"/>
    <w:basedOn w:val="Normal"/>
    <w:link w:val="BalloonTextChar"/>
    <w:uiPriority w:val="99"/>
    <w:semiHidden/>
    <w:rsid w:val="00214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3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B25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3317"/>
    <w:rPr>
      <w:rFonts w:cs="Times New Roman"/>
    </w:rPr>
  </w:style>
  <w:style w:type="character" w:styleId="PageNumber">
    <w:name w:val="page number"/>
    <w:basedOn w:val="DefaultParagraphFont"/>
    <w:uiPriority w:val="99"/>
    <w:rsid w:val="00FB2577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BA19B5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BA19B5"/>
    <w:pPr>
      <w:widowControl w:val="0"/>
      <w:shd w:val="clear" w:color="auto" w:fill="FFFFFF"/>
      <w:spacing w:after="840" w:line="490" w:lineRule="exact"/>
      <w:jc w:val="center"/>
    </w:pPr>
    <w:rPr>
      <w:sz w:val="26"/>
      <w:szCs w:val="26"/>
    </w:rPr>
  </w:style>
  <w:style w:type="table" w:styleId="TableGrid">
    <w:name w:val="Table Grid"/>
    <w:basedOn w:val="TableNormal"/>
    <w:uiPriority w:val="99"/>
    <w:locked/>
    <w:rsid w:val="00B6022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4729A5"/>
    <w:pPr>
      <w:widowControl w:val="0"/>
      <w:tabs>
        <w:tab w:val="right" w:pos="10206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729A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EB56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56A4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727</TotalTime>
  <Pages>1</Pages>
  <Words>292</Words>
  <Characters>1668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Org4</cp:lastModifiedBy>
  <cp:revision>55</cp:revision>
  <cp:lastPrinted>2017-02-06T03:10:00Z</cp:lastPrinted>
  <dcterms:created xsi:type="dcterms:W3CDTF">2014-04-28T06:16:00Z</dcterms:created>
  <dcterms:modified xsi:type="dcterms:W3CDTF">2017-02-07T05:32:00Z</dcterms:modified>
</cp:coreProperties>
</file>