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10008"/>
        <w:gridCol w:w="4778"/>
      </w:tblGrid>
      <w:tr w:rsidR="006B14D2" w:rsidTr="00C938C2">
        <w:tc>
          <w:tcPr>
            <w:tcW w:w="10008" w:type="dxa"/>
          </w:tcPr>
          <w:p w:rsidR="006B14D2" w:rsidRPr="00C938C2" w:rsidRDefault="006B14D2" w:rsidP="00C938C2">
            <w:pPr>
              <w:pStyle w:val="NoSpacing"/>
              <w:tabs>
                <w:tab w:val="left" w:pos="567"/>
              </w:tabs>
              <w:spacing w:line="240" w:lineRule="exact"/>
              <w:ind w:right="-31"/>
              <w:jc w:val="right"/>
              <w:outlineLvl w:val="0"/>
            </w:pPr>
          </w:p>
        </w:tc>
        <w:tc>
          <w:tcPr>
            <w:tcW w:w="4778" w:type="dxa"/>
          </w:tcPr>
          <w:p w:rsidR="006B14D2" w:rsidRPr="00C938C2" w:rsidRDefault="006B14D2" w:rsidP="00C938C2">
            <w:pPr>
              <w:pStyle w:val="NoSpacing"/>
              <w:tabs>
                <w:tab w:val="left" w:pos="567"/>
              </w:tabs>
              <w:spacing w:line="240" w:lineRule="exact"/>
              <w:ind w:right="-31"/>
              <w:jc w:val="center"/>
              <w:outlineLvl w:val="0"/>
              <w:rPr>
                <w:sz w:val="28"/>
                <w:szCs w:val="28"/>
              </w:rPr>
            </w:pPr>
            <w:r w:rsidRPr="00C938C2">
              <w:rPr>
                <w:sz w:val="28"/>
                <w:szCs w:val="28"/>
              </w:rPr>
              <w:t>Приложение 3</w:t>
            </w:r>
          </w:p>
          <w:p w:rsidR="006B14D2" w:rsidRPr="00C938C2" w:rsidRDefault="006B14D2" w:rsidP="00C938C2">
            <w:pPr>
              <w:pStyle w:val="NoSpacing"/>
              <w:tabs>
                <w:tab w:val="left" w:pos="567"/>
              </w:tabs>
              <w:spacing w:line="240" w:lineRule="exact"/>
              <w:ind w:right="-31"/>
              <w:jc w:val="center"/>
              <w:outlineLvl w:val="0"/>
              <w:rPr>
                <w:sz w:val="28"/>
                <w:szCs w:val="28"/>
              </w:rPr>
            </w:pPr>
          </w:p>
          <w:p w:rsidR="006B14D2" w:rsidRPr="00C938C2" w:rsidRDefault="006B14D2" w:rsidP="00C938C2">
            <w:pPr>
              <w:pStyle w:val="NoSpacing"/>
              <w:tabs>
                <w:tab w:val="left" w:pos="567"/>
              </w:tabs>
              <w:spacing w:line="240" w:lineRule="exact"/>
              <w:ind w:right="-31"/>
              <w:jc w:val="center"/>
              <w:outlineLvl w:val="0"/>
              <w:rPr>
                <w:sz w:val="28"/>
                <w:szCs w:val="28"/>
              </w:rPr>
            </w:pPr>
          </w:p>
          <w:p w:rsidR="006B14D2" w:rsidRPr="00C938C2" w:rsidRDefault="006B14D2" w:rsidP="00C938C2">
            <w:pPr>
              <w:pStyle w:val="NoSpacing"/>
              <w:spacing w:line="240" w:lineRule="exact"/>
              <w:ind w:right="-31"/>
              <w:jc w:val="center"/>
              <w:rPr>
                <w:sz w:val="28"/>
                <w:szCs w:val="28"/>
              </w:rPr>
            </w:pPr>
            <w:r w:rsidRPr="00C938C2">
              <w:rPr>
                <w:sz w:val="28"/>
                <w:szCs w:val="28"/>
              </w:rPr>
              <w:t>УТВЕРЖДЁН</w:t>
            </w:r>
          </w:p>
          <w:p w:rsidR="006B14D2" w:rsidRPr="00C938C2" w:rsidRDefault="006B14D2" w:rsidP="00C938C2">
            <w:pPr>
              <w:pStyle w:val="NoSpacing"/>
              <w:spacing w:line="240" w:lineRule="exact"/>
              <w:ind w:right="-31"/>
              <w:jc w:val="center"/>
              <w:rPr>
                <w:sz w:val="28"/>
                <w:szCs w:val="28"/>
              </w:rPr>
            </w:pPr>
            <w:r w:rsidRPr="00C938C2">
              <w:rPr>
                <w:sz w:val="28"/>
                <w:szCs w:val="28"/>
              </w:rPr>
              <w:t xml:space="preserve">постановлением </w:t>
            </w:r>
          </w:p>
          <w:p w:rsidR="006B14D2" w:rsidRPr="00C938C2" w:rsidRDefault="006B14D2" w:rsidP="00C938C2">
            <w:pPr>
              <w:pStyle w:val="NoSpacing"/>
              <w:spacing w:line="240" w:lineRule="exact"/>
              <w:ind w:right="-31"/>
              <w:jc w:val="center"/>
              <w:rPr>
                <w:sz w:val="28"/>
                <w:szCs w:val="28"/>
              </w:rPr>
            </w:pPr>
            <w:r w:rsidRPr="00C938C2">
              <w:rPr>
                <w:sz w:val="28"/>
                <w:szCs w:val="28"/>
              </w:rPr>
              <w:t>администрации района</w:t>
            </w:r>
          </w:p>
          <w:p w:rsidR="006B14D2" w:rsidRPr="00C938C2" w:rsidRDefault="006B14D2" w:rsidP="00C938C2">
            <w:pPr>
              <w:pStyle w:val="NoSpacing"/>
              <w:spacing w:line="240" w:lineRule="exact"/>
              <w:ind w:right="-31"/>
              <w:jc w:val="center"/>
              <w:rPr>
                <w:sz w:val="28"/>
                <w:szCs w:val="28"/>
              </w:rPr>
            </w:pPr>
          </w:p>
          <w:p w:rsidR="006B14D2" w:rsidRPr="00C938C2" w:rsidRDefault="006B14D2" w:rsidP="00C938C2">
            <w:pPr>
              <w:pStyle w:val="NoSpacing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05.04.2017  № 185</w:t>
            </w:r>
          </w:p>
        </w:tc>
      </w:tr>
    </w:tbl>
    <w:p w:rsidR="006B14D2" w:rsidRDefault="006B14D2" w:rsidP="000F11AA">
      <w:pPr>
        <w:pStyle w:val="NoSpacing"/>
        <w:tabs>
          <w:tab w:val="left" w:pos="567"/>
        </w:tabs>
        <w:spacing w:line="240" w:lineRule="exact"/>
        <w:ind w:right="-31"/>
        <w:jc w:val="right"/>
        <w:outlineLvl w:val="0"/>
      </w:pPr>
    </w:p>
    <w:p w:rsidR="006B14D2" w:rsidRDefault="006B14D2" w:rsidP="0023012A">
      <w:pPr>
        <w:pStyle w:val="NoSpacing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О Т Ч Ё Т</w:t>
      </w:r>
    </w:p>
    <w:p w:rsidR="006B14D2" w:rsidRDefault="006B14D2" w:rsidP="001A52E5">
      <w:pPr>
        <w:pStyle w:val="NoSpacing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</w:t>
      </w:r>
    </w:p>
    <w:p w:rsidR="006B14D2" w:rsidRPr="00BA4E9C" w:rsidRDefault="006B14D2" w:rsidP="001A52E5">
      <w:pPr>
        <w:pStyle w:val="NoSpacing"/>
        <w:jc w:val="center"/>
        <w:rPr>
          <w:sz w:val="20"/>
          <w:szCs w:val="20"/>
        </w:rPr>
      </w:pPr>
      <w:r w:rsidRPr="00BA4E9C">
        <w:rPr>
          <w:sz w:val="20"/>
          <w:szCs w:val="20"/>
        </w:rPr>
        <w:t>(наименование муниципального образования или структурного подразделения</w:t>
      </w:r>
      <w:r>
        <w:rPr>
          <w:sz w:val="20"/>
          <w:szCs w:val="20"/>
        </w:rPr>
        <w:t xml:space="preserve"> администрации района</w:t>
      </w:r>
      <w:r w:rsidRPr="00BA4E9C">
        <w:rPr>
          <w:sz w:val="20"/>
          <w:szCs w:val="20"/>
        </w:rPr>
        <w:t>)</w:t>
      </w:r>
    </w:p>
    <w:p w:rsidR="006B14D2" w:rsidRPr="001A52E5" w:rsidRDefault="006B14D2" w:rsidP="001A52E5">
      <w:pPr>
        <w:pStyle w:val="NoSpacing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выполнении </w:t>
      </w:r>
      <w:r w:rsidRPr="001A52E5">
        <w:rPr>
          <w:sz w:val="28"/>
          <w:szCs w:val="28"/>
        </w:rPr>
        <w:t xml:space="preserve">показателей по мобилизации доходов </w:t>
      </w:r>
      <w:r>
        <w:rPr>
          <w:sz w:val="28"/>
          <w:szCs w:val="28"/>
        </w:rPr>
        <w:t xml:space="preserve">в бюджет района за отчетный период ________________________2017 года </w:t>
      </w:r>
    </w:p>
    <w:p w:rsidR="006B14D2" w:rsidRPr="001A52E5" w:rsidRDefault="006B14D2" w:rsidP="001A52E5">
      <w:pPr>
        <w:pStyle w:val="NoSpacing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3407"/>
        <w:gridCol w:w="2112"/>
        <w:gridCol w:w="2112"/>
        <w:gridCol w:w="2112"/>
        <w:gridCol w:w="2113"/>
        <w:gridCol w:w="2113"/>
      </w:tblGrid>
      <w:tr w:rsidR="006B14D2" w:rsidTr="00C2196A">
        <w:tc>
          <w:tcPr>
            <w:tcW w:w="817" w:type="dxa"/>
          </w:tcPr>
          <w:p w:rsidR="006B14D2" w:rsidRPr="00C2196A" w:rsidRDefault="006B14D2" w:rsidP="00C2196A">
            <w:pPr>
              <w:pStyle w:val="Title"/>
              <w:jc w:val="left"/>
              <w:rPr>
                <w:b w:val="0"/>
                <w:bCs/>
                <w:szCs w:val="28"/>
              </w:rPr>
            </w:pPr>
            <w:r w:rsidRPr="00C2196A">
              <w:rPr>
                <w:b w:val="0"/>
                <w:bCs/>
                <w:szCs w:val="28"/>
              </w:rPr>
              <w:t>№ п/п</w:t>
            </w:r>
          </w:p>
        </w:tc>
        <w:tc>
          <w:tcPr>
            <w:tcW w:w="3407" w:type="dxa"/>
          </w:tcPr>
          <w:p w:rsidR="006B14D2" w:rsidRPr="00C2196A" w:rsidRDefault="006B14D2" w:rsidP="0017697E">
            <w:pPr>
              <w:pStyle w:val="Title"/>
              <w:rPr>
                <w:b w:val="0"/>
                <w:bCs/>
                <w:szCs w:val="28"/>
              </w:rPr>
            </w:pPr>
            <w:r w:rsidRPr="00C2196A">
              <w:rPr>
                <w:b w:val="0"/>
                <w:bCs/>
                <w:szCs w:val="28"/>
              </w:rPr>
              <w:t>Наименование курируемого вида платежа</w:t>
            </w:r>
          </w:p>
        </w:tc>
        <w:tc>
          <w:tcPr>
            <w:tcW w:w="2112" w:type="dxa"/>
          </w:tcPr>
          <w:p w:rsidR="006B14D2" w:rsidRPr="00C2196A" w:rsidRDefault="006B14D2" w:rsidP="0017697E">
            <w:pPr>
              <w:pStyle w:val="Title"/>
              <w:rPr>
                <w:b w:val="0"/>
                <w:bCs/>
                <w:szCs w:val="28"/>
              </w:rPr>
            </w:pPr>
            <w:r w:rsidRPr="00C2196A">
              <w:rPr>
                <w:b w:val="0"/>
                <w:bCs/>
                <w:szCs w:val="28"/>
              </w:rPr>
              <w:t>Контрольные показатели по мобилизации на 2017 год</w:t>
            </w:r>
          </w:p>
        </w:tc>
        <w:tc>
          <w:tcPr>
            <w:tcW w:w="2112" w:type="dxa"/>
          </w:tcPr>
          <w:p w:rsidR="006B14D2" w:rsidRPr="00C2196A" w:rsidRDefault="006B14D2" w:rsidP="0017697E">
            <w:pPr>
              <w:pStyle w:val="Title"/>
              <w:rPr>
                <w:b w:val="0"/>
                <w:bCs/>
                <w:szCs w:val="28"/>
              </w:rPr>
            </w:pPr>
            <w:r w:rsidRPr="00C2196A">
              <w:rPr>
                <w:b w:val="0"/>
                <w:bCs/>
                <w:szCs w:val="28"/>
              </w:rPr>
              <w:t>Контрольные показатели на отчетный период</w:t>
            </w:r>
          </w:p>
        </w:tc>
        <w:tc>
          <w:tcPr>
            <w:tcW w:w="2112" w:type="dxa"/>
          </w:tcPr>
          <w:p w:rsidR="006B14D2" w:rsidRPr="00C2196A" w:rsidRDefault="006B14D2" w:rsidP="0017697E">
            <w:pPr>
              <w:pStyle w:val="Title"/>
              <w:rPr>
                <w:b w:val="0"/>
                <w:bCs/>
                <w:szCs w:val="28"/>
              </w:rPr>
            </w:pPr>
            <w:r w:rsidRPr="00C2196A">
              <w:rPr>
                <w:b w:val="0"/>
                <w:bCs/>
                <w:szCs w:val="28"/>
              </w:rPr>
              <w:t>Фактически поступило в отчетном периоде</w:t>
            </w:r>
          </w:p>
        </w:tc>
        <w:tc>
          <w:tcPr>
            <w:tcW w:w="2113" w:type="dxa"/>
          </w:tcPr>
          <w:p w:rsidR="006B14D2" w:rsidRPr="00C2196A" w:rsidRDefault="006B14D2" w:rsidP="006D0CEF">
            <w:pPr>
              <w:pStyle w:val="Title"/>
              <w:rPr>
                <w:b w:val="0"/>
                <w:bCs/>
                <w:szCs w:val="28"/>
              </w:rPr>
            </w:pPr>
            <w:r w:rsidRPr="00C2196A">
              <w:rPr>
                <w:b w:val="0"/>
                <w:bCs/>
                <w:szCs w:val="28"/>
              </w:rPr>
              <w:t>% исполнения к годовому заданию</w:t>
            </w:r>
          </w:p>
        </w:tc>
        <w:tc>
          <w:tcPr>
            <w:tcW w:w="2113" w:type="dxa"/>
          </w:tcPr>
          <w:p w:rsidR="006B14D2" w:rsidRPr="00C2196A" w:rsidRDefault="006B14D2" w:rsidP="0017697E">
            <w:pPr>
              <w:pStyle w:val="Title"/>
              <w:rPr>
                <w:b w:val="0"/>
                <w:bCs/>
                <w:szCs w:val="28"/>
              </w:rPr>
            </w:pPr>
            <w:r w:rsidRPr="00C2196A">
              <w:rPr>
                <w:b w:val="0"/>
                <w:bCs/>
                <w:szCs w:val="28"/>
              </w:rPr>
              <w:t>% исполнения за отчетный период</w:t>
            </w:r>
          </w:p>
        </w:tc>
      </w:tr>
      <w:tr w:rsidR="006B14D2" w:rsidTr="00C2196A">
        <w:tc>
          <w:tcPr>
            <w:tcW w:w="817" w:type="dxa"/>
          </w:tcPr>
          <w:p w:rsidR="006B14D2" w:rsidRPr="00C2196A" w:rsidRDefault="006B14D2" w:rsidP="00C2196A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3407" w:type="dxa"/>
          </w:tcPr>
          <w:p w:rsidR="006B14D2" w:rsidRPr="00C2196A" w:rsidRDefault="006B14D2" w:rsidP="00C2196A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2112" w:type="dxa"/>
          </w:tcPr>
          <w:p w:rsidR="006B14D2" w:rsidRPr="00C2196A" w:rsidRDefault="006B14D2" w:rsidP="00C2196A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2112" w:type="dxa"/>
          </w:tcPr>
          <w:p w:rsidR="006B14D2" w:rsidRPr="00C2196A" w:rsidRDefault="006B14D2" w:rsidP="00C2196A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2112" w:type="dxa"/>
          </w:tcPr>
          <w:p w:rsidR="006B14D2" w:rsidRPr="00C2196A" w:rsidRDefault="006B14D2" w:rsidP="00C2196A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2113" w:type="dxa"/>
          </w:tcPr>
          <w:p w:rsidR="006B14D2" w:rsidRPr="00C2196A" w:rsidRDefault="006B14D2" w:rsidP="00C2196A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2113" w:type="dxa"/>
          </w:tcPr>
          <w:p w:rsidR="006B14D2" w:rsidRPr="00C2196A" w:rsidRDefault="006B14D2" w:rsidP="00C2196A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</w:tr>
      <w:tr w:rsidR="006B14D2" w:rsidTr="00C2196A">
        <w:tc>
          <w:tcPr>
            <w:tcW w:w="817" w:type="dxa"/>
          </w:tcPr>
          <w:p w:rsidR="006B14D2" w:rsidRPr="00C2196A" w:rsidRDefault="006B14D2" w:rsidP="00C2196A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3407" w:type="dxa"/>
          </w:tcPr>
          <w:p w:rsidR="006B14D2" w:rsidRPr="00C2196A" w:rsidRDefault="006B14D2" w:rsidP="00C2196A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2112" w:type="dxa"/>
          </w:tcPr>
          <w:p w:rsidR="006B14D2" w:rsidRPr="00C2196A" w:rsidRDefault="006B14D2" w:rsidP="00C2196A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2112" w:type="dxa"/>
          </w:tcPr>
          <w:p w:rsidR="006B14D2" w:rsidRPr="00C2196A" w:rsidRDefault="006B14D2" w:rsidP="00C2196A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2112" w:type="dxa"/>
          </w:tcPr>
          <w:p w:rsidR="006B14D2" w:rsidRPr="00C2196A" w:rsidRDefault="006B14D2" w:rsidP="00C2196A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2113" w:type="dxa"/>
          </w:tcPr>
          <w:p w:rsidR="006B14D2" w:rsidRPr="00C2196A" w:rsidRDefault="006B14D2" w:rsidP="00C2196A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2113" w:type="dxa"/>
          </w:tcPr>
          <w:p w:rsidR="006B14D2" w:rsidRPr="00C2196A" w:rsidRDefault="006B14D2" w:rsidP="00C2196A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</w:tr>
      <w:tr w:rsidR="006B14D2" w:rsidTr="00C2196A">
        <w:tc>
          <w:tcPr>
            <w:tcW w:w="817" w:type="dxa"/>
          </w:tcPr>
          <w:p w:rsidR="006B14D2" w:rsidRPr="00C2196A" w:rsidRDefault="006B14D2" w:rsidP="00C2196A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3407" w:type="dxa"/>
          </w:tcPr>
          <w:p w:rsidR="006B14D2" w:rsidRPr="00C2196A" w:rsidRDefault="006B14D2" w:rsidP="00C2196A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2112" w:type="dxa"/>
          </w:tcPr>
          <w:p w:rsidR="006B14D2" w:rsidRPr="00C2196A" w:rsidRDefault="006B14D2" w:rsidP="00C2196A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2112" w:type="dxa"/>
          </w:tcPr>
          <w:p w:rsidR="006B14D2" w:rsidRPr="00C2196A" w:rsidRDefault="006B14D2" w:rsidP="00C2196A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2112" w:type="dxa"/>
          </w:tcPr>
          <w:p w:rsidR="006B14D2" w:rsidRPr="00C2196A" w:rsidRDefault="006B14D2" w:rsidP="00C2196A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2113" w:type="dxa"/>
          </w:tcPr>
          <w:p w:rsidR="006B14D2" w:rsidRPr="00C2196A" w:rsidRDefault="006B14D2" w:rsidP="00C2196A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2113" w:type="dxa"/>
          </w:tcPr>
          <w:p w:rsidR="006B14D2" w:rsidRPr="00C2196A" w:rsidRDefault="006B14D2" w:rsidP="00C2196A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</w:tr>
      <w:tr w:rsidR="006B14D2" w:rsidTr="00C2196A">
        <w:tc>
          <w:tcPr>
            <w:tcW w:w="817" w:type="dxa"/>
          </w:tcPr>
          <w:p w:rsidR="006B14D2" w:rsidRPr="00C2196A" w:rsidRDefault="006B14D2" w:rsidP="00C2196A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3407" w:type="dxa"/>
          </w:tcPr>
          <w:p w:rsidR="006B14D2" w:rsidRPr="00C2196A" w:rsidRDefault="006B14D2" w:rsidP="00C2196A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2112" w:type="dxa"/>
          </w:tcPr>
          <w:p w:rsidR="006B14D2" w:rsidRPr="00C2196A" w:rsidRDefault="006B14D2" w:rsidP="00C2196A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2112" w:type="dxa"/>
          </w:tcPr>
          <w:p w:rsidR="006B14D2" w:rsidRPr="00C2196A" w:rsidRDefault="006B14D2" w:rsidP="00C2196A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2112" w:type="dxa"/>
          </w:tcPr>
          <w:p w:rsidR="006B14D2" w:rsidRPr="00C2196A" w:rsidRDefault="006B14D2" w:rsidP="00C2196A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2113" w:type="dxa"/>
          </w:tcPr>
          <w:p w:rsidR="006B14D2" w:rsidRPr="00C2196A" w:rsidRDefault="006B14D2" w:rsidP="00C2196A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2113" w:type="dxa"/>
          </w:tcPr>
          <w:p w:rsidR="006B14D2" w:rsidRPr="00C2196A" w:rsidRDefault="006B14D2" w:rsidP="00C2196A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</w:tr>
      <w:tr w:rsidR="006B14D2" w:rsidTr="00C2196A">
        <w:tc>
          <w:tcPr>
            <w:tcW w:w="817" w:type="dxa"/>
          </w:tcPr>
          <w:p w:rsidR="006B14D2" w:rsidRPr="00C2196A" w:rsidRDefault="006B14D2" w:rsidP="00C2196A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3407" w:type="dxa"/>
          </w:tcPr>
          <w:p w:rsidR="006B14D2" w:rsidRPr="00C2196A" w:rsidRDefault="006B14D2" w:rsidP="00C2196A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2112" w:type="dxa"/>
          </w:tcPr>
          <w:p w:rsidR="006B14D2" w:rsidRPr="00C2196A" w:rsidRDefault="006B14D2" w:rsidP="00C2196A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2112" w:type="dxa"/>
          </w:tcPr>
          <w:p w:rsidR="006B14D2" w:rsidRPr="00C2196A" w:rsidRDefault="006B14D2" w:rsidP="00C2196A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2112" w:type="dxa"/>
          </w:tcPr>
          <w:p w:rsidR="006B14D2" w:rsidRPr="00C2196A" w:rsidRDefault="006B14D2" w:rsidP="00C2196A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2113" w:type="dxa"/>
          </w:tcPr>
          <w:p w:rsidR="006B14D2" w:rsidRPr="00C2196A" w:rsidRDefault="006B14D2" w:rsidP="00C2196A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2113" w:type="dxa"/>
          </w:tcPr>
          <w:p w:rsidR="006B14D2" w:rsidRPr="00C2196A" w:rsidRDefault="006B14D2" w:rsidP="00C2196A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</w:tr>
      <w:tr w:rsidR="006B14D2" w:rsidTr="00C2196A">
        <w:tc>
          <w:tcPr>
            <w:tcW w:w="817" w:type="dxa"/>
          </w:tcPr>
          <w:p w:rsidR="006B14D2" w:rsidRPr="00C2196A" w:rsidRDefault="006B14D2" w:rsidP="00C2196A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3407" w:type="dxa"/>
          </w:tcPr>
          <w:p w:rsidR="006B14D2" w:rsidRPr="00C2196A" w:rsidRDefault="006B14D2" w:rsidP="00C2196A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2112" w:type="dxa"/>
          </w:tcPr>
          <w:p w:rsidR="006B14D2" w:rsidRPr="00C2196A" w:rsidRDefault="006B14D2" w:rsidP="00C2196A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2112" w:type="dxa"/>
          </w:tcPr>
          <w:p w:rsidR="006B14D2" w:rsidRPr="00C2196A" w:rsidRDefault="006B14D2" w:rsidP="00C2196A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2112" w:type="dxa"/>
          </w:tcPr>
          <w:p w:rsidR="006B14D2" w:rsidRPr="00C2196A" w:rsidRDefault="006B14D2" w:rsidP="00C2196A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2113" w:type="dxa"/>
          </w:tcPr>
          <w:p w:rsidR="006B14D2" w:rsidRPr="00C2196A" w:rsidRDefault="006B14D2" w:rsidP="00C2196A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2113" w:type="dxa"/>
          </w:tcPr>
          <w:p w:rsidR="006B14D2" w:rsidRPr="00C2196A" w:rsidRDefault="006B14D2" w:rsidP="00C2196A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</w:tr>
      <w:tr w:rsidR="006B14D2" w:rsidTr="00C2196A">
        <w:tc>
          <w:tcPr>
            <w:tcW w:w="817" w:type="dxa"/>
          </w:tcPr>
          <w:p w:rsidR="006B14D2" w:rsidRPr="00C2196A" w:rsidRDefault="006B14D2" w:rsidP="00C2196A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3407" w:type="dxa"/>
          </w:tcPr>
          <w:p w:rsidR="006B14D2" w:rsidRPr="00C2196A" w:rsidRDefault="006B14D2" w:rsidP="00C2196A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2112" w:type="dxa"/>
          </w:tcPr>
          <w:p w:rsidR="006B14D2" w:rsidRPr="00C2196A" w:rsidRDefault="006B14D2" w:rsidP="00C2196A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2112" w:type="dxa"/>
          </w:tcPr>
          <w:p w:rsidR="006B14D2" w:rsidRPr="00C2196A" w:rsidRDefault="006B14D2" w:rsidP="00C2196A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2112" w:type="dxa"/>
          </w:tcPr>
          <w:p w:rsidR="006B14D2" w:rsidRPr="00C2196A" w:rsidRDefault="006B14D2" w:rsidP="00C2196A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2113" w:type="dxa"/>
          </w:tcPr>
          <w:p w:rsidR="006B14D2" w:rsidRPr="00C2196A" w:rsidRDefault="006B14D2" w:rsidP="00C2196A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2113" w:type="dxa"/>
          </w:tcPr>
          <w:p w:rsidR="006B14D2" w:rsidRPr="00C2196A" w:rsidRDefault="006B14D2" w:rsidP="00C2196A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</w:tr>
    </w:tbl>
    <w:p w:rsidR="006B14D2" w:rsidRPr="000F11AA" w:rsidRDefault="006B14D2" w:rsidP="00BA4E9C">
      <w:pPr>
        <w:pStyle w:val="Title"/>
        <w:tabs>
          <w:tab w:val="left" w:pos="-142"/>
        </w:tabs>
        <w:jc w:val="left"/>
        <w:rPr>
          <w:b w:val="0"/>
          <w:bCs/>
          <w:sz w:val="24"/>
          <w:szCs w:val="24"/>
        </w:rPr>
      </w:pPr>
    </w:p>
    <w:p w:rsidR="006B14D2" w:rsidRPr="000F11AA" w:rsidRDefault="006B14D2" w:rsidP="0023012A">
      <w:pPr>
        <w:pStyle w:val="Title"/>
        <w:tabs>
          <w:tab w:val="left" w:pos="-142"/>
        </w:tabs>
        <w:jc w:val="left"/>
        <w:outlineLvl w:val="0"/>
        <w:rPr>
          <w:b w:val="0"/>
          <w:bCs/>
          <w:sz w:val="24"/>
          <w:szCs w:val="24"/>
        </w:rPr>
      </w:pPr>
      <w:r w:rsidRPr="000F11AA">
        <w:rPr>
          <w:b w:val="0"/>
          <w:bCs/>
          <w:sz w:val="24"/>
          <w:szCs w:val="24"/>
        </w:rPr>
        <w:t>Глава муниципального образования (или руководитель структурного подразделения администрации района)__________</w:t>
      </w:r>
    </w:p>
    <w:p w:rsidR="006B14D2" w:rsidRPr="000F11AA" w:rsidRDefault="006B14D2" w:rsidP="0063425E">
      <w:pPr>
        <w:pStyle w:val="BodyTextIndent"/>
        <w:ind w:firstLine="0"/>
        <w:rPr>
          <w:sz w:val="24"/>
        </w:rPr>
      </w:pPr>
    </w:p>
    <w:p w:rsidR="006B14D2" w:rsidRPr="000F11AA" w:rsidRDefault="006B14D2" w:rsidP="0063425E">
      <w:pPr>
        <w:pStyle w:val="BodyTextIndent"/>
        <w:ind w:firstLine="0"/>
        <w:rPr>
          <w:sz w:val="24"/>
        </w:rPr>
      </w:pPr>
      <w:r w:rsidRPr="000F11AA">
        <w:rPr>
          <w:sz w:val="24"/>
        </w:rPr>
        <w:t>Исполнитель, телефон</w:t>
      </w:r>
    </w:p>
    <w:sectPr w:rsidR="006B14D2" w:rsidRPr="000F11AA" w:rsidSect="00BA4E9C">
      <w:pgSz w:w="16838" w:h="11906" w:orient="landscape"/>
      <w:pgMar w:top="1985" w:right="1134" w:bottom="1135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efaultTabStop w:val="708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349"/>
    <w:rsid w:val="00030E7A"/>
    <w:rsid w:val="000B0417"/>
    <w:rsid w:val="000E5DF1"/>
    <w:rsid w:val="000F11AA"/>
    <w:rsid w:val="00100AB5"/>
    <w:rsid w:val="0017697E"/>
    <w:rsid w:val="001A52E5"/>
    <w:rsid w:val="001F01AD"/>
    <w:rsid w:val="0023012A"/>
    <w:rsid w:val="00244FB2"/>
    <w:rsid w:val="00286C61"/>
    <w:rsid w:val="003715B7"/>
    <w:rsid w:val="00434749"/>
    <w:rsid w:val="004353EC"/>
    <w:rsid w:val="00490BBF"/>
    <w:rsid w:val="004A38AA"/>
    <w:rsid w:val="0050258F"/>
    <w:rsid w:val="005240AA"/>
    <w:rsid w:val="00570E61"/>
    <w:rsid w:val="0057123D"/>
    <w:rsid w:val="005A0CBB"/>
    <w:rsid w:val="005C0751"/>
    <w:rsid w:val="005D055F"/>
    <w:rsid w:val="0063121F"/>
    <w:rsid w:val="0063425E"/>
    <w:rsid w:val="006B14D2"/>
    <w:rsid w:val="006D0CEF"/>
    <w:rsid w:val="007002F7"/>
    <w:rsid w:val="007E0862"/>
    <w:rsid w:val="007E1DBE"/>
    <w:rsid w:val="00814635"/>
    <w:rsid w:val="00843349"/>
    <w:rsid w:val="0088357E"/>
    <w:rsid w:val="009F390F"/>
    <w:rsid w:val="00B610C9"/>
    <w:rsid w:val="00B724A3"/>
    <w:rsid w:val="00BA4E9C"/>
    <w:rsid w:val="00BB1CF5"/>
    <w:rsid w:val="00C2196A"/>
    <w:rsid w:val="00C224FF"/>
    <w:rsid w:val="00C23C26"/>
    <w:rsid w:val="00C67B29"/>
    <w:rsid w:val="00C938C2"/>
    <w:rsid w:val="00D24039"/>
    <w:rsid w:val="00EB0442"/>
    <w:rsid w:val="00EF0B86"/>
    <w:rsid w:val="00F600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34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843349"/>
    <w:pPr>
      <w:ind w:firstLine="360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43349"/>
    <w:rPr>
      <w:rFonts w:ascii="Times New Roman" w:hAnsi="Times New Roman" w:cs="Times New Roman"/>
      <w:sz w:val="24"/>
      <w:szCs w:val="24"/>
      <w:lang w:eastAsia="ru-RU"/>
    </w:rPr>
  </w:style>
  <w:style w:type="paragraph" w:styleId="Title">
    <w:name w:val="Title"/>
    <w:basedOn w:val="Normal"/>
    <w:link w:val="TitleChar"/>
    <w:uiPriority w:val="99"/>
    <w:qFormat/>
    <w:rsid w:val="00843349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843349"/>
    <w:rPr>
      <w:rFonts w:ascii="Times New Roman" w:hAnsi="Times New Roman" w:cs="Times New Roman"/>
      <w:b/>
      <w:sz w:val="20"/>
      <w:szCs w:val="20"/>
      <w:lang w:eastAsia="ru-RU"/>
    </w:rPr>
  </w:style>
  <w:style w:type="table" w:styleId="TableGrid">
    <w:name w:val="Table Grid"/>
    <w:basedOn w:val="TableNormal"/>
    <w:uiPriority w:val="99"/>
    <w:rsid w:val="0084334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1A52E5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570E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70E61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39</TotalTime>
  <Pages>1</Pages>
  <Words>119</Words>
  <Characters>681</Characters>
  <Application>Microsoft Office Outlook</Application>
  <DocSecurity>0</DocSecurity>
  <Lines>0</Lines>
  <Paragraphs>0</Paragraphs>
  <ScaleCrop>false</ScaleCrop>
  <Company>UralSOFT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Пышненко</dc:creator>
  <cp:keywords/>
  <dc:description/>
  <cp:lastModifiedBy>Org4</cp:lastModifiedBy>
  <cp:revision>19</cp:revision>
  <cp:lastPrinted>2017-04-04T01:55:00Z</cp:lastPrinted>
  <dcterms:created xsi:type="dcterms:W3CDTF">2015-03-30T06:08:00Z</dcterms:created>
  <dcterms:modified xsi:type="dcterms:W3CDTF">2017-04-06T04:39:00Z</dcterms:modified>
</cp:coreProperties>
</file>