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629" w:rsidRPr="000318B1" w:rsidRDefault="00A10629" w:rsidP="009D1CEB">
      <w:pPr>
        <w:jc w:val="center"/>
      </w:pPr>
      <w:bookmarkStart w:id="0" w:name="_GoBack"/>
      <w:bookmarkEnd w:id="0"/>
      <w:r w:rsidRPr="000318B1">
        <w:t>Администрация</w:t>
      </w:r>
    </w:p>
    <w:p w:rsidR="00A10629" w:rsidRPr="000318B1" w:rsidRDefault="00A10629" w:rsidP="009D1CEB">
      <w:pPr>
        <w:jc w:val="center"/>
      </w:pPr>
      <w:r w:rsidRPr="000318B1">
        <w:t>Верхнебуреинского муниципального района</w:t>
      </w:r>
    </w:p>
    <w:p w:rsidR="00A10629" w:rsidRPr="000318B1" w:rsidRDefault="00A10629" w:rsidP="009D1CEB">
      <w:pPr>
        <w:jc w:val="center"/>
      </w:pPr>
    </w:p>
    <w:p w:rsidR="00A10629" w:rsidRPr="000318B1" w:rsidRDefault="00A10629" w:rsidP="009D1CEB">
      <w:pPr>
        <w:jc w:val="center"/>
      </w:pPr>
      <w:r w:rsidRPr="000318B1">
        <w:t>ПОСТАНОВЛЕНИЕ</w:t>
      </w:r>
    </w:p>
    <w:p w:rsidR="00A10629" w:rsidRPr="000318B1" w:rsidRDefault="00A10629" w:rsidP="009D1CEB"/>
    <w:p w:rsidR="00A10629" w:rsidRPr="000318B1" w:rsidRDefault="00A10629" w:rsidP="009D1CEB"/>
    <w:p w:rsidR="00A10629" w:rsidRPr="000318B1" w:rsidRDefault="00A10629" w:rsidP="009D1CEB"/>
    <w:p w:rsidR="00A10629" w:rsidRPr="000318B1" w:rsidRDefault="00A10629" w:rsidP="009D1CEB">
      <w:pPr>
        <w:rPr>
          <w:u w:val="single"/>
        </w:rPr>
      </w:pPr>
      <w:r>
        <w:rPr>
          <w:u w:val="single"/>
        </w:rPr>
        <w:t>25.05</w:t>
      </w:r>
      <w:r w:rsidRPr="000318B1">
        <w:rPr>
          <w:u w:val="single"/>
        </w:rPr>
        <w:t xml:space="preserve">.2017  № </w:t>
      </w:r>
      <w:r>
        <w:rPr>
          <w:u w:val="single"/>
        </w:rPr>
        <w:t>300</w:t>
      </w:r>
    </w:p>
    <w:p w:rsidR="00A10629" w:rsidRPr="000318B1" w:rsidRDefault="00A10629" w:rsidP="009D1CEB">
      <w:r w:rsidRPr="000318B1">
        <w:t>п. Чегдомын</w:t>
      </w:r>
    </w:p>
    <w:p w:rsidR="00A10629" w:rsidRDefault="00A10629" w:rsidP="000B6A47">
      <w:pPr>
        <w:pStyle w:val="ConsPlusTitle"/>
        <w:spacing w:line="240" w:lineRule="exact"/>
        <w:jc w:val="both"/>
        <w:rPr>
          <w:b w:val="0"/>
        </w:rPr>
      </w:pPr>
    </w:p>
    <w:p w:rsidR="00A10629" w:rsidRDefault="00A10629" w:rsidP="000B6A47">
      <w:pPr>
        <w:pStyle w:val="ConsPlusTitle"/>
        <w:spacing w:line="240" w:lineRule="exact"/>
        <w:jc w:val="both"/>
        <w:rPr>
          <w:b w:val="0"/>
        </w:rPr>
      </w:pPr>
    </w:p>
    <w:p w:rsidR="00A10629" w:rsidRDefault="00A10629" w:rsidP="000B6A47">
      <w:pPr>
        <w:pStyle w:val="ConsPlusTitle"/>
        <w:spacing w:line="240" w:lineRule="exact"/>
        <w:jc w:val="both"/>
        <w:rPr>
          <w:b w:val="0"/>
        </w:rPr>
      </w:pPr>
    </w:p>
    <w:p w:rsidR="00A10629" w:rsidRPr="00152C41" w:rsidRDefault="00A10629" w:rsidP="000B6A47">
      <w:pPr>
        <w:pStyle w:val="ConsPlusTitle"/>
        <w:spacing w:line="240" w:lineRule="exact"/>
        <w:jc w:val="both"/>
        <w:rPr>
          <w:b w:val="0"/>
        </w:rPr>
      </w:pPr>
      <w:r w:rsidRPr="00152C41">
        <w:rPr>
          <w:b w:val="0"/>
        </w:rPr>
        <w:t>О порядке определения объема и предоставления субсидий</w:t>
      </w:r>
      <w:r>
        <w:rPr>
          <w:b w:val="0"/>
        </w:rPr>
        <w:t xml:space="preserve"> </w:t>
      </w:r>
      <w:r w:rsidRPr="00152C41">
        <w:rPr>
          <w:b w:val="0"/>
        </w:rPr>
        <w:t>из районного бюджета социально ориентированным некоммерческим</w:t>
      </w:r>
      <w:r>
        <w:rPr>
          <w:b w:val="0"/>
        </w:rPr>
        <w:t xml:space="preserve"> </w:t>
      </w:r>
      <w:r w:rsidRPr="00152C41">
        <w:rPr>
          <w:b w:val="0"/>
        </w:rPr>
        <w:t>организациям Верхнебуреинского муниципального района</w:t>
      </w:r>
      <w:r>
        <w:rPr>
          <w:b w:val="0"/>
        </w:rPr>
        <w:t xml:space="preserve"> </w:t>
      </w:r>
      <w:r w:rsidRPr="00152C41">
        <w:rPr>
          <w:b w:val="0"/>
        </w:rPr>
        <w:t xml:space="preserve"> Хабаровского края</w:t>
      </w:r>
    </w:p>
    <w:p w:rsidR="00A10629" w:rsidRPr="008E3651" w:rsidRDefault="00A10629" w:rsidP="008E3651"/>
    <w:p w:rsidR="00A10629" w:rsidRDefault="00A10629" w:rsidP="008E3651">
      <w:pPr>
        <w:rPr>
          <w:bCs/>
        </w:rPr>
      </w:pPr>
      <w:r w:rsidRPr="008E3651">
        <w:tab/>
        <w:t xml:space="preserve">В соответствии со ст. 78.1 Бюджетного кодекса Российской Федерации, </w:t>
      </w:r>
      <w:r>
        <w:t xml:space="preserve"> Федеральным  законом  от 12.01.1996  № 7–ФЗ «О некоммерческих организациях»,  постановлением Правительства Российской Федерации от 07.05.2017  № 541 «Об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являющимися государственными (муниципальными) учреждениями»,  </w:t>
      </w:r>
      <w:r w:rsidRPr="008E3651">
        <w:t xml:space="preserve">постановлением администрации района от 28.10.2014  № 1190  </w:t>
      </w:r>
      <w:r>
        <w:t>«</w:t>
      </w:r>
      <w:r w:rsidRPr="008E3651">
        <w:rPr>
          <w:bCs/>
        </w:rPr>
        <w:t>Об утверждении муниципальной программы «</w:t>
      </w:r>
      <w:r w:rsidRPr="008E3651">
        <w:t>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2015 - 2020 годы</w:t>
      </w:r>
      <w:r w:rsidRPr="008E3651">
        <w:rPr>
          <w:bCs/>
        </w:rPr>
        <w:t>»</w:t>
      </w:r>
      <w:r>
        <w:rPr>
          <w:bCs/>
        </w:rPr>
        <w:t>, администрация района</w:t>
      </w:r>
    </w:p>
    <w:p w:rsidR="00A10629" w:rsidRDefault="00A10629" w:rsidP="008E3651">
      <w:pPr>
        <w:rPr>
          <w:bCs/>
        </w:rPr>
      </w:pPr>
      <w:r>
        <w:rPr>
          <w:bCs/>
        </w:rPr>
        <w:t>ПОСТАНОВЛЯЕТ:</w:t>
      </w:r>
    </w:p>
    <w:p w:rsidR="00A10629" w:rsidRDefault="00A10629" w:rsidP="000B6A47">
      <w:pPr>
        <w:pStyle w:val="ConsPlusTitle"/>
        <w:tabs>
          <w:tab w:val="left" w:pos="1080"/>
        </w:tabs>
        <w:ind w:firstLine="708"/>
        <w:jc w:val="both"/>
        <w:rPr>
          <w:b w:val="0"/>
        </w:rPr>
      </w:pPr>
      <w:r>
        <w:rPr>
          <w:b w:val="0"/>
          <w:bCs/>
        </w:rPr>
        <w:t>1.</w:t>
      </w:r>
      <w:r>
        <w:rPr>
          <w:b w:val="0"/>
          <w:bCs/>
        </w:rPr>
        <w:tab/>
      </w:r>
      <w:r w:rsidRPr="0023134C">
        <w:rPr>
          <w:b w:val="0"/>
          <w:bCs/>
        </w:rPr>
        <w:t xml:space="preserve">Утвердить прилагаемое </w:t>
      </w:r>
      <w:r>
        <w:rPr>
          <w:b w:val="0"/>
          <w:bCs/>
        </w:rPr>
        <w:t>Положение «</w:t>
      </w:r>
      <w:r w:rsidRPr="00152C41">
        <w:rPr>
          <w:b w:val="0"/>
        </w:rPr>
        <w:t>О порядке определения объема и предоставления субсидий</w:t>
      </w:r>
      <w:r>
        <w:rPr>
          <w:b w:val="0"/>
        </w:rPr>
        <w:t xml:space="preserve"> </w:t>
      </w:r>
      <w:r w:rsidRPr="00152C41">
        <w:rPr>
          <w:b w:val="0"/>
        </w:rPr>
        <w:t>из районного бюджета социально ориентированным некоммерческим</w:t>
      </w:r>
      <w:r>
        <w:rPr>
          <w:b w:val="0"/>
        </w:rPr>
        <w:t xml:space="preserve"> </w:t>
      </w:r>
      <w:r w:rsidRPr="00152C41">
        <w:rPr>
          <w:b w:val="0"/>
        </w:rPr>
        <w:t>организациям Верхнебуреинского муниципального района</w:t>
      </w:r>
      <w:r>
        <w:rPr>
          <w:b w:val="0"/>
        </w:rPr>
        <w:t xml:space="preserve"> </w:t>
      </w:r>
      <w:r w:rsidRPr="00152C41">
        <w:rPr>
          <w:b w:val="0"/>
        </w:rPr>
        <w:t xml:space="preserve"> Хабаровского края</w:t>
      </w:r>
      <w:r>
        <w:rPr>
          <w:b w:val="0"/>
        </w:rPr>
        <w:t>»</w:t>
      </w:r>
    </w:p>
    <w:p w:rsidR="00A10629" w:rsidRDefault="00A10629" w:rsidP="000B6A47">
      <w:pPr>
        <w:tabs>
          <w:tab w:val="left" w:pos="1080"/>
        </w:tabs>
        <w:ind w:firstLine="708"/>
      </w:pPr>
      <w:r w:rsidRPr="0022084C">
        <w:t xml:space="preserve">2. </w:t>
      </w:r>
      <w:r>
        <w:t>Считать утратившими силу:</w:t>
      </w:r>
    </w:p>
    <w:p w:rsidR="00A10629" w:rsidRDefault="00A10629" w:rsidP="000B6A47">
      <w:pPr>
        <w:tabs>
          <w:tab w:val="left" w:pos="1080"/>
        </w:tabs>
        <w:ind w:firstLine="708"/>
        <w:rPr>
          <w:bCs/>
        </w:rPr>
      </w:pPr>
      <w:r>
        <w:t>- п</w:t>
      </w:r>
      <w:r w:rsidRPr="0022084C">
        <w:t>остановление администрации района от 17.02.2015  № 137</w:t>
      </w:r>
      <w:r>
        <w:rPr>
          <w:sz w:val="24"/>
          <w:szCs w:val="24"/>
        </w:rPr>
        <w:t xml:space="preserve"> </w:t>
      </w:r>
      <w:r w:rsidRPr="0022084C">
        <w:rPr>
          <w:sz w:val="24"/>
          <w:szCs w:val="24"/>
        </w:rPr>
        <w:t xml:space="preserve"> </w:t>
      </w:r>
      <w:bookmarkStart w:id="1" w:name="Par1"/>
      <w:bookmarkEnd w:id="1"/>
      <w:r>
        <w:rPr>
          <w:sz w:val="24"/>
          <w:szCs w:val="24"/>
        </w:rPr>
        <w:t>«</w:t>
      </w:r>
      <w:r w:rsidRPr="0022084C">
        <w:rPr>
          <w:bCs/>
        </w:rPr>
        <w:t>Об утверждении порядка определения объема и предоставления субсидий из районного бюджета на оказание поддержки общественным организациям ветеранов войны и труда на 2015 год</w:t>
      </w:r>
      <w:r>
        <w:rPr>
          <w:bCs/>
        </w:rPr>
        <w:t>»;</w:t>
      </w:r>
    </w:p>
    <w:p w:rsidR="00A10629" w:rsidRDefault="00A10629" w:rsidP="000B6A47">
      <w:pPr>
        <w:tabs>
          <w:tab w:val="left" w:pos="1080"/>
        </w:tabs>
        <w:ind w:firstLine="708"/>
        <w:rPr>
          <w:bCs/>
        </w:rPr>
      </w:pPr>
      <w:r>
        <w:rPr>
          <w:bCs/>
        </w:rPr>
        <w:t xml:space="preserve"> - постановление администрации района от 25.01.2016 № 38 « О внесении изменений в постановление администрации района </w:t>
      </w:r>
      <w:r w:rsidRPr="0022084C">
        <w:t>от 17.02.2015  № 137</w:t>
      </w:r>
      <w:r>
        <w:rPr>
          <w:sz w:val="24"/>
          <w:szCs w:val="24"/>
        </w:rPr>
        <w:t xml:space="preserve"> </w:t>
      </w:r>
      <w:r w:rsidRPr="0022084C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22084C">
        <w:rPr>
          <w:bCs/>
        </w:rPr>
        <w:t>Об утверждении порядка определения объема и предоставления субсидий из районного бюджета на оказание поддержки общественным организациям ветеранов войны и труда на 2015 год</w:t>
      </w:r>
      <w:r>
        <w:rPr>
          <w:bCs/>
        </w:rPr>
        <w:t>»;</w:t>
      </w:r>
    </w:p>
    <w:p w:rsidR="00A10629" w:rsidRDefault="00A10629" w:rsidP="000B6A47">
      <w:pPr>
        <w:tabs>
          <w:tab w:val="left" w:pos="1080"/>
        </w:tabs>
        <w:ind w:firstLine="708"/>
        <w:rPr>
          <w:bCs/>
        </w:rPr>
      </w:pPr>
      <w:r>
        <w:rPr>
          <w:bCs/>
        </w:rPr>
        <w:t xml:space="preserve">- постановление администрации района от 26.12.2016 № 745 «О внесении изменений в постановление администрации района </w:t>
      </w:r>
      <w:r w:rsidRPr="0022084C">
        <w:t xml:space="preserve">от 17.02.2015  </w:t>
      </w:r>
      <w:r>
        <w:t xml:space="preserve">   </w:t>
      </w:r>
      <w:r w:rsidRPr="0022084C">
        <w:t>№ 137</w:t>
      </w:r>
      <w:r>
        <w:rPr>
          <w:sz w:val="24"/>
          <w:szCs w:val="24"/>
        </w:rPr>
        <w:t xml:space="preserve"> «</w:t>
      </w:r>
      <w:r w:rsidRPr="0022084C">
        <w:rPr>
          <w:bCs/>
        </w:rPr>
        <w:t xml:space="preserve">Об утверждении порядка определения объема и предоставления субсидий из районного бюджета на оказание поддержки общественным </w:t>
      </w:r>
    </w:p>
    <w:p w:rsidR="00A10629" w:rsidRDefault="00A10629" w:rsidP="000B6A47">
      <w:pPr>
        <w:tabs>
          <w:tab w:val="left" w:pos="1080"/>
        </w:tabs>
        <w:ind w:firstLine="708"/>
        <w:rPr>
          <w:bCs/>
        </w:rPr>
      </w:pPr>
    </w:p>
    <w:p w:rsidR="00A10629" w:rsidRPr="0022084C" w:rsidRDefault="00A10629" w:rsidP="000B6A47">
      <w:pPr>
        <w:tabs>
          <w:tab w:val="left" w:pos="1080"/>
        </w:tabs>
        <w:rPr>
          <w:bCs/>
        </w:rPr>
      </w:pPr>
      <w:r w:rsidRPr="0022084C">
        <w:rPr>
          <w:bCs/>
        </w:rPr>
        <w:t>организациям ветеранов войны и труда на 201</w:t>
      </w:r>
      <w:r>
        <w:rPr>
          <w:bCs/>
        </w:rPr>
        <w:t>6</w:t>
      </w:r>
      <w:r w:rsidRPr="0022084C">
        <w:rPr>
          <w:bCs/>
        </w:rPr>
        <w:t xml:space="preserve"> год</w:t>
      </w:r>
      <w:r>
        <w:rPr>
          <w:bCs/>
        </w:rPr>
        <w:t xml:space="preserve">». </w:t>
      </w:r>
    </w:p>
    <w:p w:rsidR="00A10629" w:rsidRDefault="00A10629" w:rsidP="000B6A47">
      <w:pPr>
        <w:tabs>
          <w:tab w:val="left" w:pos="1080"/>
        </w:tabs>
        <w:ind w:firstLine="708"/>
      </w:pPr>
      <w:r>
        <w:t>3. Контроль за выполнением данного постановления возложить на заместителя главы администрации района Вольф К.А.</w:t>
      </w:r>
    </w:p>
    <w:p w:rsidR="00A10629" w:rsidRDefault="00A10629" w:rsidP="000B6A47">
      <w:pPr>
        <w:tabs>
          <w:tab w:val="left" w:pos="1080"/>
        </w:tabs>
        <w:ind w:firstLine="708"/>
      </w:pPr>
      <w:r>
        <w:t>4. Данное постановление вступает в силу после его официального опубликования (обнародования).</w:t>
      </w:r>
    </w:p>
    <w:p w:rsidR="00A10629" w:rsidRDefault="00A10629" w:rsidP="000B6A47">
      <w:pPr>
        <w:tabs>
          <w:tab w:val="left" w:pos="1080"/>
        </w:tabs>
        <w:ind w:firstLine="708"/>
      </w:pPr>
    </w:p>
    <w:p w:rsidR="00A10629" w:rsidRDefault="00A10629" w:rsidP="00D56E3B"/>
    <w:p w:rsidR="00A10629" w:rsidRDefault="00A10629" w:rsidP="000B6A47">
      <w:pPr>
        <w:spacing w:line="240" w:lineRule="exact"/>
      </w:pPr>
      <w:r>
        <w:t xml:space="preserve">И.о. главы </w:t>
      </w:r>
    </w:p>
    <w:p w:rsidR="00A10629" w:rsidRDefault="00A10629" w:rsidP="000B6A47">
      <w:pPr>
        <w:spacing w:line="240" w:lineRule="exact"/>
      </w:pPr>
      <w:r>
        <w:t>администрации района                                                                      А.В. Лещук</w:t>
      </w:r>
    </w:p>
    <w:p w:rsidR="00A10629" w:rsidRPr="008E3651" w:rsidRDefault="00A10629" w:rsidP="000B6A47">
      <w:pPr>
        <w:spacing w:line="240" w:lineRule="exact"/>
        <w:ind w:firstLine="709"/>
      </w:pPr>
    </w:p>
    <w:p w:rsidR="00A10629" w:rsidRDefault="00A10629" w:rsidP="008E3651"/>
    <w:p w:rsidR="00A10629" w:rsidRPr="008E3651" w:rsidRDefault="00A10629" w:rsidP="008E3651">
      <w:pPr>
        <w:rPr>
          <w:bCs/>
        </w:rPr>
      </w:pPr>
    </w:p>
    <w:p w:rsidR="00A10629" w:rsidRPr="008E3651" w:rsidRDefault="00A10629" w:rsidP="008E3651"/>
    <w:sectPr w:rsidR="00A10629" w:rsidRPr="008E3651" w:rsidSect="000B6A47">
      <w:headerReference w:type="even" r:id="rId6"/>
      <w:headerReference w:type="default" r:id="rId7"/>
      <w:pgSz w:w="11906" w:h="16838"/>
      <w:pgMar w:top="1134" w:right="567" w:bottom="1134" w:left="215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629" w:rsidRDefault="00A10629">
      <w:r>
        <w:separator/>
      </w:r>
    </w:p>
  </w:endnote>
  <w:endnote w:type="continuationSeparator" w:id="0">
    <w:p w:rsidR="00A10629" w:rsidRDefault="00A106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629" w:rsidRDefault="00A10629">
      <w:r>
        <w:separator/>
      </w:r>
    </w:p>
  </w:footnote>
  <w:footnote w:type="continuationSeparator" w:id="0">
    <w:p w:rsidR="00A10629" w:rsidRDefault="00A106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629" w:rsidRDefault="00A10629" w:rsidP="00AE660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0629" w:rsidRDefault="00A1062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629" w:rsidRDefault="00A10629" w:rsidP="00AE660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10629" w:rsidRDefault="00A1062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3651"/>
    <w:rsid w:val="000318B1"/>
    <w:rsid w:val="00057D44"/>
    <w:rsid w:val="000A28C3"/>
    <w:rsid w:val="000B6A47"/>
    <w:rsid w:val="00114234"/>
    <w:rsid w:val="00152C41"/>
    <w:rsid w:val="001B5F45"/>
    <w:rsid w:val="001C2F47"/>
    <w:rsid w:val="0021166C"/>
    <w:rsid w:val="0022084C"/>
    <w:rsid w:val="0023134C"/>
    <w:rsid w:val="002C1706"/>
    <w:rsid w:val="002F61CC"/>
    <w:rsid w:val="003D66AB"/>
    <w:rsid w:val="003E68D8"/>
    <w:rsid w:val="00425CD8"/>
    <w:rsid w:val="00473162"/>
    <w:rsid w:val="0048287A"/>
    <w:rsid w:val="005538D0"/>
    <w:rsid w:val="005636C8"/>
    <w:rsid w:val="0056646B"/>
    <w:rsid w:val="00566BA9"/>
    <w:rsid w:val="005D50B9"/>
    <w:rsid w:val="006967F3"/>
    <w:rsid w:val="006D180D"/>
    <w:rsid w:val="006D1B07"/>
    <w:rsid w:val="00755A9E"/>
    <w:rsid w:val="00793768"/>
    <w:rsid w:val="00883957"/>
    <w:rsid w:val="00890F40"/>
    <w:rsid w:val="008E3651"/>
    <w:rsid w:val="009273B7"/>
    <w:rsid w:val="00934DBC"/>
    <w:rsid w:val="00954F9D"/>
    <w:rsid w:val="009D1CEB"/>
    <w:rsid w:val="00A10629"/>
    <w:rsid w:val="00A767CA"/>
    <w:rsid w:val="00AC683A"/>
    <w:rsid w:val="00AD26AF"/>
    <w:rsid w:val="00AE1761"/>
    <w:rsid w:val="00AE660D"/>
    <w:rsid w:val="00B35432"/>
    <w:rsid w:val="00C55748"/>
    <w:rsid w:val="00CE736E"/>
    <w:rsid w:val="00D56E3B"/>
    <w:rsid w:val="00DA2C0C"/>
    <w:rsid w:val="00E866A3"/>
    <w:rsid w:val="00EF5ECC"/>
    <w:rsid w:val="00F01A83"/>
    <w:rsid w:val="00F1306D"/>
    <w:rsid w:val="00F74576"/>
    <w:rsid w:val="00FB3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C0C"/>
    <w:pPr>
      <w:jc w:val="both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56E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6E3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52C41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rsid w:val="000B6A4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8"/>
      <w:szCs w:val="28"/>
      <w:lang w:eastAsia="en-US"/>
    </w:rPr>
  </w:style>
  <w:style w:type="character" w:styleId="PageNumber">
    <w:name w:val="page number"/>
    <w:basedOn w:val="DefaultParagraphFont"/>
    <w:uiPriority w:val="99"/>
    <w:rsid w:val="000B6A4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129</TotalTime>
  <Pages>2</Pages>
  <Words>369</Words>
  <Characters>2107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11</cp:revision>
  <cp:lastPrinted>2017-05-30T04:39:00Z</cp:lastPrinted>
  <dcterms:created xsi:type="dcterms:W3CDTF">2017-05-10T05:02:00Z</dcterms:created>
  <dcterms:modified xsi:type="dcterms:W3CDTF">2017-05-31T05:36:00Z</dcterms:modified>
</cp:coreProperties>
</file>