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B" w:rsidRPr="000D3C02" w:rsidRDefault="004E02DB" w:rsidP="000D3C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3C02">
        <w:rPr>
          <w:rFonts w:ascii="Times New Roman" w:hAnsi="Times New Roman"/>
          <w:sz w:val="28"/>
          <w:szCs w:val="28"/>
        </w:rPr>
        <w:t>Администрация</w:t>
      </w:r>
    </w:p>
    <w:p w:rsidR="004E02DB" w:rsidRPr="000D3C02" w:rsidRDefault="004E02DB" w:rsidP="000D3C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3C02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4E02DB" w:rsidRPr="000D3C02" w:rsidRDefault="004E02DB" w:rsidP="000D3C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02DB" w:rsidRPr="000D3C02" w:rsidRDefault="004E02DB" w:rsidP="000D3C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3C02">
        <w:rPr>
          <w:rFonts w:ascii="Times New Roman" w:hAnsi="Times New Roman"/>
          <w:sz w:val="28"/>
          <w:szCs w:val="28"/>
        </w:rPr>
        <w:t>ПОСТАНОВЛЕНИЕ</w:t>
      </w:r>
    </w:p>
    <w:p w:rsidR="004E02DB" w:rsidRPr="000D3C02" w:rsidRDefault="004E02DB" w:rsidP="000D3C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2DB" w:rsidRPr="000D3C02" w:rsidRDefault="004E02DB" w:rsidP="000D3C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2DB" w:rsidRPr="000D3C02" w:rsidRDefault="004E02DB" w:rsidP="000D3C02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07.06</w:t>
      </w:r>
      <w:r w:rsidRPr="000D3C02">
        <w:rPr>
          <w:rFonts w:ascii="Times New Roman" w:hAnsi="Times New Roman"/>
          <w:sz w:val="28"/>
          <w:szCs w:val="28"/>
          <w:u w:val="single"/>
        </w:rPr>
        <w:t xml:space="preserve">.2017  № </w:t>
      </w:r>
      <w:r>
        <w:rPr>
          <w:rFonts w:ascii="Times New Roman" w:hAnsi="Times New Roman"/>
          <w:sz w:val="28"/>
          <w:szCs w:val="28"/>
          <w:u w:val="single"/>
        </w:rPr>
        <w:t>328</w:t>
      </w:r>
    </w:p>
    <w:p w:rsidR="004E02DB" w:rsidRPr="000D3C02" w:rsidRDefault="004E02DB" w:rsidP="000D3C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3C02">
        <w:rPr>
          <w:rFonts w:ascii="Times New Roman" w:hAnsi="Times New Roman"/>
          <w:sz w:val="28"/>
          <w:szCs w:val="28"/>
        </w:rPr>
        <w:t>п. Чегдомын</w:t>
      </w:r>
    </w:p>
    <w:p w:rsidR="004E02DB" w:rsidRDefault="004E02DB" w:rsidP="00635F40">
      <w:pPr>
        <w:autoSpaceDE w:val="0"/>
        <w:autoSpaceDN w:val="0"/>
        <w:adjustRightInd w:val="0"/>
        <w:spacing w:after="0" w:line="240" w:lineRule="exact"/>
        <w:jc w:val="both"/>
        <w:rPr>
          <w:rStyle w:val="Strong"/>
          <w:rFonts w:ascii="Times New Roman" w:hAnsi="Times New Roman"/>
          <w:b w:val="0"/>
          <w:bCs/>
          <w:sz w:val="28"/>
          <w:szCs w:val="28"/>
        </w:rPr>
      </w:pPr>
    </w:p>
    <w:p w:rsidR="004E02DB" w:rsidRDefault="004E02DB" w:rsidP="00635F40">
      <w:pPr>
        <w:autoSpaceDE w:val="0"/>
        <w:autoSpaceDN w:val="0"/>
        <w:adjustRightInd w:val="0"/>
        <w:spacing w:after="0" w:line="240" w:lineRule="exact"/>
        <w:jc w:val="both"/>
        <w:rPr>
          <w:rStyle w:val="Strong"/>
          <w:rFonts w:ascii="Times New Roman" w:hAnsi="Times New Roman"/>
          <w:b w:val="0"/>
          <w:bCs/>
          <w:sz w:val="28"/>
          <w:szCs w:val="28"/>
        </w:rPr>
      </w:pPr>
    </w:p>
    <w:p w:rsidR="004E02DB" w:rsidRDefault="004E02DB" w:rsidP="00635F40">
      <w:pPr>
        <w:autoSpaceDE w:val="0"/>
        <w:autoSpaceDN w:val="0"/>
        <w:adjustRightInd w:val="0"/>
        <w:spacing w:after="0" w:line="240" w:lineRule="exact"/>
        <w:jc w:val="both"/>
        <w:rPr>
          <w:rStyle w:val="Strong"/>
          <w:rFonts w:ascii="Times New Roman" w:hAnsi="Times New Roman"/>
          <w:b w:val="0"/>
          <w:bCs/>
          <w:sz w:val="28"/>
          <w:szCs w:val="28"/>
        </w:rPr>
      </w:pPr>
      <w:r w:rsidRPr="00673246">
        <w:rPr>
          <w:rStyle w:val="Strong"/>
          <w:rFonts w:ascii="Times New Roman" w:hAnsi="Times New Roman"/>
          <w:b w:val="0"/>
          <w:bCs/>
          <w:sz w:val="28"/>
          <w:szCs w:val="28"/>
        </w:rPr>
        <w:t>Об утверждении Плана мероприятий ("дорожная карта")</w:t>
      </w:r>
      <w:r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 </w:t>
      </w:r>
      <w:r w:rsidRPr="00673246"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по </w:t>
      </w:r>
      <w:r>
        <w:rPr>
          <w:rStyle w:val="Strong"/>
          <w:rFonts w:ascii="Times New Roman" w:hAnsi="Times New Roman"/>
          <w:b w:val="0"/>
          <w:bCs/>
          <w:sz w:val="28"/>
          <w:szCs w:val="28"/>
        </w:rPr>
        <w:t>реализации  Муниципального стандарта содействия инвестициям и развития предпринимательства в Верхнебуреинском муниципальном  районе Хабаровского края в 2017 году</w:t>
      </w:r>
    </w:p>
    <w:p w:rsidR="004E02DB" w:rsidRPr="00673246" w:rsidRDefault="004E02DB" w:rsidP="00635F4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E02DB" w:rsidRPr="005D7E8A" w:rsidRDefault="004E02DB" w:rsidP="00A72B5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2DB" w:rsidRPr="00B94EDF" w:rsidRDefault="004E02DB" w:rsidP="00A72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6409">
        <w:rPr>
          <w:rFonts w:ascii="Times New Roman" w:hAnsi="Times New Roman"/>
          <w:sz w:val="28"/>
          <w:szCs w:val="28"/>
        </w:rPr>
        <w:tab/>
        <w:t xml:space="preserve">В целях </w:t>
      </w:r>
      <w:r w:rsidRPr="005C2D9C">
        <w:rPr>
          <w:rFonts w:ascii="Times New Roman" w:hAnsi="Times New Roman"/>
          <w:sz w:val="28"/>
          <w:szCs w:val="28"/>
        </w:rPr>
        <w:t>содействия инвестициям и развития предпринимательства</w:t>
      </w:r>
      <w:r>
        <w:rPr>
          <w:rFonts w:ascii="Times New Roman" w:hAnsi="Times New Roman"/>
          <w:sz w:val="28"/>
          <w:szCs w:val="28"/>
        </w:rPr>
        <w:t xml:space="preserve"> в Верхнебуреинском районе, на основании распоряжения Министерства экономического развития Хабаровского края от 31.03.2017 № 26 "Об утверждении методических рекомендаций по реализации Муниципального стандарта содействия инвестициям и развития предпринимательства в муниципальных образованиях Хабаровского края на 2017 год</w:t>
      </w:r>
      <w:r w:rsidRPr="00B94EDF">
        <w:rPr>
          <w:rFonts w:ascii="Times New Roman" w:hAnsi="Times New Roman"/>
          <w:sz w:val="28"/>
          <w:szCs w:val="28"/>
        </w:rPr>
        <w:t>", администрация района</w:t>
      </w:r>
    </w:p>
    <w:p w:rsidR="004E02DB" w:rsidRPr="005D7E8A" w:rsidRDefault="004E02DB" w:rsidP="00A72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7E8A">
        <w:rPr>
          <w:rFonts w:ascii="Times New Roman" w:hAnsi="Times New Roman"/>
          <w:sz w:val="28"/>
          <w:szCs w:val="28"/>
        </w:rPr>
        <w:t>ПОСТАНОВЛЯЕТ:</w:t>
      </w:r>
    </w:p>
    <w:p w:rsidR="004E02DB" w:rsidRDefault="004E02DB" w:rsidP="00635F40">
      <w:pPr>
        <w:pStyle w:val="ListParagraph"/>
        <w:numPr>
          <w:ilvl w:val="0"/>
          <w:numId w:val="1"/>
        </w:numPr>
        <w:tabs>
          <w:tab w:val="left" w:pos="1120"/>
        </w:tabs>
        <w:spacing w:line="240" w:lineRule="auto"/>
        <w:ind w:left="0" w:firstLine="700"/>
        <w:jc w:val="both"/>
        <w:rPr>
          <w:szCs w:val="28"/>
        </w:rPr>
      </w:pPr>
      <w:r w:rsidRPr="00B94EDF">
        <w:rPr>
          <w:szCs w:val="28"/>
        </w:rPr>
        <w:t xml:space="preserve">Утвердить прилагаемый План мероприятий ("дорожную карту") по </w:t>
      </w:r>
      <w:r>
        <w:rPr>
          <w:szCs w:val="28"/>
        </w:rPr>
        <w:t>реализации Муниципального стандарта содействия  инвестициям и развития предпринимательства в Верхнебуреинском муниципальном районе Хабаровского края на 2017 год.</w:t>
      </w:r>
    </w:p>
    <w:p w:rsidR="004E02DB" w:rsidRPr="005D7E8A" w:rsidRDefault="004E02DB" w:rsidP="00635F40">
      <w:pPr>
        <w:pStyle w:val="Title"/>
        <w:numPr>
          <w:ilvl w:val="0"/>
          <w:numId w:val="1"/>
        </w:numPr>
        <w:tabs>
          <w:tab w:val="left" w:pos="1120"/>
        </w:tabs>
        <w:ind w:left="0" w:firstLine="700"/>
        <w:jc w:val="both"/>
        <w:rPr>
          <w:szCs w:val="28"/>
        </w:rPr>
      </w:pPr>
      <w:r w:rsidRPr="005D7E8A">
        <w:rPr>
          <w:szCs w:val="28"/>
        </w:rPr>
        <w:t xml:space="preserve">Контроль за выполнением данного постановления возложить на </w:t>
      </w:r>
      <w:r>
        <w:rPr>
          <w:szCs w:val="28"/>
        </w:rPr>
        <w:t xml:space="preserve">первого </w:t>
      </w:r>
      <w:r w:rsidRPr="005D7E8A">
        <w:rPr>
          <w:szCs w:val="28"/>
        </w:rPr>
        <w:t xml:space="preserve">заместителя главы администрации района </w:t>
      </w:r>
      <w:r>
        <w:rPr>
          <w:szCs w:val="28"/>
        </w:rPr>
        <w:t>Лещука А.В.</w:t>
      </w:r>
    </w:p>
    <w:p w:rsidR="004E02DB" w:rsidRPr="005D7E8A" w:rsidRDefault="004E02DB" w:rsidP="00635F40">
      <w:pPr>
        <w:pStyle w:val="Title"/>
        <w:numPr>
          <w:ilvl w:val="0"/>
          <w:numId w:val="1"/>
        </w:numPr>
        <w:tabs>
          <w:tab w:val="left" w:pos="1120"/>
        </w:tabs>
        <w:ind w:left="0" w:firstLine="700"/>
        <w:jc w:val="both"/>
        <w:rPr>
          <w:szCs w:val="28"/>
        </w:rPr>
      </w:pPr>
      <w:r w:rsidRPr="005D7E8A">
        <w:rPr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4E02DB" w:rsidRPr="005D7E8A" w:rsidRDefault="004E02DB" w:rsidP="00A72B59">
      <w:pPr>
        <w:pStyle w:val="Title"/>
        <w:jc w:val="both"/>
        <w:rPr>
          <w:szCs w:val="28"/>
        </w:rPr>
      </w:pPr>
    </w:p>
    <w:p w:rsidR="004E02DB" w:rsidRPr="005D7E8A" w:rsidRDefault="004E02DB" w:rsidP="00A72B59">
      <w:pPr>
        <w:pStyle w:val="Title"/>
        <w:jc w:val="both"/>
        <w:rPr>
          <w:szCs w:val="28"/>
        </w:rPr>
      </w:pPr>
    </w:p>
    <w:p w:rsidR="004E02DB" w:rsidRPr="005D7E8A" w:rsidRDefault="004E02DB" w:rsidP="00A72B59">
      <w:pPr>
        <w:pStyle w:val="Title"/>
        <w:jc w:val="both"/>
        <w:rPr>
          <w:szCs w:val="28"/>
        </w:rPr>
      </w:pPr>
    </w:p>
    <w:p w:rsidR="004E02DB" w:rsidRPr="005D7E8A" w:rsidRDefault="004E02DB" w:rsidP="00A72B59">
      <w:pPr>
        <w:pStyle w:val="Title"/>
        <w:jc w:val="both"/>
        <w:rPr>
          <w:szCs w:val="28"/>
        </w:rPr>
      </w:pPr>
      <w:r>
        <w:rPr>
          <w:szCs w:val="28"/>
        </w:rPr>
        <w:t>Глава района                                                                                П.Ф. Титков</w:t>
      </w:r>
    </w:p>
    <w:sectPr w:rsidR="004E02DB" w:rsidRPr="005D7E8A" w:rsidSect="00635F40">
      <w:pgSz w:w="11905" w:h="16838" w:code="9"/>
      <w:pgMar w:top="1134" w:right="567" w:bottom="1134" w:left="2155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A0EB1"/>
    <w:multiLevelType w:val="hybridMultilevel"/>
    <w:tmpl w:val="63F29690"/>
    <w:lvl w:ilvl="0" w:tplc="26C6F4B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2B59"/>
    <w:rsid w:val="00024ADF"/>
    <w:rsid w:val="00024B6D"/>
    <w:rsid w:val="00094F11"/>
    <w:rsid w:val="000B1A9E"/>
    <w:rsid w:val="000B7A56"/>
    <w:rsid w:val="000D3C02"/>
    <w:rsid w:val="000F6409"/>
    <w:rsid w:val="000F645A"/>
    <w:rsid w:val="00142D65"/>
    <w:rsid w:val="00152478"/>
    <w:rsid w:val="001842FD"/>
    <w:rsid w:val="001B425F"/>
    <w:rsid w:val="001F1F4D"/>
    <w:rsid w:val="00206AA3"/>
    <w:rsid w:val="002301BC"/>
    <w:rsid w:val="00282AA7"/>
    <w:rsid w:val="002B0438"/>
    <w:rsid w:val="002B237E"/>
    <w:rsid w:val="002D2769"/>
    <w:rsid w:val="003160C1"/>
    <w:rsid w:val="003512FA"/>
    <w:rsid w:val="00362C57"/>
    <w:rsid w:val="00363CD8"/>
    <w:rsid w:val="0038166B"/>
    <w:rsid w:val="00390A39"/>
    <w:rsid w:val="003A7D40"/>
    <w:rsid w:val="003C2222"/>
    <w:rsid w:val="003C2F81"/>
    <w:rsid w:val="00413752"/>
    <w:rsid w:val="004A4F97"/>
    <w:rsid w:val="004E02DB"/>
    <w:rsid w:val="004E0CD4"/>
    <w:rsid w:val="005641F8"/>
    <w:rsid w:val="005C2D9C"/>
    <w:rsid w:val="005D7E8A"/>
    <w:rsid w:val="006273BE"/>
    <w:rsid w:val="00635F40"/>
    <w:rsid w:val="00641832"/>
    <w:rsid w:val="00653ADE"/>
    <w:rsid w:val="0065770D"/>
    <w:rsid w:val="00671DAD"/>
    <w:rsid w:val="00673246"/>
    <w:rsid w:val="006F2C1F"/>
    <w:rsid w:val="0070765E"/>
    <w:rsid w:val="00720E30"/>
    <w:rsid w:val="00787ECD"/>
    <w:rsid w:val="00791B16"/>
    <w:rsid w:val="00842BDD"/>
    <w:rsid w:val="00861B59"/>
    <w:rsid w:val="008641F7"/>
    <w:rsid w:val="008737B3"/>
    <w:rsid w:val="008D4DA0"/>
    <w:rsid w:val="008E311D"/>
    <w:rsid w:val="009A6F7C"/>
    <w:rsid w:val="009A7519"/>
    <w:rsid w:val="009F3519"/>
    <w:rsid w:val="00A02ADD"/>
    <w:rsid w:val="00A72B59"/>
    <w:rsid w:val="00A87134"/>
    <w:rsid w:val="00AE211C"/>
    <w:rsid w:val="00B22AB8"/>
    <w:rsid w:val="00B56596"/>
    <w:rsid w:val="00B754B5"/>
    <w:rsid w:val="00B94EDF"/>
    <w:rsid w:val="00BC63F8"/>
    <w:rsid w:val="00C02A2D"/>
    <w:rsid w:val="00C058F6"/>
    <w:rsid w:val="00CD34F9"/>
    <w:rsid w:val="00D809AD"/>
    <w:rsid w:val="00E9103C"/>
    <w:rsid w:val="00E94F26"/>
    <w:rsid w:val="00EA057C"/>
    <w:rsid w:val="00EB1ACB"/>
    <w:rsid w:val="00EC13E4"/>
    <w:rsid w:val="00EE284F"/>
    <w:rsid w:val="00F017CB"/>
    <w:rsid w:val="00F165B0"/>
    <w:rsid w:val="00F36670"/>
    <w:rsid w:val="00FF0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B59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2B59"/>
    <w:pPr>
      <w:spacing w:after="0" w:line="300" w:lineRule="atLeast"/>
      <w:ind w:left="720"/>
      <w:contextualSpacing/>
    </w:pPr>
    <w:rPr>
      <w:rFonts w:ascii="Times New Roman" w:hAnsi="Times New Roman"/>
      <w:sz w:val="28"/>
    </w:rPr>
  </w:style>
  <w:style w:type="paragraph" w:styleId="Title">
    <w:name w:val="Title"/>
    <w:basedOn w:val="Normal"/>
    <w:link w:val="TitleChar"/>
    <w:uiPriority w:val="99"/>
    <w:qFormat/>
    <w:rsid w:val="00A72B59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A72B59"/>
    <w:rPr>
      <w:rFonts w:eastAsia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B1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1AC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EC13E4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1</Pages>
  <Words>191</Words>
  <Characters>1094</Characters>
  <Application>Microsoft Office Outlook</Application>
  <DocSecurity>0</DocSecurity>
  <Lines>0</Lines>
  <Paragraphs>0</Paragraphs>
  <ScaleCrop>false</ScaleCrop>
  <Company>Administracia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10</cp:revision>
  <cp:lastPrinted>2017-06-04T22:52:00Z</cp:lastPrinted>
  <dcterms:created xsi:type="dcterms:W3CDTF">2016-05-16T03:45:00Z</dcterms:created>
  <dcterms:modified xsi:type="dcterms:W3CDTF">2017-06-09T00:21:00Z</dcterms:modified>
</cp:coreProperties>
</file>