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7A" w:rsidRPr="007A4817" w:rsidRDefault="00926D7A" w:rsidP="00B3730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481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26D7A" w:rsidRDefault="00926D7A" w:rsidP="00B3730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4817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926D7A" w:rsidRDefault="00926D7A" w:rsidP="00B3730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26D7A" w:rsidRDefault="00926D7A" w:rsidP="00B3730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481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26D7A" w:rsidRDefault="00926D7A" w:rsidP="00B3730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D7A" w:rsidRPr="007A4817" w:rsidRDefault="00926D7A" w:rsidP="00B3730D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22.06.2017    № 376</w:t>
      </w:r>
    </w:p>
    <w:p w:rsidR="00926D7A" w:rsidRPr="007A4817" w:rsidRDefault="00926D7A" w:rsidP="00B3730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Чегдомын</w:t>
      </w:r>
    </w:p>
    <w:p w:rsidR="00926D7A" w:rsidRDefault="00926D7A" w:rsidP="00B35FB7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926D7A" w:rsidRDefault="00926D7A" w:rsidP="00B35FB7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</w:p>
    <w:p w:rsidR="00926D7A" w:rsidRDefault="00926D7A" w:rsidP="00B35FB7">
      <w:pPr>
        <w:autoSpaceDE w:val="0"/>
        <w:autoSpaceDN w:val="0"/>
        <w:adjustRightInd w:val="0"/>
        <w:spacing w:after="0" w:line="240" w:lineRule="exact"/>
        <w:jc w:val="both"/>
        <w:rPr>
          <w:rStyle w:val="Strong"/>
          <w:rFonts w:ascii="Times New Roman" w:hAnsi="Times New Roman"/>
          <w:b w:val="0"/>
          <w:bCs/>
          <w:sz w:val="28"/>
          <w:szCs w:val="28"/>
        </w:rPr>
      </w:pPr>
      <w:r w:rsidRPr="00673246">
        <w:rPr>
          <w:rStyle w:val="Strong"/>
          <w:rFonts w:ascii="Times New Roman" w:hAnsi="Times New Roman"/>
          <w:b w:val="0"/>
          <w:bCs/>
          <w:sz w:val="28"/>
          <w:szCs w:val="28"/>
        </w:rPr>
        <w:t xml:space="preserve">Об утверждении </w:t>
      </w:r>
      <w:r>
        <w:rPr>
          <w:rStyle w:val="Strong"/>
          <w:rFonts w:ascii="Times New Roman" w:hAnsi="Times New Roman"/>
          <w:b w:val="0"/>
          <w:bCs/>
          <w:sz w:val="28"/>
          <w:szCs w:val="28"/>
        </w:rPr>
        <w:t>Муниципального стандарта содействия инвестициям и развития предпринимательства в муниципальных образованиях Верхнебуреинского района Хабаровского края на 2017 год и типового плана мероприятий ("дорожной карты") по реализации Муниципального стандарта</w:t>
      </w:r>
    </w:p>
    <w:p w:rsidR="00926D7A" w:rsidRDefault="00926D7A" w:rsidP="00A72B5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26D7A" w:rsidRPr="005D7E8A" w:rsidRDefault="00926D7A" w:rsidP="00A72B5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26D7A" w:rsidRPr="00B94EDF" w:rsidRDefault="00926D7A" w:rsidP="00A7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409">
        <w:rPr>
          <w:rFonts w:ascii="Times New Roman" w:hAnsi="Times New Roman"/>
          <w:sz w:val="28"/>
          <w:szCs w:val="28"/>
        </w:rPr>
        <w:tab/>
        <w:t xml:space="preserve">В целях </w:t>
      </w:r>
      <w:r w:rsidRPr="005C2D9C">
        <w:rPr>
          <w:rFonts w:ascii="Times New Roman" w:hAnsi="Times New Roman"/>
          <w:sz w:val="28"/>
          <w:szCs w:val="28"/>
        </w:rPr>
        <w:t>содействия инвестициям и развития предпринимательства</w:t>
      </w:r>
      <w:r>
        <w:rPr>
          <w:rFonts w:ascii="Times New Roman" w:hAnsi="Times New Roman"/>
          <w:sz w:val="28"/>
          <w:szCs w:val="28"/>
        </w:rPr>
        <w:t xml:space="preserve"> в Верхнебуреинском районе, а также методического сопровождения деятельности органов местного самоуправления Верхнебуреинского района по внедрению успешных практик содействия инвестициям и развития предпринимательства в муниципальных образованиях Верхнебуреинского района, на основании распоряжения Министерства экономического развития Хабаровского края от 31.03.2017 № 26 "Об утверждении методических рекомендаций по реализации Муниципального стандарта содействия инвестициям и развития предпринимательства в муниципальных образованиях Хабаровского края на 2017 год</w:t>
      </w:r>
      <w:r w:rsidRPr="00B94EDF">
        <w:rPr>
          <w:rFonts w:ascii="Times New Roman" w:hAnsi="Times New Roman"/>
          <w:sz w:val="28"/>
          <w:szCs w:val="28"/>
        </w:rPr>
        <w:t>", администрация района</w:t>
      </w:r>
    </w:p>
    <w:p w:rsidR="00926D7A" w:rsidRPr="005D7E8A" w:rsidRDefault="00926D7A" w:rsidP="00A7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7E8A">
        <w:rPr>
          <w:rFonts w:ascii="Times New Roman" w:hAnsi="Times New Roman"/>
          <w:sz w:val="28"/>
          <w:szCs w:val="28"/>
        </w:rPr>
        <w:t>ПОСТАНОВЛЯЕТ:</w:t>
      </w:r>
    </w:p>
    <w:p w:rsidR="00926D7A" w:rsidRDefault="00926D7A" w:rsidP="00B35FB7">
      <w:pPr>
        <w:pStyle w:val="ListParagraph"/>
        <w:numPr>
          <w:ilvl w:val="0"/>
          <w:numId w:val="1"/>
        </w:numPr>
        <w:tabs>
          <w:tab w:val="left" w:pos="980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Утвердить прилагаемый Муниципальный стандарт содействия инвестициям и развития предпринимательства в муниципальных образованиях Верхнебуреинского района Хабаровского края на 2017 год.</w:t>
      </w:r>
    </w:p>
    <w:p w:rsidR="00926D7A" w:rsidRDefault="00926D7A" w:rsidP="00B35FB7">
      <w:pPr>
        <w:pStyle w:val="ListParagraph"/>
        <w:numPr>
          <w:ilvl w:val="0"/>
          <w:numId w:val="1"/>
        </w:numPr>
        <w:tabs>
          <w:tab w:val="left" w:pos="980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Утвердить прилагаемый типовой план мероприятий ("дорожная карта") по реализации Муниципального стандарта содействия инвестициям и развития предпринимательства в муниципальных образованиях Верхнебуреинского муниципального района Хабаровского края на 2017 год (далее – типовой план).</w:t>
      </w:r>
    </w:p>
    <w:p w:rsidR="00926D7A" w:rsidRDefault="00926D7A" w:rsidP="00B35FB7">
      <w:pPr>
        <w:pStyle w:val="ListParagraph"/>
        <w:numPr>
          <w:ilvl w:val="0"/>
          <w:numId w:val="1"/>
        </w:numPr>
        <w:tabs>
          <w:tab w:val="left" w:pos="1120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Рекомендовать главам поселений Верхнебуреинского муниципального района  утвердить план мероприятий "("дорожная карта") по реализации Муниципального стандарта содействия инвестициям и развития предпринимательства на территории каждого муниципального образования на основе типового плана.</w:t>
      </w:r>
    </w:p>
    <w:p w:rsidR="00926D7A" w:rsidRPr="005D7E8A" w:rsidRDefault="00926D7A" w:rsidP="00B35FB7">
      <w:pPr>
        <w:pStyle w:val="Title"/>
        <w:numPr>
          <w:ilvl w:val="0"/>
          <w:numId w:val="1"/>
        </w:numPr>
        <w:tabs>
          <w:tab w:val="left" w:pos="1120"/>
        </w:tabs>
        <w:ind w:left="0" w:firstLine="709"/>
        <w:jc w:val="both"/>
        <w:rPr>
          <w:szCs w:val="28"/>
        </w:rPr>
      </w:pPr>
      <w:r w:rsidRPr="005D7E8A">
        <w:rPr>
          <w:szCs w:val="28"/>
        </w:rPr>
        <w:t xml:space="preserve">Контроль за выполнением данного постановления </w:t>
      </w:r>
      <w:r>
        <w:rPr>
          <w:szCs w:val="28"/>
        </w:rPr>
        <w:t>оставляю за собой.</w:t>
      </w:r>
    </w:p>
    <w:p w:rsidR="00926D7A" w:rsidRPr="005D7E8A" w:rsidRDefault="00926D7A" w:rsidP="00B35FB7">
      <w:pPr>
        <w:pStyle w:val="Title"/>
        <w:numPr>
          <w:ilvl w:val="0"/>
          <w:numId w:val="1"/>
        </w:numPr>
        <w:tabs>
          <w:tab w:val="left" w:pos="1120"/>
        </w:tabs>
        <w:ind w:left="0" w:firstLine="709"/>
        <w:jc w:val="both"/>
        <w:rPr>
          <w:szCs w:val="28"/>
        </w:rPr>
      </w:pPr>
      <w:r w:rsidRPr="005D7E8A">
        <w:rPr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926D7A" w:rsidRDefault="00926D7A" w:rsidP="00A72B59">
      <w:pPr>
        <w:pStyle w:val="Title"/>
        <w:jc w:val="both"/>
        <w:rPr>
          <w:szCs w:val="28"/>
        </w:rPr>
      </w:pPr>
    </w:p>
    <w:p w:rsidR="00926D7A" w:rsidRDefault="00926D7A" w:rsidP="00B35FB7">
      <w:pPr>
        <w:pStyle w:val="Title"/>
        <w:spacing w:line="240" w:lineRule="exact"/>
        <w:jc w:val="both"/>
        <w:rPr>
          <w:szCs w:val="28"/>
        </w:rPr>
      </w:pPr>
      <w:r>
        <w:rPr>
          <w:szCs w:val="28"/>
        </w:rPr>
        <w:t>И.о. главы</w:t>
      </w:r>
    </w:p>
    <w:p w:rsidR="00926D7A" w:rsidRDefault="00926D7A" w:rsidP="00B3730D">
      <w:pPr>
        <w:pStyle w:val="Title"/>
        <w:spacing w:line="240" w:lineRule="exact"/>
        <w:jc w:val="both"/>
      </w:pPr>
      <w:r>
        <w:t>администрации района                                                                      А.В. Лещук</w:t>
      </w:r>
    </w:p>
    <w:sectPr w:rsidR="00926D7A" w:rsidSect="00B35FB7">
      <w:headerReference w:type="even" r:id="rId7"/>
      <w:headerReference w:type="default" r:id="rId8"/>
      <w:pgSz w:w="11905" w:h="16838" w:code="9"/>
      <w:pgMar w:top="1134" w:right="567" w:bottom="1134" w:left="2155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7A" w:rsidRDefault="00926D7A">
      <w:r>
        <w:separator/>
      </w:r>
    </w:p>
  </w:endnote>
  <w:endnote w:type="continuationSeparator" w:id="0">
    <w:p w:rsidR="00926D7A" w:rsidRDefault="00926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7A" w:rsidRDefault="00926D7A">
      <w:r>
        <w:separator/>
      </w:r>
    </w:p>
  </w:footnote>
  <w:footnote w:type="continuationSeparator" w:id="0">
    <w:p w:rsidR="00926D7A" w:rsidRDefault="00926D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7A" w:rsidRDefault="00926D7A" w:rsidP="008317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6D7A" w:rsidRDefault="00926D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7A" w:rsidRDefault="00926D7A" w:rsidP="0083171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6D7A" w:rsidRDefault="00926D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A0EB1"/>
    <w:multiLevelType w:val="hybridMultilevel"/>
    <w:tmpl w:val="63F29690"/>
    <w:lvl w:ilvl="0" w:tplc="26C6F4B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B59"/>
    <w:rsid w:val="00024ADF"/>
    <w:rsid w:val="00024B6D"/>
    <w:rsid w:val="00094F11"/>
    <w:rsid w:val="000B1A9E"/>
    <w:rsid w:val="000B7A56"/>
    <w:rsid w:val="000F6409"/>
    <w:rsid w:val="000F645A"/>
    <w:rsid w:val="00141303"/>
    <w:rsid w:val="00142D65"/>
    <w:rsid w:val="00181D8A"/>
    <w:rsid w:val="001842FD"/>
    <w:rsid w:val="001B425F"/>
    <w:rsid w:val="001F1F4D"/>
    <w:rsid w:val="00206AA3"/>
    <w:rsid w:val="002301BC"/>
    <w:rsid w:val="00242ECD"/>
    <w:rsid w:val="00281CF5"/>
    <w:rsid w:val="00282AA7"/>
    <w:rsid w:val="002A107D"/>
    <w:rsid w:val="002B0438"/>
    <w:rsid w:val="002D2769"/>
    <w:rsid w:val="00302B2D"/>
    <w:rsid w:val="003160C1"/>
    <w:rsid w:val="00346D69"/>
    <w:rsid w:val="003512FA"/>
    <w:rsid w:val="00362C57"/>
    <w:rsid w:val="00363CD8"/>
    <w:rsid w:val="0038166B"/>
    <w:rsid w:val="00390A39"/>
    <w:rsid w:val="003A7D40"/>
    <w:rsid w:val="003C2222"/>
    <w:rsid w:val="003C2F81"/>
    <w:rsid w:val="00413752"/>
    <w:rsid w:val="004A4F97"/>
    <w:rsid w:val="004C6FCC"/>
    <w:rsid w:val="004E0CD4"/>
    <w:rsid w:val="005641F8"/>
    <w:rsid w:val="00577B8F"/>
    <w:rsid w:val="005C2D9C"/>
    <w:rsid w:val="005D7E8A"/>
    <w:rsid w:val="006273BE"/>
    <w:rsid w:val="00641832"/>
    <w:rsid w:val="00653ADE"/>
    <w:rsid w:val="0065770D"/>
    <w:rsid w:val="00671DAD"/>
    <w:rsid w:val="00673246"/>
    <w:rsid w:val="006E537A"/>
    <w:rsid w:val="006F2C1F"/>
    <w:rsid w:val="00702AD4"/>
    <w:rsid w:val="0070765E"/>
    <w:rsid w:val="00720E30"/>
    <w:rsid w:val="0076307C"/>
    <w:rsid w:val="00787ECD"/>
    <w:rsid w:val="00791B16"/>
    <w:rsid w:val="007A4817"/>
    <w:rsid w:val="007F75F2"/>
    <w:rsid w:val="00831710"/>
    <w:rsid w:val="00842BDD"/>
    <w:rsid w:val="00861B59"/>
    <w:rsid w:val="008641F7"/>
    <w:rsid w:val="00885B83"/>
    <w:rsid w:val="00885C8E"/>
    <w:rsid w:val="008A3696"/>
    <w:rsid w:val="008D4DA0"/>
    <w:rsid w:val="00926D7A"/>
    <w:rsid w:val="00964955"/>
    <w:rsid w:val="009A6F7C"/>
    <w:rsid w:val="009A7519"/>
    <w:rsid w:val="009F3519"/>
    <w:rsid w:val="00A02ADD"/>
    <w:rsid w:val="00A72B59"/>
    <w:rsid w:val="00A87134"/>
    <w:rsid w:val="00AE211C"/>
    <w:rsid w:val="00B22AB8"/>
    <w:rsid w:val="00B35FB7"/>
    <w:rsid w:val="00B3730D"/>
    <w:rsid w:val="00B56596"/>
    <w:rsid w:val="00B754B5"/>
    <w:rsid w:val="00B94EDF"/>
    <w:rsid w:val="00BC63F8"/>
    <w:rsid w:val="00C02A2D"/>
    <w:rsid w:val="00C058F6"/>
    <w:rsid w:val="00C652B8"/>
    <w:rsid w:val="00CD34F9"/>
    <w:rsid w:val="00D809AD"/>
    <w:rsid w:val="00D869B0"/>
    <w:rsid w:val="00E775B0"/>
    <w:rsid w:val="00E9103C"/>
    <w:rsid w:val="00E94F26"/>
    <w:rsid w:val="00EA057C"/>
    <w:rsid w:val="00EB1ACB"/>
    <w:rsid w:val="00EC13E4"/>
    <w:rsid w:val="00EE284F"/>
    <w:rsid w:val="00F017CB"/>
    <w:rsid w:val="00F36670"/>
    <w:rsid w:val="00FF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B59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2B59"/>
    <w:pPr>
      <w:spacing w:after="0" w:line="300" w:lineRule="atLeast"/>
      <w:ind w:left="720"/>
      <w:contextualSpacing/>
    </w:pPr>
    <w:rPr>
      <w:rFonts w:ascii="Times New Roman" w:hAnsi="Times New Roman"/>
      <w:sz w:val="28"/>
    </w:rPr>
  </w:style>
  <w:style w:type="paragraph" w:styleId="Title">
    <w:name w:val="Title"/>
    <w:basedOn w:val="Normal"/>
    <w:link w:val="TitleChar"/>
    <w:uiPriority w:val="99"/>
    <w:qFormat/>
    <w:rsid w:val="00A72B5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72B59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B1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1AC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EC13E4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B35F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B35FB7"/>
    <w:rPr>
      <w:rFonts w:cs="Times New Roman"/>
    </w:rPr>
  </w:style>
  <w:style w:type="paragraph" w:customStyle="1" w:styleId="ConsPlusNormal">
    <w:name w:val="ConsPlusNormal"/>
    <w:uiPriority w:val="99"/>
    <w:rsid w:val="00B3730D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307</Words>
  <Characters>1755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11</cp:revision>
  <cp:lastPrinted>2017-06-19T04:49:00Z</cp:lastPrinted>
  <dcterms:created xsi:type="dcterms:W3CDTF">2016-05-16T03:45:00Z</dcterms:created>
  <dcterms:modified xsi:type="dcterms:W3CDTF">2017-06-23T00:47:00Z</dcterms:modified>
</cp:coreProperties>
</file>