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28" w:rsidRPr="00566B66" w:rsidRDefault="004C0028" w:rsidP="00566B66">
      <w:pPr>
        <w:jc w:val="center"/>
        <w:rPr>
          <w:rFonts w:ascii="Times New Roman" w:hAnsi="Times New Roman"/>
          <w:sz w:val="28"/>
          <w:szCs w:val="28"/>
        </w:rPr>
      </w:pPr>
      <w:r w:rsidRPr="00566B66">
        <w:rPr>
          <w:rFonts w:ascii="Times New Roman" w:hAnsi="Times New Roman"/>
          <w:sz w:val="28"/>
          <w:szCs w:val="28"/>
        </w:rPr>
        <w:t>Администрация</w:t>
      </w:r>
    </w:p>
    <w:p w:rsidR="004C0028" w:rsidRPr="00566B66" w:rsidRDefault="004C0028" w:rsidP="00566B66">
      <w:pPr>
        <w:jc w:val="center"/>
        <w:rPr>
          <w:rFonts w:ascii="Times New Roman" w:hAnsi="Times New Roman"/>
          <w:sz w:val="28"/>
          <w:szCs w:val="28"/>
        </w:rPr>
      </w:pPr>
      <w:r w:rsidRPr="00566B66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4C0028" w:rsidRPr="00566B66" w:rsidRDefault="004C0028" w:rsidP="00566B66">
      <w:pPr>
        <w:jc w:val="center"/>
        <w:rPr>
          <w:rFonts w:ascii="Times New Roman" w:hAnsi="Times New Roman"/>
          <w:sz w:val="28"/>
          <w:szCs w:val="28"/>
        </w:rPr>
      </w:pPr>
    </w:p>
    <w:p w:rsidR="004C0028" w:rsidRPr="00566B66" w:rsidRDefault="004C0028" w:rsidP="00566B66">
      <w:pPr>
        <w:jc w:val="center"/>
        <w:rPr>
          <w:rFonts w:ascii="Times New Roman" w:hAnsi="Times New Roman"/>
          <w:sz w:val="28"/>
          <w:szCs w:val="28"/>
        </w:rPr>
      </w:pPr>
      <w:r w:rsidRPr="00566B66">
        <w:rPr>
          <w:rFonts w:ascii="Times New Roman" w:hAnsi="Times New Roman"/>
          <w:sz w:val="28"/>
          <w:szCs w:val="28"/>
        </w:rPr>
        <w:t>ПОСТАНОВЛЕНИЕ</w:t>
      </w:r>
    </w:p>
    <w:p w:rsidR="004C0028" w:rsidRPr="00566B66" w:rsidRDefault="004C0028" w:rsidP="00566B66">
      <w:pPr>
        <w:jc w:val="center"/>
        <w:rPr>
          <w:rFonts w:ascii="Times New Roman" w:hAnsi="Times New Roman"/>
          <w:sz w:val="28"/>
          <w:szCs w:val="28"/>
        </w:rPr>
      </w:pPr>
    </w:p>
    <w:p w:rsidR="004C0028" w:rsidRPr="00566B66" w:rsidRDefault="004C0028" w:rsidP="00566B66">
      <w:pPr>
        <w:jc w:val="center"/>
        <w:rPr>
          <w:rFonts w:ascii="Times New Roman" w:hAnsi="Times New Roman"/>
          <w:sz w:val="28"/>
          <w:szCs w:val="28"/>
        </w:rPr>
      </w:pPr>
    </w:p>
    <w:p w:rsidR="004C0028" w:rsidRPr="00566B66" w:rsidRDefault="004C0028" w:rsidP="00566B6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17.08.2017  № 53</w:t>
      </w:r>
      <w:r w:rsidRPr="00566B66">
        <w:rPr>
          <w:rFonts w:ascii="Times New Roman" w:hAnsi="Times New Roman"/>
          <w:sz w:val="28"/>
          <w:szCs w:val="28"/>
          <w:u w:val="single"/>
        </w:rPr>
        <w:t>4</w:t>
      </w:r>
    </w:p>
    <w:p w:rsidR="004C0028" w:rsidRPr="00566B66" w:rsidRDefault="004C0028" w:rsidP="00566B66">
      <w:pPr>
        <w:rPr>
          <w:rFonts w:ascii="Times New Roman" w:hAnsi="Times New Roman"/>
          <w:sz w:val="28"/>
          <w:szCs w:val="28"/>
        </w:rPr>
      </w:pPr>
      <w:r w:rsidRPr="00566B66">
        <w:rPr>
          <w:rFonts w:ascii="Times New Roman" w:hAnsi="Times New Roman"/>
          <w:sz w:val="28"/>
          <w:szCs w:val="28"/>
        </w:rPr>
        <w:t>п. Чегдомын</w:t>
      </w:r>
    </w:p>
    <w:p w:rsidR="004C0028" w:rsidRPr="00566B66" w:rsidRDefault="004C0028">
      <w:pPr>
        <w:rPr>
          <w:rFonts w:ascii="Times New Roman" w:hAnsi="Times New Roman"/>
          <w:sz w:val="28"/>
          <w:szCs w:val="28"/>
        </w:rPr>
      </w:pPr>
    </w:p>
    <w:p w:rsidR="004C0028" w:rsidRPr="00206331" w:rsidRDefault="004C0028" w:rsidP="00206331">
      <w:pPr>
        <w:pStyle w:val="NoSpacing"/>
        <w:rPr>
          <w:rFonts w:ascii="Times New Roman" w:hAnsi="Times New Roman"/>
          <w:sz w:val="28"/>
          <w:szCs w:val="28"/>
        </w:rPr>
      </w:pPr>
    </w:p>
    <w:p w:rsidR="004C0028" w:rsidRDefault="004C0028" w:rsidP="00013856">
      <w:pPr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Верхнебуреинского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муниципального района от 05.08.2014 № 879 «О сверке исходных данных для расчета дотации на выравнивание бюджетной обеспеченности поселений на очередной финансовый год и плановый период»</w:t>
      </w:r>
    </w:p>
    <w:p w:rsidR="004C0028" w:rsidRPr="00206331" w:rsidRDefault="004C0028" w:rsidP="00206331">
      <w:pPr>
        <w:pStyle w:val="NoSpacing"/>
        <w:rPr>
          <w:rFonts w:ascii="Times New Roman" w:hAnsi="Times New Roman"/>
          <w:sz w:val="28"/>
          <w:szCs w:val="28"/>
        </w:rPr>
      </w:pPr>
    </w:p>
    <w:p w:rsidR="004C0028" w:rsidRPr="00206331" w:rsidRDefault="004C0028" w:rsidP="0020633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06331">
        <w:rPr>
          <w:rFonts w:ascii="Times New Roman" w:hAnsi="Times New Roman"/>
          <w:sz w:val="28"/>
          <w:szCs w:val="28"/>
        </w:rPr>
        <w:tab/>
        <w:t xml:space="preserve">В целях приведения в соответствие </w:t>
      </w:r>
      <w:r>
        <w:rPr>
          <w:rFonts w:ascii="Times New Roman" w:hAnsi="Times New Roman"/>
          <w:sz w:val="28"/>
          <w:szCs w:val="28"/>
        </w:rPr>
        <w:t xml:space="preserve">с действующим </w:t>
      </w:r>
      <w:r w:rsidRPr="00206331">
        <w:rPr>
          <w:rFonts w:ascii="Times New Roman" w:hAnsi="Times New Roman"/>
          <w:sz w:val="28"/>
          <w:szCs w:val="28"/>
        </w:rPr>
        <w:t xml:space="preserve"> Бюджетным законодательством, администрация района</w:t>
      </w:r>
    </w:p>
    <w:p w:rsidR="004C0028" w:rsidRDefault="004C0028" w:rsidP="0020633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06331">
        <w:rPr>
          <w:rFonts w:ascii="Times New Roman" w:hAnsi="Times New Roman"/>
          <w:sz w:val="28"/>
          <w:szCs w:val="28"/>
        </w:rPr>
        <w:t>ПОСТАНОВЛЯЕТ:</w:t>
      </w:r>
    </w:p>
    <w:p w:rsidR="004C0028" w:rsidRDefault="004C0028" w:rsidP="007202F9">
      <w:pPr>
        <w:pStyle w:val="NoSpacing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постановление администрации Верхнебуреинского муниципального района от 05.08.2014 № 897 «О сверке исходных данных для расчета дотации на выравнивание бюджетной обеспеченности поселений на очередной финансовый год и плановый период» следующие изменения:</w:t>
      </w:r>
    </w:p>
    <w:p w:rsidR="004C0028" w:rsidRDefault="004C0028" w:rsidP="009E4E25">
      <w:pPr>
        <w:pStyle w:val="NoSpacing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2.4. Порядка </w:t>
      </w:r>
      <w:r w:rsidRPr="00710C89">
        <w:rPr>
          <w:rFonts w:ascii="Times New Roman" w:hAnsi="Times New Roman"/>
          <w:sz w:val="28"/>
          <w:szCs w:val="28"/>
        </w:rPr>
        <w:t>проведения сверки исходных данных с поселениями района для расчета дотации на выравнивание бюджетной обеспеченности поселений на очередной финансовый год и плановый период</w:t>
      </w:r>
      <w:r>
        <w:rPr>
          <w:rFonts w:ascii="Times New Roman" w:hAnsi="Times New Roman"/>
          <w:sz w:val="28"/>
          <w:szCs w:val="28"/>
        </w:rPr>
        <w:t xml:space="preserve"> слова «до 15 августа» заменить словами «до 20 августа»;</w:t>
      </w:r>
    </w:p>
    <w:p w:rsidR="004C0028" w:rsidRPr="00206331" w:rsidRDefault="004C0028" w:rsidP="007202F9">
      <w:pPr>
        <w:pStyle w:val="NoSpacing"/>
        <w:numPr>
          <w:ilvl w:val="1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710C89">
        <w:rPr>
          <w:rFonts w:ascii="Times New Roman" w:hAnsi="Times New Roman"/>
          <w:sz w:val="28"/>
          <w:szCs w:val="28"/>
        </w:rPr>
        <w:t>к Порядку проведения сверки исходных данных с поселениями района для расчета дотации на выравнивание бюджетной обеспеченности поселений на очередной финансовый год и плановый период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(прилагается приложение 1).</w:t>
      </w:r>
    </w:p>
    <w:p w:rsidR="004C0028" w:rsidRPr="00922A47" w:rsidRDefault="004C0028" w:rsidP="007202F9">
      <w:pPr>
        <w:pStyle w:val="NoSpacing"/>
        <w:numPr>
          <w:ilvl w:val="1"/>
          <w:numId w:val="1"/>
        </w:numPr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22A47">
        <w:rPr>
          <w:rFonts w:ascii="Times New Roman" w:hAnsi="Times New Roman"/>
          <w:color w:val="000000"/>
          <w:sz w:val="28"/>
          <w:szCs w:val="28"/>
        </w:rPr>
        <w:t>Приложения к Акту сверки исходных данных с поселениями района для расчета дотации на выравнивание бюджетной обеспеченности поселений на очередной финансовый год и плановый период изложить в новой редакции (прилагаются приложения 1-8)</w:t>
      </w:r>
    </w:p>
    <w:p w:rsidR="004C0028" w:rsidRDefault="004C0028" w:rsidP="00206331">
      <w:pPr>
        <w:pStyle w:val="NoSpacing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22A47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</w:t>
      </w:r>
      <w:r>
        <w:rPr>
          <w:rFonts w:ascii="Times New Roman" w:hAnsi="Times New Roman"/>
          <w:sz w:val="28"/>
          <w:szCs w:val="28"/>
        </w:rPr>
        <w:t xml:space="preserve"> оставляю за собой и руководителем финансового управления Коваленко И.С.</w:t>
      </w:r>
    </w:p>
    <w:p w:rsidR="004C0028" w:rsidRDefault="004C0028" w:rsidP="00206331">
      <w:pPr>
        <w:pStyle w:val="NoSpacing"/>
        <w:numPr>
          <w:ilvl w:val="0"/>
          <w:numId w:val="1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4D9C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постановление вступает в силу после его официального опубликования (обнародования).</w:t>
      </w:r>
    </w:p>
    <w:p w:rsidR="004C0028" w:rsidRDefault="004C0028" w:rsidP="00074D9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0028" w:rsidRDefault="004C0028" w:rsidP="00074D9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0028" w:rsidRDefault="004C0028" w:rsidP="00074D9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0028" w:rsidRDefault="004C0028" w:rsidP="00074D9C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П.Ф.Титков</w:t>
      </w:r>
    </w:p>
    <w:p w:rsidR="004C0028" w:rsidRDefault="004C0028" w:rsidP="00074D9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0028" w:rsidRDefault="004C0028" w:rsidP="00074D9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0028" w:rsidRPr="00074D9C" w:rsidRDefault="004C0028" w:rsidP="00074D9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sectPr w:rsidR="004C0028" w:rsidRPr="00074D9C" w:rsidSect="0020633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028" w:rsidRDefault="004C0028" w:rsidP="00922A47">
      <w:pPr>
        <w:spacing w:before="0" w:after="0" w:line="240" w:lineRule="auto"/>
      </w:pPr>
      <w:r>
        <w:separator/>
      </w:r>
    </w:p>
  </w:endnote>
  <w:endnote w:type="continuationSeparator" w:id="0">
    <w:p w:rsidR="004C0028" w:rsidRDefault="004C0028" w:rsidP="00922A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028" w:rsidRDefault="004C0028" w:rsidP="00922A47">
      <w:pPr>
        <w:spacing w:before="0" w:after="0" w:line="240" w:lineRule="auto"/>
      </w:pPr>
      <w:r>
        <w:separator/>
      </w:r>
    </w:p>
  </w:footnote>
  <w:footnote w:type="continuationSeparator" w:id="0">
    <w:p w:rsidR="004C0028" w:rsidRDefault="004C0028" w:rsidP="00922A4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213E6"/>
    <w:multiLevelType w:val="multilevel"/>
    <w:tmpl w:val="9912D3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331"/>
    <w:rsid w:val="00013856"/>
    <w:rsid w:val="00074D9C"/>
    <w:rsid w:val="000F66EA"/>
    <w:rsid w:val="001A6B35"/>
    <w:rsid w:val="00206331"/>
    <w:rsid w:val="003715B7"/>
    <w:rsid w:val="00403493"/>
    <w:rsid w:val="00403AA3"/>
    <w:rsid w:val="00422EB7"/>
    <w:rsid w:val="004616F9"/>
    <w:rsid w:val="00490BBF"/>
    <w:rsid w:val="004C0028"/>
    <w:rsid w:val="005240AA"/>
    <w:rsid w:val="00527370"/>
    <w:rsid w:val="0056500F"/>
    <w:rsid w:val="00566B66"/>
    <w:rsid w:val="00592283"/>
    <w:rsid w:val="0063121F"/>
    <w:rsid w:val="00710C89"/>
    <w:rsid w:val="007202F9"/>
    <w:rsid w:val="00814635"/>
    <w:rsid w:val="0086068A"/>
    <w:rsid w:val="008F5E24"/>
    <w:rsid w:val="00922A47"/>
    <w:rsid w:val="00971A0D"/>
    <w:rsid w:val="009E4E25"/>
    <w:rsid w:val="00A21426"/>
    <w:rsid w:val="00A81146"/>
    <w:rsid w:val="00AF3057"/>
    <w:rsid w:val="00BF4D16"/>
    <w:rsid w:val="00C12AF2"/>
    <w:rsid w:val="00C224FF"/>
    <w:rsid w:val="00C33812"/>
    <w:rsid w:val="00E01224"/>
    <w:rsid w:val="00E30DE7"/>
    <w:rsid w:val="00E623AE"/>
    <w:rsid w:val="00EC2058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331"/>
    <w:pPr>
      <w:spacing w:before="60" w:after="60" w:line="240" w:lineRule="exact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06331"/>
    <w:rPr>
      <w:lang w:eastAsia="en-US"/>
    </w:rPr>
  </w:style>
  <w:style w:type="paragraph" w:styleId="ListParagraph">
    <w:name w:val="List Paragraph"/>
    <w:basedOn w:val="Normal"/>
    <w:uiPriority w:val="99"/>
    <w:qFormat/>
    <w:rsid w:val="002063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10C8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0C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22A4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2A4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922A4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2A47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1</Pages>
  <Words>258</Words>
  <Characters>1472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16</cp:revision>
  <cp:lastPrinted>2017-07-19T23:28:00Z</cp:lastPrinted>
  <dcterms:created xsi:type="dcterms:W3CDTF">2016-01-12T00:43:00Z</dcterms:created>
  <dcterms:modified xsi:type="dcterms:W3CDTF">2017-08-29T22:35:00Z</dcterms:modified>
</cp:coreProperties>
</file>