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0" w:type="dxa"/>
        <w:tblInd w:w="-106" w:type="dxa"/>
        <w:tblLayout w:type="fixed"/>
        <w:tblLook w:val="0000"/>
      </w:tblPr>
      <w:tblGrid>
        <w:gridCol w:w="402"/>
        <w:gridCol w:w="165"/>
        <w:gridCol w:w="4331"/>
        <w:gridCol w:w="1339"/>
        <w:gridCol w:w="78"/>
        <w:gridCol w:w="442"/>
        <w:gridCol w:w="898"/>
        <w:gridCol w:w="77"/>
        <w:gridCol w:w="756"/>
        <w:gridCol w:w="584"/>
        <w:gridCol w:w="77"/>
        <w:gridCol w:w="756"/>
        <w:gridCol w:w="584"/>
        <w:gridCol w:w="77"/>
        <w:gridCol w:w="756"/>
        <w:gridCol w:w="584"/>
        <w:gridCol w:w="833"/>
        <w:gridCol w:w="584"/>
        <w:gridCol w:w="833"/>
        <w:gridCol w:w="584"/>
        <w:gridCol w:w="146"/>
        <w:gridCol w:w="90"/>
        <w:gridCol w:w="754"/>
      </w:tblGrid>
      <w:tr w:rsidR="009D38D4">
        <w:trPr>
          <w:gridAfter w:val="2"/>
          <w:wAfter w:w="844" w:type="dxa"/>
          <w:trHeight w:val="405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 w:rsidP="002A6595">
            <w:pPr>
              <w:ind w:left="-92"/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 w:rsidP="00FD43B3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 w:rsidP="00FD43B3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 w:rsidP="00FD43B3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 w:rsidP="00FD43B3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8D4" w:rsidRDefault="009D38D4" w:rsidP="00417FA0">
            <w:pPr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Приложение 10</w:t>
            </w:r>
          </w:p>
        </w:tc>
      </w:tr>
      <w:tr w:rsidR="009D38D4">
        <w:trPr>
          <w:gridAfter w:val="2"/>
          <w:wAfter w:w="844" w:type="dxa"/>
          <w:trHeight w:val="360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 w:rsidP="00417F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9D38D4">
        <w:trPr>
          <w:gridAfter w:val="2"/>
          <w:wAfter w:w="844" w:type="dxa"/>
          <w:trHeight w:val="360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 w:rsidP="00417FA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Верхнебуреинского муниципального района</w:t>
            </w:r>
          </w:p>
        </w:tc>
      </w:tr>
      <w:tr w:rsidR="009D38D4">
        <w:trPr>
          <w:gridAfter w:val="2"/>
          <w:wAfter w:w="844" w:type="dxa"/>
          <w:trHeight w:val="360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 w:rsidP="001F063F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 w:rsidP="001F063F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 w:rsidP="001F063F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 w:rsidP="001F063F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 w:rsidP="00417F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от  27.11.2017 № 139</w:t>
            </w:r>
          </w:p>
        </w:tc>
      </w:tr>
      <w:tr w:rsidR="009D38D4">
        <w:trPr>
          <w:gridAfter w:val="2"/>
          <w:wAfter w:w="844" w:type="dxa"/>
          <w:trHeight w:val="543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</w:tr>
      <w:tr w:rsidR="009D38D4">
        <w:trPr>
          <w:gridAfter w:val="2"/>
          <w:wAfter w:w="844" w:type="dxa"/>
          <w:cantSplit/>
          <w:trHeight w:val="1124"/>
        </w:trPr>
        <w:tc>
          <w:tcPr>
            <w:tcW w:w="14886" w:type="dxa"/>
            <w:gridSpan w:val="21"/>
            <w:tcBorders>
              <w:top w:val="nil"/>
              <w:left w:val="nil"/>
              <w:right w:val="nil"/>
            </w:tcBorders>
          </w:tcPr>
          <w:p w:rsidR="009D38D4" w:rsidRPr="007C2EA5" w:rsidRDefault="009D38D4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9D38D4" w:rsidRPr="00283E6D" w:rsidRDefault="009D38D4" w:rsidP="00283E6D">
            <w:pPr>
              <w:jc w:val="center"/>
              <w:rPr>
                <w:b/>
                <w:bCs/>
                <w:sz w:val="26"/>
                <w:szCs w:val="26"/>
              </w:rPr>
            </w:pPr>
            <w:r w:rsidRPr="00FC4399">
              <w:rPr>
                <w:b/>
                <w:bCs/>
                <w:sz w:val="26"/>
                <w:szCs w:val="26"/>
              </w:rPr>
              <w:t xml:space="preserve">Распределение дотаций на выравнивание бюджетной обеспеченности поселений на </w:t>
            </w:r>
            <w:r>
              <w:rPr>
                <w:b/>
                <w:bCs/>
                <w:sz w:val="26"/>
                <w:szCs w:val="26"/>
              </w:rPr>
              <w:t xml:space="preserve">плановый период </w:t>
            </w:r>
            <w:r w:rsidRPr="00FC4399">
              <w:rPr>
                <w:b/>
                <w:bCs/>
                <w:sz w:val="26"/>
                <w:szCs w:val="26"/>
              </w:rPr>
              <w:t>201</w:t>
            </w:r>
            <w:r>
              <w:rPr>
                <w:b/>
                <w:bCs/>
                <w:sz w:val="26"/>
                <w:szCs w:val="26"/>
              </w:rPr>
              <w:t>9 и 2020</w:t>
            </w:r>
            <w:r w:rsidRPr="00FC4399">
              <w:rPr>
                <w:b/>
                <w:bCs/>
                <w:sz w:val="26"/>
                <w:szCs w:val="26"/>
              </w:rPr>
              <w:t>год</w:t>
            </w:r>
            <w:r>
              <w:rPr>
                <w:b/>
                <w:bCs/>
                <w:sz w:val="26"/>
                <w:szCs w:val="26"/>
              </w:rPr>
              <w:t xml:space="preserve">ов </w:t>
            </w:r>
          </w:p>
          <w:p w:rsidR="009D38D4" w:rsidRDefault="009D38D4" w:rsidP="009F335C">
            <w:pPr>
              <w:jc w:val="center"/>
              <w:rPr>
                <w:sz w:val="26"/>
                <w:szCs w:val="26"/>
              </w:rPr>
            </w:pPr>
          </w:p>
        </w:tc>
      </w:tr>
      <w:tr w:rsidR="009D38D4">
        <w:trPr>
          <w:gridAfter w:val="1"/>
          <w:wAfter w:w="754" w:type="dxa"/>
          <w:cantSplit/>
          <w:trHeight w:val="323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8D4" w:rsidRDefault="009D38D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jc w:val="right"/>
              <w:rPr>
                <w:sz w:val="26"/>
                <w:szCs w:val="26"/>
              </w:rPr>
            </w:pPr>
          </w:p>
        </w:tc>
      </w:tr>
      <w:tr w:rsidR="009D38D4">
        <w:trPr>
          <w:gridAfter w:val="3"/>
          <w:wAfter w:w="990" w:type="dxa"/>
          <w:cantSplit/>
          <w:trHeight w:val="315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D4" w:rsidRDefault="009D38D4" w:rsidP="00230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2019 год</w:t>
            </w:r>
          </w:p>
        </w:tc>
        <w:tc>
          <w:tcPr>
            <w:tcW w:w="4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D4" w:rsidRDefault="009D38D4" w:rsidP="00230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2020 год</w:t>
            </w:r>
          </w:p>
        </w:tc>
      </w:tr>
      <w:tr w:rsidR="009D38D4">
        <w:trPr>
          <w:gridAfter w:val="3"/>
          <w:wAfter w:w="990" w:type="dxa"/>
          <w:cantSplit/>
          <w:trHeight w:val="842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8D4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2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D4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за счет средств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8D4" w:rsidRDefault="009D38D4" w:rsidP="008C37FA">
            <w:pPr>
              <w:jc w:val="center"/>
              <w:rPr>
                <w:sz w:val="26"/>
                <w:szCs w:val="26"/>
              </w:rPr>
            </w:pPr>
          </w:p>
          <w:p w:rsidR="009D38D4" w:rsidRDefault="009D38D4" w:rsidP="008C37FA">
            <w:pPr>
              <w:jc w:val="center"/>
              <w:rPr>
                <w:sz w:val="26"/>
                <w:szCs w:val="26"/>
              </w:rPr>
            </w:pPr>
          </w:p>
          <w:p w:rsidR="009D38D4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D4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за счет средств</w:t>
            </w:r>
          </w:p>
        </w:tc>
      </w:tr>
      <w:tr w:rsidR="009D38D4">
        <w:trPr>
          <w:gridAfter w:val="3"/>
          <w:wAfter w:w="990" w:type="dxa"/>
          <w:cantSplit/>
          <w:trHeight w:val="48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D4" w:rsidRDefault="009D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районного бюджета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краевого бюджета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D4" w:rsidRDefault="009D38D4" w:rsidP="008C37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районного бюджета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D4" w:rsidRDefault="009D38D4" w:rsidP="008C37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краевого бюджета</w:t>
            </w:r>
          </w:p>
        </w:tc>
      </w:tr>
      <w:tr w:rsidR="009D38D4">
        <w:trPr>
          <w:gridAfter w:val="3"/>
          <w:wAfter w:w="990" w:type="dxa"/>
          <w:trHeight w:val="33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38D4" w:rsidRDefault="009D38D4" w:rsidP="004C1098">
            <w:pPr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38D4" w:rsidRDefault="009D38D4" w:rsidP="004C1098">
            <w:pPr>
              <w:jc w:val="center"/>
            </w:pPr>
            <w: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8D4" w:rsidRDefault="009D38D4" w:rsidP="004C1098">
            <w:pPr>
              <w:jc w:val="center"/>
            </w:pPr>
            <w:r>
              <w:t>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8D4" w:rsidRDefault="009D38D4" w:rsidP="004C1098">
            <w:pPr>
              <w:jc w:val="center"/>
            </w:pPr>
            <w:r>
              <w:t>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8D4" w:rsidRDefault="009D38D4" w:rsidP="004C1098">
            <w:pPr>
              <w:jc w:val="center"/>
            </w:pPr>
            <w: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8D4" w:rsidRDefault="009D38D4" w:rsidP="004C1098">
            <w:pPr>
              <w:jc w:val="center"/>
            </w:pPr>
            <w: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8D4" w:rsidRDefault="009D38D4" w:rsidP="004C1098">
            <w:pPr>
              <w:jc w:val="center"/>
            </w:pPr>
            <w:r>
              <w:t>8</w:t>
            </w:r>
          </w:p>
        </w:tc>
      </w:tr>
      <w:tr w:rsidR="009D38D4">
        <w:trPr>
          <w:gridAfter w:val="3"/>
          <w:wAfter w:w="990" w:type="dxa"/>
          <w:trHeight w:val="4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поселение "Рабочий поселок Чегдомын"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Pr="000C27A2" w:rsidRDefault="009D38D4" w:rsidP="00CA28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8 271,180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7672,080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599,100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8 461,500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7 840,230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621,270</w:t>
            </w:r>
          </w:p>
        </w:tc>
      </w:tr>
      <w:tr w:rsidR="009D38D4">
        <w:trPr>
          <w:gridAfter w:val="3"/>
          <w:wAfter w:w="990" w:type="dxa"/>
          <w:trHeight w:val="4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Pr="000C27A2" w:rsidRDefault="009D38D4" w:rsidP="00AC2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298,380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230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298,380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309,420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309,420</w:t>
            </w:r>
          </w:p>
        </w:tc>
      </w:tr>
      <w:tr w:rsidR="009D38D4">
        <w:trPr>
          <w:gridAfter w:val="3"/>
          <w:wAfter w:w="990" w:type="dxa"/>
          <w:trHeight w:val="254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 w:rsidP="001F0E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Аланапское сельское поселение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Pr="000C27A2" w:rsidRDefault="009D38D4" w:rsidP="00AC2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419,370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416,020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429,340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425,860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3,480</w:t>
            </w:r>
          </w:p>
        </w:tc>
      </w:tr>
      <w:tr w:rsidR="009D38D4">
        <w:trPr>
          <w:gridAfter w:val="3"/>
          <w:wAfter w:w="990" w:type="dxa"/>
          <w:trHeight w:val="4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 w:rsidP="00E31C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Алонка"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Pr="000C27A2" w:rsidRDefault="009D38D4" w:rsidP="001E5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591,080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584,170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605,090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597,920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7,170</w:t>
            </w:r>
          </w:p>
        </w:tc>
      </w:tr>
      <w:tr w:rsidR="009D38D4">
        <w:trPr>
          <w:gridAfter w:val="3"/>
          <w:wAfter w:w="990" w:type="dxa"/>
          <w:trHeight w:val="4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Герби"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Pr="000C27A2" w:rsidRDefault="009D38D4" w:rsidP="001E5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831,860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825,930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5,930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851,630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845,480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6,150</w:t>
            </w:r>
          </w:p>
        </w:tc>
      </w:tr>
      <w:tr w:rsidR="009D38D4">
        <w:trPr>
          <w:gridAfter w:val="3"/>
          <w:wAfter w:w="990" w:type="dxa"/>
          <w:trHeight w:val="45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Согдинское сельское поселение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Pr="000C27A2" w:rsidRDefault="009D38D4" w:rsidP="001E5D30">
            <w:pPr>
              <w:ind w:left="-392" w:firstLine="3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296,720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8C37FA">
            <w:pPr>
              <w:ind w:left="-392" w:firstLine="3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293,210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0C27A2">
            <w:pPr>
              <w:ind w:left="-392" w:firstLine="3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0C350D">
            <w:pPr>
              <w:ind w:left="-392" w:firstLine="3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303,760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3,640</w:t>
            </w:r>
          </w:p>
        </w:tc>
      </w:tr>
      <w:tr w:rsidR="009D38D4">
        <w:trPr>
          <w:gridAfter w:val="3"/>
          <w:wAfter w:w="990" w:type="dxa"/>
          <w:trHeight w:val="4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Софийск"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Pr="000C27A2" w:rsidRDefault="009D38D4" w:rsidP="001E5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7,120</w:t>
            </w:r>
          </w:p>
        </w:tc>
      </w:tr>
      <w:tr w:rsidR="009D38D4">
        <w:trPr>
          <w:gridAfter w:val="3"/>
          <w:wAfter w:w="990" w:type="dxa"/>
          <w:trHeight w:val="39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38D4" w:rsidRDefault="009D38D4" w:rsidP="000C350D">
            <w:pPr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38D4" w:rsidRDefault="009D38D4" w:rsidP="000C350D">
            <w:pPr>
              <w:jc w:val="center"/>
            </w:pPr>
            <w: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8D4" w:rsidRDefault="009D38D4" w:rsidP="000C350D">
            <w:pPr>
              <w:jc w:val="center"/>
            </w:pPr>
            <w:r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8D4" w:rsidRDefault="009D38D4" w:rsidP="000C350D">
            <w:pPr>
              <w:jc w:val="center"/>
            </w:pPr>
            <w:r>
              <w:t>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8D4" w:rsidRDefault="009D38D4" w:rsidP="000C350D">
            <w:pPr>
              <w:jc w:val="center"/>
            </w:pPr>
            <w: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8D4" w:rsidRDefault="009D38D4" w:rsidP="000C350D">
            <w:pPr>
              <w:jc w:val="center"/>
            </w:pPr>
            <w: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8D4" w:rsidRDefault="009D38D4" w:rsidP="000C350D">
            <w:pPr>
              <w:jc w:val="center"/>
            </w:pPr>
            <w:r>
              <w:t>8</w:t>
            </w:r>
          </w:p>
        </w:tc>
      </w:tr>
      <w:tr w:rsidR="009D38D4">
        <w:trPr>
          <w:gridAfter w:val="3"/>
          <w:wAfter w:w="990" w:type="dxa"/>
          <w:trHeight w:val="28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 w:rsidP="000C35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Среднеургальское сельское поселение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Pr="000C27A2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1 219,120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1211,140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7,980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1 248,100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1 239,820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8,280</w:t>
            </w:r>
          </w:p>
        </w:tc>
      </w:tr>
      <w:tr w:rsidR="009D38D4">
        <w:trPr>
          <w:gridAfter w:val="3"/>
          <w:wAfter w:w="990" w:type="dxa"/>
          <w:trHeight w:val="4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Сулукское сельское поселение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 w:rsidP="001E5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1 065,130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1048,990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16,140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Default="009D38D4" w:rsidP="004C10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1 090,350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4C1098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1 073,610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4C1098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16,740</w:t>
            </w:r>
          </w:p>
        </w:tc>
      </w:tr>
      <w:tr w:rsidR="009D38D4">
        <w:trPr>
          <w:gridAfter w:val="3"/>
          <w:wAfter w:w="990" w:type="dxa"/>
          <w:trHeight w:val="4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Pr="000C27A2" w:rsidRDefault="009D38D4" w:rsidP="001E5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5 233,550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5195,070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38,480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4C10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5 357,920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5 318,010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39,910</w:t>
            </w:r>
          </w:p>
        </w:tc>
      </w:tr>
      <w:tr w:rsidR="009D38D4">
        <w:trPr>
          <w:gridAfter w:val="3"/>
          <w:wAfter w:w="990" w:type="dxa"/>
          <w:trHeight w:val="471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 w:rsidP="00963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"Село Усть-Ургал"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Pr="000C27A2" w:rsidRDefault="009D38D4" w:rsidP="00DC2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623,010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619,470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637,830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634,160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3,670</w:t>
            </w:r>
          </w:p>
        </w:tc>
      </w:tr>
      <w:tr w:rsidR="009D38D4">
        <w:trPr>
          <w:gridAfter w:val="3"/>
          <w:wAfter w:w="990" w:type="dxa"/>
          <w:trHeight w:val="39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 w:rsidP="00963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Чекундинское сельское поселение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Pr="000C27A2" w:rsidRDefault="009D38D4" w:rsidP="00DC2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916,680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910,880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938,480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932,460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6,020</w:t>
            </w:r>
          </w:p>
        </w:tc>
      </w:tr>
      <w:tr w:rsidR="009D38D4">
        <w:trPr>
          <w:gridAfter w:val="3"/>
          <w:wAfter w:w="990" w:type="dxa"/>
          <w:trHeight w:val="389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 w:rsidP="00963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Этыркэн"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Pr="000C27A2" w:rsidRDefault="009D38D4" w:rsidP="001E5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1 727,610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1715,780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230343" w:rsidRDefault="009D38D4" w:rsidP="00230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0C27A2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1 768,660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1 756,400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Pr="00876035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12,260</w:t>
            </w:r>
          </w:p>
        </w:tc>
      </w:tr>
      <w:tr w:rsidR="009D38D4">
        <w:trPr>
          <w:gridAfter w:val="3"/>
          <w:wAfter w:w="990" w:type="dxa"/>
          <w:trHeight w:val="4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8D4" w:rsidRDefault="009D38D4" w:rsidP="002303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21 500,550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20 492,740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Default="009D38D4" w:rsidP="000C2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1 007,81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Default="009D38D4" w:rsidP="000C35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22 009,200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Default="009D38D4" w:rsidP="008C3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20 964,070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8D4" w:rsidRDefault="009D38D4" w:rsidP="008760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1 045,130</w:t>
            </w:r>
          </w:p>
        </w:tc>
      </w:tr>
      <w:tr w:rsidR="009D38D4">
        <w:trPr>
          <w:trHeight w:val="36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rPr>
                <w:sz w:val="26"/>
                <w:szCs w:val="26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8D4" w:rsidRDefault="009D38D4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8D4" w:rsidRDefault="009D38D4" w:rsidP="00AC282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D38D4">
        <w:trPr>
          <w:gridAfter w:val="2"/>
          <w:wAfter w:w="844" w:type="dxa"/>
          <w:cantSplit/>
          <w:trHeight w:val="1855"/>
        </w:trPr>
        <w:tc>
          <w:tcPr>
            <w:tcW w:w="14886" w:type="dxa"/>
            <w:gridSpan w:val="21"/>
            <w:tcBorders>
              <w:top w:val="nil"/>
              <w:left w:val="nil"/>
              <w:right w:val="nil"/>
            </w:tcBorders>
          </w:tcPr>
          <w:p w:rsidR="009D38D4" w:rsidRDefault="009D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Собрания депутатов                                                                                                                          А.В.Толкачев                                           </w:t>
            </w:r>
          </w:p>
          <w:p w:rsidR="009D38D4" w:rsidRDefault="009D38D4">
            <w:pPr>
              <w:rPr>
                <w:sz w:val="26"/>
                <w:szCs w:val="26"/>
              </w:rPr>
            </w:pPr>
          </w:p>
          <w:p w:rsidR="009D38D4" w:rsidRDefault="009D38D4" w:rsidP="00A97BF3">
            <w:pPr>
              <w:rPr>
                <w:sz w:val="26"/>
                <w:szCs w:val="26"/>
              </w:rPr>
            </w:pPr>
          </w:p>
          <w:p w:rsidR="009D38D4" w:rsidRDefault="009D38D4" w:rsidP="00A97BF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Верхнебуреинского муниципального района                                                                                                П.Ф.Титков</w:t>
            </w:r>
          </w:p>
          <w:p w:rsidR="009D38D4" w:rsidRDefault="009D38D4" w:rsidP="0098413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9D38D4" w:rsidRDefault="009D38D4">
      <w:pPr>
        <w:rPr>
          <w:sz w:val="26"/>
          <w:szCs w:val="26"/>
        </w:rPr>
      </w:pPr>
    </w:p>
    <w:sectPr w:rsidR="009D38D4" w:rsidSect="00FC24D2">
      <w:footerReference w:type="default" r:id="rId6"/>
      <w:pgSz w:w="16838" w:h="11906" w:orient="landscape"/>
      <w:pgMar w:top="1985" w:right="567" w:bottom="567" w:left="34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8D4" w:rsidRDefault="009D38D4">
      <w:r>
        <w:separator/>
      </w:r>
    </w:p>
  </w:endnote>
  <w:endnote w:type="continuationSeparator" w:id="1">
    <w:p w:rsidR="009D38D4" w:rsidRDefault="009D3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8D4" w:rsidRDefault="009D38D4" w:rsidP="00902C7D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38D4" w:rsidRDefault="009D38D4" w:rsidP="0005432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8D4" w:rsidRDefault="009D38D4">
      <w:r>
        <w:separator/>
      </w:r>
    </w:p>
  </w:footnote>
  <w:footnote w:type="continuationSeparator" w:id="1">
    <w:p w:rsidR="009D38D4" w:rsidRDefault="009D38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40BDA"/>
    <w:rsid w:val="0005019A"/>
    <w:rsid w:val="00054325"/>
    <w:rsid w:val="00083921"/>
    <w:rsid w:val="000B4C18"/>
    <w:rsid w:val="000C27A2"/>
    <w:rsid w:val="000C350D"/>
    <w:rsid w:val="000D1F3E"/>
    <w:rsid w:val="000D494A"/>
    <w:rsid w:val="00122CB7"/>
    <w:rsid w:val="001645BE"/>
    <w:rsid w:val="0017735E"/>
    <w:rsid w:val="001C110D"/>
    <w:rsid w:val="001E5D30"/>
    <w:rsid w:val="001F063F"/>
    <w:rsid w:val="001F0E2E"/>
    <w:rsid w:val="001F6ACE"/>
    <w:rsid w:val="00204F99"/>
    <w:rsid w:val="002174FA"/>
    <w:rsid w:val="00230343"/>
    <w:rsid w:val="00265CBA"/>
    <w:rsid w:val="0028188B"/>
    <w:rsid w:val="00283E6D"/>
    <w:rsid w:val="002A6595"/>
    <w:rsid w:val="002A67CB"/>
    <w:rsid w:val="002B3DB9"/>
    <w:rsid w:val="002C2FA9"/>
    <w:rsid w:val="002D3D0A"/>
    <w:rsid w:val="00315554"/>
    <w:rsid w:val="003B3B6E"/>
    <w:rsid w:val="003C66AB"/>
    <w:rsid w:val="003D163E"/>
    <w:rsid w:val="003D5ACC"/>
    <w:rsid w:val="0041113E"/>
    <w:rsid w:val="00417FA0"/>
    <w:rsid w:val="004308F7"/>
    <w:rsid w:val="004579D0"/>
    <w:rsid w:val="004C1098"/>
    <w:rsid w:val="004C7043"/>
    <w:rsid w:val="004F7D3C"/>
    <w:rsid w:val="00575F8C"/>
    <w:rsid w:val="00590E71"/>
    <w:rsid w:val="005B26CC"/>
    <w:rsid w:val="0060594C"/>
    <w:rsid w:val="006318F9"/>
    <w:rsid w:val="00665D16"/>
    <w:rsid w:val="00682078"/>
    <w:rsid w:val="00692919"/>
    <w:rsid w:val="006D1B45"/>
    <w:rsid w:val="006D6569"/>
    <w:rsid w:val="006E19E0"/>
    <w:rsid w:val="00762F64"/>
    <w:rsid w:val="00773591"/>
    <w:rsid w:val="00781CED"/>
    <w:rsid w:val="007C2EA5"/>
    <w:rsid w:val="007D779B"/>
    <w:rsid w:val="007E183E"/>
    <w:rsid w:val="007F2B89"/>
    <w:rsid w:val="00823D8B"/>
    <w:rsid w:val="00872A4B"/>
    <w:rsid w:val="00876035"/>
    <w:rsid w:val="0088444D"/>
    <w:rsid w:val="008C37FA"/>
    <w:rsid w:val="008C7EFC"/>
    <w:rsid w:val="008E4558"/>
    <w:rsid w:val="008F5DE7"/>
    <w:rsid w:val="00902C7D"/>
    <w:rsid w:val="00903D95"/>
    <w:rsid w:val="009366F0"/>
    <w:rsid w:val="00946B79"/>
    <w:rsid w:val="00963B2E"/>
    <w:rsid w:val="0098413C"/>
    <w:rsid w:val="009947BE"/>
    <w:rsid w:val="009D04BA"/>
    <w:rsid w:val="009D38D4"/>
    <w:rsid w:val="009F335C"/>
    <w:rsid w:val="00A20BB6"/>
    <w:rsid w:val="00A24081"/>
    <w:rsid w:val="00A25DBC"/>
    <w:rsid w:val="00A27D27"/>
    <w:rsid w:val="00A37DBC"/>
    <w:rsid w:val="00A4744A"/>
    <w:rsid w:val="00A70F12"/>
    <w:rsid w:val="00A97BF3"/>
    <w:rsid w:val="00AA2BF4"/>
    <w:rsid w:val="00AC2355"/>
    <w:rsid w:val="00AC2820"/>
    <w:rsid w:val="00AC52C9"/>
    <w:rsid w:val="00AD4649"/>
    <w:rsid w:val="00AE0311"/>
    <w:rsid w:val="00AF2C1F"/>
    <w:rsid w:val="00AF396F"/>
    <w:rsid w:val="00B03F91"/>
    <w:rsid w:val="00B222D4"/>
    <w:rsid w:val="00B35480"/>
    <w:rsid w:val="00B37CC4"/>
    <w:rsid w:val="00B56DDD"/>
    <w:rsid w:val="00B66707"/>
    <w:rsid w:val="00B66A0B"/>
    <w:rsid w:val="00BE7D05"/>
    <w:rsid w:val="00C00428"/>
    <w:rsid w:val="00C62C9B"/>
    <w:rsid w:val="00C63D27"/>
    <w:rsid w:val="00C97180"/>
    <w:rsid w:val="00CA28D5"/>
    <w:rsid w:val="00CF3FF7"/>
    <w:rsid w:val="00D410C8"/>
    <w:rsid w:val="00D47211"/>
    <w:rsid w:val="00D639B1"/>
    <w:rsid w:val="00D97962"/>
    <w:rsid w:val="00DC2171"/>
    <w:rsid w:val="00DE6BA5"/>
    <w:rsid w:val="00E31C67"/>
    <w:rsid w:val="00E36C1A"/>
    <w:rsid w:val="00E43AFA"/>
    <w:rsid w:val="00E51655"/>
    <w:rsid w:val="00E543E2"/>
    <w:rsid w:val="00E55F55"/>
    <w:rsid w:val="00E926F8"/>
    <w:rsid w:val="00EA71AC"/>
    <w:rsid w:val="00F14751"/>
    <w:rsid w:val="00F355C3"/>
    <w:rsid w:val="00FB08BD"/>
    <w:rsid w:val="00FC24D2"/>
    <w:rsid w:val="00FC4399"/>
    <w:rsid w:val="00FD43B3"/>
    <w:rsid w:val="00FE2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0543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130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54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168</TotalTime>
  <Pages>2</Pages>
  <Words>313</Words>
  <Characters>1786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20</cp:revision>
  <cp:lastPrinted>2017-11-28T04:59:00Z</cp:lastPrinted>
  <dcterms:created xsi:type="dcterms:W3CDTF">2013-10-23T00:10:00Z</dcterms:created>
  <dcterms:modified xsi:type="dcterms:W3CDTF">2017-11-28T05:00:00Z</dcterms:modified>
</cp:coreProperties>
</file>