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10008"/>
        <w:gridCol w:w="4778"/>
      </w:tblGrid>
      <w:tr w:rsidR="004D653A" w:rsidTr="005401A9">
        <w:tc>
          <w:tcPr>
            <w:tcW w:w="10008" w:type="dxa"/>
          </w:tcPr>
          <w:p w:rsidR="004D653A" w:rsidRPr="00A469CE" w:rsidRDefault="004D653A" w:rsidP="00A469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78" w:type="dxa"/>
          </w:tcPr>
          <w:p w:rsidR="004D653A" w:rsidRDefault="004D653A" w:rsidP="005401A9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Приложение 2</w:t>
            </w:r>
          </w:p>
          <w:p w:rsidR="004D653A" w:rsidRDefault="004D653A" w:rsidP="005401A9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D653A" w:rsidRDefault="004D653A" w:rsidP="005401A9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 постановлению </w:t>
            </w:r>
          </w:p>
          <w:p w:rsidR="004D653A" w:rsidRDefault="004D653A" w:rsidP="005401A9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администрации района</w:t>
            </w:r>
          </w:p>
          <w:p w:rsidR="004D653A" w:rsidRDefault="004D653A" w:rsidP="005401A9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D653A" w:rsidRDefault="004D653A" w:rsidP="005401A9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 28.12.2017  № 885</w:t>
            </w:r>
          </w:p>
          <w:p w:rsidR="004D653A" w:rsidRDefault="004D653A" w:rsidP="005401A9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«Приложение 3</w:t>
            </w:r>
          </w:p>
          <w:p w:rsidR="004D653A" w:rsidRDefault="004D653A" w:rsidP="005401A9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 Муниципальной программе </w:t>
            </w:r>
          </w:p>
          <w:p w:rsidR="004D653A" w:rsidRPr="00A469CE" w:rsidRDefault="004D653A" w:rsidP="005401A9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«Управление муниципальными финансами в Верхнебуреинском муниципальном районе на 2014-2022 годы»</w:t>
            </w:r>
          </w:p>
        </w:tc>
      </w:tr>
    </w:tbl>
    <w:p w:rsidR="004D653A" w:rsidRDefault="004D653A" w:rsidP="00742D4D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D653A" w:rsidRDefault="004D653A" w:rsidP="00742D4D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D653A" w:rsidRDefault="004D653A">
      <w:r>
        <w:fldChar w:fldCharType="begin"/>
      </w:r>
      <w:r>
        <w:instrText xml:space="preserve"> LINK Excel.Sheet.12 "H:\\1\\Коваленко\\действующая нормативка\\программа Управление финансами\\программа Управление финансами\\2017\\изменение в программудекабрь 17\\приложения к Проекту декабрь 2017.xlsx" прил3!R1C2:R40C13 \a \f 4 \h  \* MERGEFORMAT </w:instrText>
      </w:r>
      <w:r>
        <w:fldChar w:fldCharType="separate"/>
      </w:r>
    </w:p>
    <w:tbl>
      <w:tblPr>
        <w:tblW w:w="15181" w:type="dxa"/>
        <w:tblLook w:val="00A0"/>
      </w:tblPr>
      <w:tblGrid>
        <w:gridCol w:w="720"/>
        <w:gridCol w:w="2318"/>
        <w:gridCol w:w="1926"/>
        <w:gridCol w:w="1134"/>
        <w:gridCol w:w="1276"/>
        <w:gridCol w:w="1275"/>
        <w:gridCol w:w="1134"/>
        <w:gridCol w:w="1134"/>
        <w:gridCol w:w="996"/>
        <w:gridCol w:w="996"/>
        <w:gridCol w:w="1276"/>
        <w:gridCol w:w="996"/>
      </w:tblGrid>
      <w:tr w:rsidR="004D653A" w:rsidRPr="006C2E3C" w:rsidTr="00742D4D">
        <w:trPr>
          <w:trHeight w:val="375"/>
        </w:trPr>
        <w:tc>
          <w:tcPr>
            <w:tcW w:w="15181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D653A" w:rsidRPr="00AC6146" w:rsidRDefault="004D653A" w:rsidP="00AC61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РЕСУРСНОЕ ОБЕСПЕЧЕНИЕ</w:t>
            </w:r>
          </w:p>
        </w:tc>
      </w:tr>
      <w:tr w:rsidR="004D653A" w:rsidRPr="006C2E3C" w:rsidTr="00742D4D">
        <w:trPr>
          <w:trHeight w:val="375"/>
        </w:trPr>
        <w:tc>
          <w:tcPr>
            <w:tcW w:w="1518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653A" w:rsidRDefault="004D653A" w:rsidP="005401A9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реализации Муниципальной программы «Управление муниципальными финансами </w:t>
            </w:r>
          </w:p>
          <w:p w:rsidR="004D653A" w:rsidRPr="00AC6146" w:rsidRDefault="004D653A" w:rsidP="005401A9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Верхнебуреинском муниципальном районе на 2014 - 2022 годы»</w:t>
            </w:r>
          </w:p>
        </w:tc>
      </w:tr>
      <w:tr w:rsidR="004D653A" w:rsidRPr="006C2E3C" w:rsidTr="00742D4D">
        <w:trPr>
          <w:trHeight w:val="375"/>
        </w:trPr>
        <w:tc>
          <w:tcPr>
            <w:tcW w:w="15181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D653A" w:rsidRPr="00AC6146" w:rsidRDefault="004D653A" w:rsidP="005401A9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 счет средств районного бюджета</w:t>
            </w:r>
          </w:p>
        </w:tc>
      </w:tr>
      <w:tr w:rsidR="004D653A" w:rsidRPr="006C2E3C" w:rsidTr="00742D4D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D653A" w:rsidRPr="00AC6146" w:rsidRDefault="004D653A" w:rsidP="00AC61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53A" w:rsidRPr="00AC6146" w:rsidRDefault="004D653A" w:rsidP="00AC6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D653A" w:rsidRPr="006C2E3C" w:rsidTr="00742D4D">
        <w:trPr>
          <w:trHeight w:val="315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02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Расходы по годам (тыс. рублей)</w:t>
            </w:r>
          </w:p>
        </w:tc>
      </w:tr>
      <w:tr w:rsidR="004D653A" w:rsidRPr="006C2E3C" w:rsidTr="00742D4D">
        <w:trPr>
          <w:trHeight w:val="166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</w:tr>
    </w:tbl>
    <w:p w:rsidR="004D653A" w:rsidRPr="00742D4D" w:rsidRDefault="004D653A" w:rsidP="00742D4D">
      <w:pPr>
        <w:spacing w:after="0" w:line="240" w:lineRule="auto"/>
        <w:rPr>
          <w:sz w:val="2"/>
          <w:szCs w:val="2"/>
        </w:rPr>
      </w:pPr>
    </w:p>
    <w:tbl>
      <w:tblPr>
        <w:tblW w:w="15181" w:type="dxa"/>
        <w:tblInd w:w="-5" w:type="dxa"/>
        <w:tblLook w:val="00A0"/>
      </w:tblPr>
      <w:tblGrid>
        <w:gridCol w:w="720"/>
        <w:gridCol w:w="2318"/>
        <w:gridCol w:w="1926"/>
        <w:gridCol w:w="1134"/>
        <w:gridCol w:w="1276"/>
        <w:gridCol w:w="1275"/>
        <w:gridCol w:w="1134"/>
        <w:gridCol w:w="1134"/>
        <w:gridCol w:w="996"/>
        <w:gridCol w:w="996"/>
        <w:gridCol w:w="1276"/>
        <w:gridCol w:w="996"/>
      </w:tblGrid>
      <w:tr w:rsidR="004D653A" w:rsidRPr="006C2E3C" w:rsidTr="008B2AFF">
        <w:trPr>
          <w:trHeight w:val="31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653A" w:rsidRPr="00AC6146" w:rsidRDefault="004D653A" w:rsidP="00AC614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653A" w:rsidRPr="00AC6146" w:rsidRDefault="004D653A" w:rsidP="00AC614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653A" w:rsidRPr="00AC6146" w:rsidRDefault="004D653A" w:rsidP="00AC614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4D653A" w:rsidRPr="006C2E3C" w:rsidTr="00742D4D">
        <w:trPr>
          <w:trHeight w:val="63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44 901,370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41 558,485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44 430,630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36 637,502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37 560,330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37 268,800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37 380,790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40 382,400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40 382,400</w:t>
            </w:r>
          </w:p>
        </w:tc>
      </w:tr>
      <w:tr w:rsidR="004D653A" w:rsidRPr="006C2E3C" w:rsidTr="00742D4D">
        <w:trPr>
          <w:trHeight w:val="126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 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4D653A" w:rsidRPr="006C2E3C" w:rsidTr="00742D4D">
        <w:trPr>
          <w:trHeight w:val="126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 средства краевого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564,100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571,440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634,320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650,900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968,710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1 007,810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1 045,130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731,360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731,360</w:t>
            </w:r>
          </w:p>
        </w:tc>
      </w:tr>
      <w:tr w:rsidR="004D653A" w:rsidRPr="006C2E3C" w:rsidTr="00742D4D">
        <w:trPr>
          <w:trHeight w:val="157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 средства бюджетов поселений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4D653A" w:rsidRPr="006C2E3C" w:rsidTr="00742D4D">
        <w:trPr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3 000,987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2 450,000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2 020,000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1 586,321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2 000,000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2 000,000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2 000,000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2 000,000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2 000,000</w:t>
            </w:r>
          </w:p>
        </w:tc>
      </w:tr>
      <w:tr w:rsidR="004D653A" w:rsidRPr="006C2E3C" w:rsidTr="00742D4D">
        <w:trPr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 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4D653A" w:rsidRPr="006C2E3C" w:rsidTr="00742D4D">
        <w:trPr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 средства краевого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4D653A" w:rsidRPr="006C2E3C" w:rsidTr="00742D4D">
        <w:trPr>
          <w:trHeight w:val="15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 средства бюджетов поселений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4D653A" w:rsidRPr="006C2E3C" w:rsidTr="00742D4D">
        <w:trPr>
          <w:trHeight w:val="63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Обеспечение своевременных расчетов по долговым обязательствам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3 000,987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2 450,000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2 020,000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1 586,321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2 000,000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2 000,000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2 000,000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2 000,000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2 000,000</w:t>
            </w:r>
          </w:p>
        </w:tc>
      </w:tr>
      <w:tr w:rsidR="004D653A" w:rsidRPr="006C2E3C" w:rsidTr="0016385E">
        <w:trPr>
          <w:trHeight w:val="126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BA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BA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BA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 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4D653A" w:rsidRPr="006C2E3C" w:rsidTr="0016385E">
        <w:trPr>
          <w:trHeight w:val="126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BA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BA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BA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 средства краевого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4D653A" w:rsidRPr="006C2E3C" w:rsidTr="0016385E">
        <w:trPr>
          <w:trHeight w:val="157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BA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BA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BA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 средства бюджетов поселений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4D653A" w:rsidRPr="006C2E3C" w:rsidTr="00742D4D">
        <w:trPr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Эффективное управление муниципальными финансами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41 900,383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39 108,485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42 410,630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35 051,181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35 560,330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35 268,800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35 380,790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38 382,400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38 382,400</w:t>
            </w:r>
          </w:p>
        </w:tc>
      </w:tr>
      <w:tr w:rsidR="004D653A" w:rsidRPr="006C2E3C" w:rsidTr="00742D4D">
        <w:trPr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 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4D653A" w:rsidRPr="006C2E3C" w:rsidTr="00742D4D">
        <w:trPr>
          <w:trHeight w:val="1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 средства краевого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564,100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571,440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634,320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650,900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968,710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1 007,810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1 045,130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731,360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731,360</w:t>
            </w:r>
          </w:p>
        </w:tc>
      </w:tr>
      <w:tr w:rsidR="004D653A" w:rsidRPr="006C2E3C" w:rsidTr="00742D4D">
        <w:trPr>
          <w:trHeight w:val="15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 средства бюджетов поселений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4D653A" w:rsidRPr="006C2E3C" w:rsidTr="00742D4D">
        <w:trPr>
          <w:trHeight w:val="63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Дотация на выравнивание бюджетной обеспеченности муниципальных образований района из районного фонда финансовой поддержки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18 776,900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17 962,360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18 803,940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19 729,000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21 000,720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21 500,550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22 009,200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21 905,380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21 905,380</w:t>
            </w:r>
          </w:p>
        </w:tc>
      </w:tr>
      <w:tr w:rsidR="004D653A" w:rsidRPr="006C2E3C" w:rsidTr="00726D17">
        <w:trPr>
          <w:trHeight w:val="126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BA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BA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BA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 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4D653A" w:rsidRPr="006C2E3C" w:rsidTr="00742D4D">
        <w:trPr>
          <w:trHeight w:val="126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 средства краевого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564,100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571,440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634,320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650,900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968,710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1 007,810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1 045,130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731,360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731,360</w:t>
            </w:r>
          </w:p>
        </w:tc>
      </w:tr>
      <w:tr w:rsidR="004D653A" w:rsidRPr="006C2E3C" w:rsidTr="000128F4">
        <w:trPr>
          <w:trHeight w:val="157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BA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BA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BA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 средства бюджетов поселений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4D653A" w:rsidRPr="006C2E3C" w:rsidTr="00742D4D">
        <w:trPr>
          <w:trHeight w:val="63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поддержку мер по обеспечению сбалансированности муниципальных образований района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12 709,000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20 843,125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19 896,690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15 322,181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14 559,610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13 768,250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13 371,590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16 477,020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16 477,020</w:t>
            </w:r>
          </w:p>
        </w:tc>
      </w:tr>
      <w:tr w:rsidR="004D653A" w:rsidRPr="006C2E3C" w:rsidTr="00620DCB">
        <w:trPr>
          <w:trHeight w:val="126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BA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BA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BA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 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4D653A" w:rsidRPr="006C2E3C" w:rsidTr="00620DCB">
        <w:trPr>
          <w:trHeight w:val="126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BA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BA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BA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 средства краевого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4D653A" w:rsidRPr="006C2E3C" w:rsidTr="00620DCB">
        <w:trPr>
          <w:trHeight w:val="157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BA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BA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BA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 средства бюджетов поселений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4D653A" w:rsidRPr="006C2E3C" w:rsidTr="00742D4D">
        <w:trPr>
          <w:trHeight w:val="63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Предоставление иных межбюджетных трансфертов, носящих целевой характер, в форме дотации на выравнивание бюджетной обеспеченности муниципальных образований района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AC6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10 414,483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303,000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3 710,000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4D653A" w:rsidRPr="006C2E3C" w:rsidTr="00B728B1">
        <w:trPr>
          <w:trHeight w:val="126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BA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BA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BA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 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4D653A" w:rsidRPr="006C2E3C" w:rsidTr="00B728B1">
        <w:trPr>
          <w:trHeight w:val="126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BA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BA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BA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 средства краевого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4D653A" w:rsidRPr="006C2E3C" w:rsidTr="00B728B1">
        <w:trPr>
          <w:trHeight w:val="157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BA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BA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AC6146" w:rsidRDefault="004D653A" w:rsidP="00BA2E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1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 средства бюджетов поселений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653A" w:rsidRPr="00BA2ECE" w:rsidRDefault="004D653A" w:rsidP="00BA2ECE">
            <w:pPr>
              <w:spacing w:after="0" w:line="240" w:lineRule="auto"/>
              <w:ind w:left="-106" w:right="-106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A2ECE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</w:tbl>
    <w:p w:rsidR="004D653A" w:rsidRDefault="004D653A">
      <w:r>
        <w:fldChar w:fldCharType="end"/>
      </w:r>
    </w:p>
    <w:sectPr w:rsidR="004D653A" w:rsidSect="00AC614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6146"/>
    <w:rsid w:val="000128F4"/>
    <w:rsid w:val="00097982"/>
    <w:rsid w:val="00147D13"/>
    <w:rsid w:val="00160B39"/>
    <w:rsid w:val="0016385E"/>
    <w:rsid w:val="00192ABD"/>
    <w:rsid w:val="0041720A"/>
    <w:rsid w:val="00433DE4"/>
    <w:rsid w:val="004D653A"/>
    <w:rsid w:val="005401A9"/>
    <w:rsid w:val="0061415F"/>
    <w:rsid w:val="00620DCB"/>
    <w:rsid w:val="006677C2"/>
    <w:rsid w:val="006A00E2"/>
    <w:rsid w:val="006C0558"/>
    <w:rsid w:val="006C2E3C"/>
    <w:rsid w:val="00726D17"/>
    <w:rsid w:val="00742D4D"/>
    <w:rsid w:val="007737FF"/>
    <w:rsid w:val="007B25BF"/>
    <w:rsid w:val="00844405"/>
    <w:rsid w:val="008B2AFF"/>
    <w:rsid w:val="008C15AC"/>
    <w:rsid w:val="0096023F"/>
    <w:rsid w:val="00A469CE"/>
    <w:rsid w:val="00A95750"/>
    <w:rsid w:val="00AC6146"/>
    <w:rsid w:val="00B728B1"/>
    <w:rsid w:val="00B77746"/>
    <w:rsid w:val="00BA2ECE"/>
    <w:rsid w:val="00DF6758"/>
    <w:rsid w:val="00E12527"/>
    <w:rsid w:val="00E2441C"/>
    <w:rsid w:val="00E71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558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8C15AC"/>
    <w:pPr>
      <w:spacing w:after="160" w:line="259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401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17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6</Pages>
  <Words>653</Words>
  <Characters>3725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Руководитель</dc:creator>
  <cp:keywords/>
  <dc:description/>
  <cp:lastModifiedBy>Org4</cp:lastModifiedBy>
  <cp:revision>6</cp:revision>
  <cp:lastPrinted>2018-01-26T01:52:00Z</cp:lastPrinted>
  <dcterms:created xsi:type="dcterms:W3CDTF">2018-01-22T07:10:00Z</dcterms:created>
  <dcterms:modified xsi:type="dcterms:W3CDTF">2018-01-29T00:00:00Z</dcterms:modified>
</cp:coreProperties>
</file>