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908" w:rsidRPr="001168C4" w:rsidRDefault="00747908" w:rsidP="00915CD7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68C4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747908" w:rsidRPr="001168C4" w:rsidRDefault="00747908" w:rsidP="00915CD7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68C4">
        <w:rPr>
          <w:rFonts w:ascii="Times New Roman" w:hAnsi="Times New Roman" w:cs="Times New Roman"/>
          <w:sz w:val="28"/>
          <w:szCs w:val="28"/>
        </w:rPr>
        <w:t>Верхнебуреинского муниципального района</w:t>
      </w:r>
    </w:p>
    <w:p w:rsidR="00747908" w:rsidRPr="001168C4" w:rsidRDefault="00747908" w:rsidP="00915CD7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47908" w:rsidRPr="001168C4" w:rsidRDefault="00747908" w:rsidP="00915CD7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68C4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47908" w:rsidRPr="001168C4" w:rsidRDefault="00747908" w:rsidP="00915CD7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747908" w:rsidRPr="001168C4" w:rsidRDefault="00747908" w:rsidP="00915CD7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07.02.2018    № 59</w:t>
      </w:r>
    </w:p>
    <w:p w:rsidR="00747908" w:rsidRPr="001168C4" w:rsidRDefault="00747908" w:rsidP="00915CD7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1168C4">
        <w:rPr>
          <w:rFonts w:ascii="Times New Roman" w:hAnsi="Times New Roman" w:cs="Times New Roman"/>
          <w:sz w:val="28"/>
          <w:szCs w:val="28"/>
        </w:rPr>
        <w:t>п. Чегдомын</w:t>
      </w:r>
    </w:p>
    <w:p w:rsidR="00747908" w:rsidRDefault="00747908" w:rsidP="00AE404F">
      <w:pPr>
        <w:pStyle w:val="ConsPlusNormal"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47908" w:rsidRDefault="00747908" w:rsidP="00AE404F">
      <w:pPr>
        <w:pStyle w:val="ConsPlusNormal"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47908" w:rsidRPr="0068447C" w:rsidRDefault="00747908" w:rsidP="00AE404F">
      <w:pPr>
        <w:pStyle w:val="ConsPlusNormal"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72BD"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программу </w:t>
      </w:r>
      <w:r w:rsidRPr="0068447C">
        <w:rPr>
          <w:rFonts w:ascii="Times New Roman" w:hAnsi="Times New Roman" w:cs="Times New Roman"/>
          <w:sz w:val="28"/>
          <w:szCs w:val="28"/>
        </w:rPr>
        <w:t>"Содействие развитию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447C">
        <w:rPr>
          <w:rFonts w:ascii="Times New Roman" w:hAnsi="Times New Roman" w:cs="Times New Roman"/>
          <w:sz w:val="28"/>
          <w:szCs w:val="28"/>
        </w:rPr>
        <w:t>хозяйства и расширение рынков сельскохозяйственной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68447C">
        <w:rPr>
          <w:rFonts w:ascii="Times New Roman" w:hAnsi="Times New Roman" w:cs="Times New Roman"/>
          <w:sz w:val="28"/>
          <w:szCs w:val="28"/>
        </w:rPr>
        <w:t>родукции, сырья и продовольствия в Верхнебуреинском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447C">
        <w:rPr>
          <w:rFonts w:ascii="Times New Roman" w:hAnsi="Times New Roman" w:cs="Times New Roman"/>
          <w:sz w:val="28"/>
          <w:szCs w:val="28"/>
        </w:rPr>
        <w:t>муниципальном районе на 2015-2020 годы"</w:t>
      </w:r>
      <w:r>
        <w:rPr>
          <w:rFonts w:ascii="Times New Roman" w:hAnsi="Times New Roman" w:cs="Times New Roman"/>
          <w:sz w:val="28"/>
          <w:szCs w:val="28"/>
        </w:rPr>
        <w:t>, утвержденную постановлением администрации района от 16.10.2014 № 1138</w:t>
      </w:r>
    </w:p>
    <w:p w:rsidR="00747908" w:rsidRPr="00B272BD" w:rsidRDefault="00747908" w:rsidP="00B1391A">
      <w:pPr>
        <w:ind w:firstLine="0"/>
        <w:rPr>
          <w:rFonts w:cs="Times New Roman"/>
          <w:szCs w:val="28"/>
        </w:rPr>
      </w:pPr>
    </w:p>
    <w:p w:rsidR="00747908" w:rsidRPr="009E1185" w:rsidRDefault="00747908" w:rsidP="00B43F53">
      <w:pPr>
        <w:pStyle w:val="Title"/>
        <w:ind w:firstLine="720"/>
        <w:jc w:val="both"/>
        <w:rPr>
          <w:szCs w:val="28"/>
        </w:rPr>
      </w:pPr>
      <w:r w:rsidRPr="009E1185">
        <w:rPr>
          <w:szCs w:val="28"/>
        </w:rPr>
        <w:t>В целях повышения эффективности деятельности в сфере сельскохозяйственного производства</w:t>
      </w:r>
      <w:r>
        <w:rPr>
          <w:szCs w:val="28"/>
        </w:rPr>
        <w:t>, в соответствии с решением Собрания депутатов Верхнебуреинского муниципального района от 11.12.2017 № 148 "О районном бюджете на 2018 год и плановый период 2019 и 2020 годов"</w:t>
      </w:r>
      <w:r w:rsidRPr="009E1185">
        <w:rPr>
          <w:szCs w:val="28"/>
        </w:rPr>
        <w:t>, администрация района</w:t>
      </w:r>
    </w:p>
    <w:p w:rsidR="00747908" w:rsidRPr="009E1185" w:rsidRDefault="00747908" w:rsidP="00B43F53">
      <w:pPr>
        <w:ind w:firstLine="0"/>
        <w:jc w:val="both"/>
        <w:rPr>
          <w:rFonts w:cs="Times New Roman"/>
          <w:szCs w:val="28"/>
        </w:rPr>
      </w:pPr>
      <w:r w:rsidRPr="009E1185">
        <w:rPr>
          <w:rFonts w:cs="Times New Roman"/>
          <w:szCs w:val="28"/>
        </w:rPr>
        <w:t xml:space="preserve">ПОСТАНОВЛЯЕТ: </w:t>
      </w:r>
    </w:p>
    <w:p w:rsidR="00747908" w:rsidRDefault="00747908" w:rsidP="00AE404F">
      <w:pPr>
        <w:pStyle w:val="ListParagraph"/>
        <w:numPr>
          <w:ilvl w:val="0"/>
          <w:numId w:val="7"/>
        </w:numPr>
        <w:tabs>
          <w:tab w:val="left" w:pos="0"/>
          <w:tab w:val="left" w:pos="980"/>
        </w:tabs>
        <w:ind w:left="0" w:firstLine="709"/>
        <w:jc w:val="both"/>
        <w:rPr>
          <w:rFonts w:cs="Times New Roman"/>
          <w:szCs w:val="28"/>
        </w:rPr>
      </w:pPr>
      <w:r w:rsidRPr="009E1185">
        <w:rPr>
          <w:rFonts w:cs="Times New Roman"/>
          <w:szCs w:val="28"/>
        </w:rPr>
        <w:t>Внести в муниципальную программу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на 2015-2020 годы", утвержденную постановлением администрации Верхнебуреинского муниципального района от 16.10.2014 № 1138 изменения, изложив ее в новой редакции в соответствии с приложением к настоящему постановлению.</w:t>
      </w:r>
    </w:p>
    <w:p w:rsidR="00747908" w:rsidRPr="007A5544" w:rsidRDefault="00747908" w:rsidP="00AE404F">
      <w:pPr>
        <w:pStyle w:val="ListParagraph"/>
        <w:numPr>
          <w:ilvl w:val="0"/>
          <w:numId w:val="7"/>
        </w:numPr>
        <w:tabs>
          <w:tab w:val="left" w:pos="284"/>
          <w:tab w:val="left" w:pos="980"/>
        </w:tabs>
        <w:ind w:left="0" w:firstLine="709"/>
        <w:jc w:val="both"/>
        <w:rPr>
          <w:rFonts w:cs="Times New Roman"/>
          <w:szCs w:val="28"/>
        </w:rPr>
      </w:pPr>
      <w:r w:rsidRPr="007A5544">
        <w:rPr>
          <w:rFonts w:cs="Times New Roman"/>
          <w:szCs w:val="28"/>
        </w:rPr>
        <w:t>Признать утратившим силу Постановление администрации Верхнебуреинского муниципального района от 08.05.2013 № 432 "Об утверждении долгосрочной целевой программы "</w:t>
      </w:r>
      <w:r>
        <w:rPr>
          <w:rFonts w:cs="Times New Roman"/>
          <w:szCs w:val="28"/>
        </w:rPr>
        <w:t>С</w:t>
      </w:r>
      <w:r w:rsidRPr="007A5544">
        <w:rPr>
          <w:rFonts w:cs="Times New Roman"/>
          <w:szCs w:val="28"/>
        </w:rPr>
        <w:t>одействие развитию садоводческих, огороднических и дачных некоммерческих объединений граждан в Верхнебуреинском муниципальном районе Хабаровского края на 2013 - 2020 годы</w:t>
      </w:r>
      <w:r w:rsidRPr="007A5544">
        <w:rPr>
          <w:rFonts w:cs="Times New Roman"/>
          <w:szCs w:val="28"/>
          <w:lang w:eastAsia="ru-RU"/>
        </w:rPr>
        <w:t>"</w:t>
      </w:r>
      <w:r>
        <w:rPr>
          <w:rFonts w:cs="Times New Roman"/>
          <w:szCs w:val="28"/>
          <w:lang w:eastAsia="ru-RU"/>
        </w:rPr>
        <w:t>.</w:t>
      </w:r>
    </w:p>
    <w:p w:rsidR="00747908" w:rsidRDefault="00747908" w:rsidP="00AE404F">
      <w:pPr>
        <w:pStyle w:val="ListParagraph"/>
        <w:numPr>
          <w:ilvl w:val="0"/>
          <w:numId w:val="7"/>
        </w:numPr>
        <w:tabs>
          <w:tab w:val="left" w:pos="284"/>
          <w:tab w:val="left" w:pos="980"/>
        </w:tabs>
        <w:ind w:left="0" w:firstLine="709"/>
        <w:jc w:val="both"/>
        <w:rPr>
          <w:rFonts w:cs="Times New Roman"/>
          <w:szCs w:val="28"/>
        </w:rPr>
      </w:pPr>
      <w:r w:rsidRPr="007A5544">
        <w:rPr>
          <w:rFonts w:cs="Times New Roman"/>
          <w:szCs w:val="28"/>
        </w:rPr>
        <w:t>Контроль за выполнением настоящего постановления возложить на первого заместителя главы администрации района Лещука А.В.</w:t>
      </w:r>
    </w:p>
    <w:p w:rsidR="00747908" w:rsidRPr="007A5544" w:rsidRDefault="00747908" w:rsidP="00AE404F">
      <w:pPr>
        <w:pStyle w:val="ListParagraph"/>
        <w:numPr>
          <w:ilvl w:val="0"/>
          <w:numId w:val="7"/>
        </w:numPr>
        <w:tabs>
          <w:tab w:val="left" w:pos="284"/>
          <w:tab w:val="left" w:pos="980"/>
          <w:tab w:val="left" w:pos="1120"/>
        </w:tabs>
        <w:ind w:left="0" w:firstLine="709"/>
        <w:jc w:val="both"/>
        <w:rPr>
          <w:rFonts w:cs="Times New Roman"/>
          <w:szCs w:val="28"/>
        </w:rPr>
      </w:pPr>
      <w:r w:rsidRPr="007A5544">
        <w:rPr>
          <w:rFonts w:cs="Times New Roman"/>
          <w:szCs w:val="28"/>
        </w:rPr>
        <w:t>Настоящее постановление вступает в силу после его официального    опубликования (обнародования).</w:t>
      </w:r>
    </w:p>
    <w:p w:rsidR="00747908" w:rsidRPr="009E1185" w:rsidRDefault="00747908" w:rsidP="00991423">
      <w:pPr>
        <w:pStyle w:val="Title"/>
        <w:tabs>
          <w:tab w:val="left" w:pos="900"/>
          <w:tab w:val="left" w:pos="980"/>
          <w:tab w:val="left" w:pos="1080"/>
        </w:tabs>
        <w:jc w:val="both"/>
        <w:rPr>
          <w:szCs w:val="28"/>
        </w:rPr>
      </w:pPr>
    </w:p>
    <w:p w:rsidR="00747908" w:rsidRPr="009E1185" w:rsidRDefault="00747908" w:rsidP="00B43F53">
      <w:pPr>
        <w:pStyle w:val="Title"/>
        <w:ind w:firstLine="708"/>
        <w:jc w:val="both"/>
        <w:rPr>
          <w:szCs w:val="28"/>
        </w:rPr>
      </w:pPr>
    </w:p>
    <w:p w:rsidR="00747908" w:rsidRPr="009E1185" w:rsidRDefault="00747908" w:rsidP="00B43F53">
      <w:pPr>
        <w:spacing w:line="240" w:lineRule="exact"/>
        <w:rPr>
          <w:rFonts w:cs="Times New Roman"/>
          <w:szCs w:val="28"/>
        </w:rPr>
      </w:pPr>
    </w:p>
    <w:p w:rsidR="00747908" w:rsidRPr="009E1185" w:rsidRDefault="00747908" w:rsidP="00407E8B">
      <w:pPr>
        <w:spacing w:line="240" w:lineRule="exact"/>
        <w:ind w:firstLine="0"/>
        <w:rPr>
          <w:rFonts w:cs="Times New Roman"/>
          <w:szCs w:val="28"/>
        </w:rPr>
      </w:pPr>
      <w:r w:rsidRPr="009E1185">
        <w:rPr>
          <w:rFonts w:cs="Times New Roman"/>
          <w:szCs w:val="28"/>
        </w:rPr>
        <w:t xml:space="preserve">Глава района                                                                                       </w:t>
      </w:r>
      <w:r>
        <w:rPr>
          <w:rFonts w:cs="Times New Roman"/>
          <w:szCs w:val="28"/>
        </w:rPr>
        <w:t xml:space="preserve"> </w:t>
      </w:r>
      <w:r w:rsidRPr="009E1185">
        <w:rPr>
          <w:rFonts w:cs="Times New Roman"/>
          <w:szCs w:val="28"/>
        </w:rPr>
        <w:t>П.Ф. Титков</w:t>
      </w:r>
    </w:p>
    <w:p w:rsidR="00747908" w:rsidRPr="00B272BD" w:rsidRDefault="00747908" w:rsidP="00C65D2E">
      <w:pPr>
        <w:ind w:left="10773" w:firstLine="0"/>
        <w:rPr>
          <w:rFonts w:cs="Times New Roman"/>
          <w:szCs w:val="28"/>
        </w:rPr>
      </w:pPr>
    </w:p>
    <w:sectPr w:rsidR="00747908" w:rsidRPr="00B272BD" w:rsidSect="00AE404F">
      <w:headerReference w:type="default" r:id="rId7"/>
      <w:pgSz w:w="11906" w:h="16838"/>
      <w:pgMar w:top="1134" w:right="567" w:bottom="1134" w:left="1985" w:header="709" w:footer="23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908" w:rsidRDefault="00747908" w:rsidP="00CF5840">
      <w:r>
        <w:separator/>
      </w:r>
    </w:p>
  </w:endnote>
  <w:endnote w:type="continuationSeparator" w:id="0">
    <w:p w:rsidR="00747908" w:rsidRDefault="00747908" w:rsidP="00CF58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908" w:rsidRDefault="00747908" w:rsidP="00CF5840">
      <w:r>
        <w:separator/>
      </w:r>
    </w:p>
  </w:footnote>
  <w:footnote w:type="continuationSeparator" w:id="0">
    <w:p w:rsidR="00747908" w:rsidRDefault="00747908" w:rsidP="00CF58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908" w:rsidRDefault="00747908" w:rsidP="00B62D0B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2747"/>
    <w:multiLevelType w:val="hybridMultilevel"/>
    <w:tmpl w:val="45ECE22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B2B068F"/>
    <w:multiLevelType w:val="hybridMultilevel"/>
    <w:tmpl w:val="636811A8"/>
    <w:lvl w:ilvl="0" w:tplc="D03AF422">
      <w:start w:val="1"/>
      <w:numFmt w:val="decimal"/>
      <w:lvlText w:val="%1."/>
      <w:lvlJc w:val="left"/>
      <w:pPr>
        <w:ind w:left="9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2">
    <w:nsid w:val="44DE4BDB"/>
    <w:multiLevelType w:val="hybridMultilevel"/>
    <w:tmpl w:val="B17A3E44"/>
    <w:lvl w:ilvl="0" w:tplc="0484A6BA">
      <w:start w:val="2"/>
      <w:numFmt w:val="decimal"/>
      <w:lvlText w:val="%1."/>
      <w:lvlJc w:val="left"/>
      <w:pPr>
        <w:ind w:left="54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1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0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7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23" w:hanging="180"/>
      </w:pPr>
      <w:rPr>
        <w:rFonts w:cs="Times New Roman"/>
      </w:rPr>
    </w:lvl>
  </w:abstractNum>
  <w:abstractNum w:abstractNumId="3">
    <w:nsid w:val="5B8E0F6D"/>
    <w:multiLevelType w:val="multilevel"/>
    <w:tmpl w:val="DE6E9D4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5E162F99"/>
    <w:multiLevelType w:val="multilevel"/>
    <w:tmpl w:val="7C680062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602F3F03"/>
    <w:multiLevelType w:val="hybridMultilevel"/>
    <w:tmpl w:val="E98E7372"/>
    <w:lvl w:ilvl="0" w:tplc="7F3A56D6">
      <w:start w:val="1"/>
      <w:numFmt w:val="decimal"/>
      <w:lvlText w:val="%1."/>
      <w:lvlJc w:val="left"/>
      <w:pPr>
        <w:ind w:left="1788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61F54C82"/>
    <w:multiLevelType w:val="multilevel"/>
    <w:tmpl w:val="54C437E8"/>
    <w:lvl w:ilvl="0">
      <w:start w:val="1"/>
      <w:numFmt w:val="decimal"/>
      <w:lvlText w:val="%1."/>
      <w:lvlJc w:val="left"/>
      <w:pPr>
        <w:ind w:left="546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7">
    <w:nsid w:val="65E7282F"/>
    <w:multiLevelType w:val="multilevel"/>
    <w:tmpl w:val="F66874B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8">
    <w:nsid w:val="76A15AE0"/>
    <w:multiLevelType w:val="multilevel"/>
    <w:tmpl w:val="36D4B30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277" w:hanging="1284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3" w:hanging="1284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3" w:hanging="1284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3" w:hanging="128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9">
    <w:nsid w:val="79174255"/>
    <w:multiLevelType w:val="multilevel"/>
    <w:tmpl w:val="E0FA728E"/>
    <w:lvl w:ilvl="0">
      <w:start w:val="1"/>
      <w:numFmt w:val="decimal"/>
      <w:lvlText w:val="%1."/>
      <w:lvlJc w:val="left"/>
      <w:pPr>
        <w:ind w:left="432" w:hanging="432"/>
      </w:pPr>
      <w:rPr>
        <w:rFonts w:eastAsia="Times New Roman" w:cs="Calibri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eastAsia="Times New Roman" w:cs="Calibr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="Calibr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cs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="Calibr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cs="Calibri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cs="Calibr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cs="Calibri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cs="Calibri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7"/>
  </w:num>
  <w:num w:numId="7">
    <w:abstractNumId w:val="8"/>
  </w:num>
  <w:num w:numId="8">
    <w:abstractNumId w:val="4"/>
  </w:num>
  <w:num w:numId="9">
    <w:abstractNumId w:val="9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6430"/>
    <w:rsid w:val="00000966"/>
    <w:rsid w:val="00004AF5"/>
    <w:rsid w:val="0000609F"/>
    <w:rsid w:val="00007DCA"/>
    <w:rsid w:val="00026E23"/>
    <w:rsid w:val="00031897"/>
    <w:rsid w:val="00032ABF"/>
    <w:rsid w:val="00050BDA"/>
    <w:rsid w:val="00051BA6"/>
    <w:rsid w:val="00061DD0"/>
    <w:rsid w:val="0007465E"/>
    <w:rsid w:val="00080863"/>
    <w:rsid w:val="00085A6E"/>
    <w:rsid w:val="000A1518"/>
    <w:rsid w:val="000A60AE"/>
    <w:rsid w:val="000A625E"/>
    <w:rsid w:val="000B4450"/>
    <w:rsid w:val="000C5D3E"/>
    <w:rsid w:val="000E1509"/>
    <w:rsid w:val="000E2F3E"/>
    <w:rsid w:val="000F71AE"/>
    <w:rsid w:val="001072D2"/>
    <w:rsid w:val="001168C4"/>
    <w:rsid w:val="00125EE5"/>
    <w:rsid w:val="001300C2"/>
    <w:rsid w:val="001347C5"/>
    <w:rsid w:val="00135C5E"/>
    <w:rsid w:val="00170543"/>
    <w:rsid w:val="001707B3"/>
    <w:rsid w:val="00185DBC"/>
    <w:rsid w:val="00191360"/>
    <w:rsid w:val="0019297F"/>
    <w:rsid w:val="001A0AC3"/>
    <w:rsid w:val="001B6AAD"/>
    <w:rsid w:val="001C5161"/>
    <w:rsid w:val="001C78DA"/>
    <w:rsid w:val="001D6ECB"/>
    <w:rsid w:val="001E373A"/>
    <w:rsid w:val="001E61B4"/>
    <w:rsid w:val="00221004"/>
    <w:rsid w:val="002306C4"/>
    <w:rsid w:val="00230B65"/>
    <w:rsid w:val="002367E3"/>
    <w:rsid w:val="00237943"/>
    <w:rsid w:val="00242B7D"/>
    <w:rsid w:val="00242C32"/>
    <w:rsid w:val="002443A0"/>
    <w:rsid w:val="00244B4D"/>
    <w:rsid w:val="00253A8D"/>
    <w:rsid w:val="00260038"/>
    <w:rsid w:val="0026031E"/>
    <w:rsid w:val="00276A7E"/>
    <w:rsid w:val="0028797A"/>
    <w:rsid w:val="002C0546"/>
    <w:rsid w:val="002C0E72"/>
    <w:rsid w:val="002D76BB"/>
    <w:rsid w:val="002F0C37"/>
    <w:rsid w:val="002F25AA"/>
    <w:rsid w:val="002F30DD"/>
    <w:rsid w:val="002F6DDE"/>
    <w:rsid w:val="003048C2"/>
    <w:rsid w:val="00313EFE"/>
    <w:rsid w:val="00322C60"/>
    <w:rsid w:val="003246AA"/>
    <w:rsid w:val="003352EE"/>
    <w:rsid w:val="0034194B"/>
    <w:rsid w:val="003456C5"/>
    <w:rsid w:val="0035061A"/>
    <w:rsid w:val="0035324A"/>
    <w:rsid w:val="003629DB"/>
    <w:rsid w:val="003656CE"/>
    <w:rsid w:val="0036630F"/>
    <w:rsid w:val="003753E2"/>
    <w:rsid w:val="00381164"/>
    <w:rsid w:val="003829BB"/>
    <w:rsid w:val="00393DBC"/>
    <w:rsid w:val="003A1F3A"/>
    <w:rsid w:val="003A2DCC"/>
    <w:rsid w:val="003A39A5"/>
    <w:rsid w:val="003D1CE9"/>
    <w:rsid w:val="003D1E8D"/>
    <w:rsid w:val="003F43C8"/>
    <w:rsid w:val="003F65E2"/>
    <w:rsid w:val="0040656C"/>
    <w:rsid w:val="00407E8B"/>
    <w:rsid w:val="004228B3"/>
    <w:rsid w:val="00440575"/>
    <w:rsid w:val="00444C88"/>
    <w:rsid w:val="00444FE3"/>
    <w:rsid w:val="00452F65"/>
    <w:rsid w:val="00463227"/>
    <w:rsid w:val="004648EB"/>
    <w:rsid w:val="004648EE"/>
    <w:rsid w:val="004714DF"/>
    <w:rsid w:val="0047741B"/>
    <w:rsid w:val="00483216"/>
    <w:rsid w:val="00487DAB"/>
    <w:rsid w:val="0049775C"/>
    <w:rsid w:val="004C03FB"/>
    <w:rsid w:val="004C4173"/>
    <w:rsid w:val="004C5223"/>
    <w:rsid w:val="0050556A"/>
    <w:rsid w:val="0051555E"/>
    <w:rsid w:val="005251C1"/>
    <w:rsid w:val="00530F02"/>
    <w:rsid w:val="00532191"/>
    <w:rsid w:val="00533A2C"/>
    <w:rsid w:val="00534C3A"/>
    <w:rsid w:val="00547508"/>
    <w:rsid w:val="005478BE"/>
    <w:rsid w:val="00570FBB"/>
    <w:rsid w:val="005742D7"/>
    <w:rsid w:val="005751BB"/>
    <w:rsid w:val="005803E9"/>
    <w:rsid w:val="0058324E"/>
    <w:rsid w:val="00584A08"/>
    <w:rsid w:val="00585CA8"/>
    <w:rsid w:val="005862FB"/>
    <w:rsid w:val="00587B27"/>
    <w:rsid w:val="005B15F9"/>
    <w:rsid w:val="005B29A5"/>
    <w:rsid w:val="005C02CD"/>
    <w:rsid w:val="005C075B"/>
    <w:rsid w:val="005C2F20"/>
    <w:rsid w:val="005C437C"/>
    <w:rsid w:val="005D0750"/>
    <w:rsid w:val="005D2F11"/>
    <w:rsid w:val="005D4AE9"/>
    <w:rsid w:val="005E5EC0"/>
    <w:rsid w:val="005E770D"/>
    <w:rsid w:val="005F0F96"/>
    <w:rsid w:val="005F1A22"/>
    <w:rsid w:val="005F2543"/>
    <w:rsid w:val="00604698"/>
    <w:rsid w:val="00607478"/>
    <w:rsid w:val="006157BF"/>
    <w:rsid w:val="00631ABE"/>
    <w:rsid w:val="00632109"/>
    <w:rsid w:val="00655FC9"/>
    <w:rsid w:val="00660AAD"/>
    <w:rsid w:val="006718F8"/>
    <w:rsid w:val="00680415"/>
    <w:rsid w:val="006807E2"/>
    <w:rsid w:val="0068098D"/>
    <w:rsid w:val="00682EA0"/>
    <w:rsid w:val="006834A6"/>
    <w:rsid w:val="0068447C"/>
    <w:rsid w:val="00685A00"/>
    <w:rsid w:val="0069210E"/>
    <w:rsid w:val="00692D8C"/>
    <w:rsid w:val="006A7CC0"/>
    <w:rsid w:val="006D5864"/>
    <w:rsid w:val="006D6AE1"/>
    <w:rsid w:val="006E21CF"/>
    <w:rsid w:val="006F3A61"/>
    <w:rsid w:val="00701DF0"/>
    <w:rsid w:val="007168FF"/>
    <w:rsid w:val="0071780C"/>
    <w:rsid w:val="00725AC4"/>
    <w:rsid w:val="007341B3"/>
    <w:rsid w:val="00735C5D"/>
    <w:rsid w:val="00737E26"/>
    <w:rsid w:val="00747908"/>
    <w:rsid w:val="007530F8"/>
    <w:rsid w:val="00755D9D"/>
    <w:rsid w:val="00761CB3"/>
    <w:rsid w:val="00771A83"/>
    <w:rsid w:val="00781003"/>
    <w:rsid w:val="007931BF"/>
    <w:rsid w:val="007A16B3"/>
    <w:rsid w:val="007A5544"/>
    <w:rsid w:val="007B6379"/>
    <w:rsid w:val="007C6D3D"/>
    <w:rsid w:val="007D39B2"/>
    <w:rsid w:val="00810833"/>
    <w:rsid w:val="00820070"/>
    <w:rsid w:val="008247C3"/>
    <w:rsid w:val="00825798"/>
    <w:rsid w:val="00835C34"/>
    <w:rsid w:val="00844126"/>
    <w:rsid w:val="00850A9C"/>
    <w:rsid w:val="0085556B"/>
    <w:rsid w:val="00887249"/>
    <w:rsid w:val="0089278B"/>
    <w:rsid w:val="008A2EF0"/>
    <w:rsid w:val="008C1CB8"/>
    <w:rsid w:val="008C5C70"/>
    <w:rsid w:val="008C7A11"/>
    <w:rsid w:val="008E035D"/>
    <w:rsid w:val="008E1451"/>
    <w:rsid w:val="008E22F7"/>
    <w:rsid w:val="008E441C"/>
    <w:rsid w:val="008E6843"/>
    <w:rsid w:val="008F4A5F"/>
    <w:rsid w:val="00903945"/>
    <w:rsid w:val="00913209"/>
    <w:rsid w:val="00915CD7"/>
    <w:rsid w:val="0092038D"/>
    <w:rsid w:val="00926666"/>
    <w:rsid w:val="0096296C"/>
    <w:rsid w:val="00963462"/>
    <w:rsid w:val="00966532"/>
    <w:rsid w:val="00967297"/>
    <w:rsid w:val="00971255"/>
    <w:rsid w:val="00991423"/>
    <w:rsid w:val="009A5EE6"/>
    <w:rsid w:val="009E1185"/>
    <w:rsid w:val="009E45E5"/>
    <w:rsid w:val="009E4854"/>
    <w:rsid w:val="009F4BCA"/>
    <w:rsid w:val="00A04E1C"/>
    <w:rsid w:val="00A15243"/>
    <w:rsid w:val="00A2590D"/>
    <w:rsid w:val="00A477F4"/>
    <w:rsid w:val="00A5130C"/>
    <w:rsid w:val="00A5570D"/>
    <w:rsid w:val="00A623B3"/>
    <w:rsid w:val="00A725E6"/>
    <w:rsid w:val="00A83D83"/>
    <w:rsid w:val="00A87528"/>
    <w:rsid w:val="00A912FA"/>
    <w:rsid w:val="00A93930"/>
    <w:rsid w:val="00A94064"/>
    <w:rsid w:val="00A9581C"/>
    <w:rsid w:val="00AA0AB1"/>
    <w:rsid w:val="00AA7520"/>
    <w:rsid w:val="00AB63F1"/>
    <w:rsid w:val="00AC047B"/>
    <w:rsid w:val="00AC34D2"/>
    <w:rsid w:val="00AD18F8"/>
    <w:rsid w:val="00AD51F6"/>
    <w:rsid w:val="00AE1B68"/>
    <w:rsid w:val="00AE404F"/>
    <w:rsid w:val="00AF3AC0"/>
    <w:rsid w:val="00B0569C"/>
    <w:rsid w:val="00B066C2"/>
    <w:rsid w:val="00B1391A"/>
    <w:rsid w:val="00B14B48"/>
    <w:rsid w:val="00B152BF"/>
    <w:rsid w:val="00B2050C"/>
    <w:rsid w:val="00B214B5"/>
    <w:rsid w:val="00B24537"/>
    <w:rsid w:val="00B272BD"/>
    <w:rsid w:val="00B3112C"/>
    <w:rsid w:val="00B313F3"/>
    <w:rsid w:val="00B35CCC"/>
    <w:rsid w:val="00B361C3"/>
    <w:rsid w:val="00B43F53"/>
    <w:rsid w:val="00B4469D"/>
    <w:rsid w:val="00B4556B"/>
    <w:rsid w:val="00B53E9C"/>
    <w:rsid w:val="00B55589"/>
    <w:rsid w:val="00B5558F"/>
    <w:rsid w:val="00B62433"/>
    <w:rsid w:val="00B62D0B"/>
    <w:rsid w:val="00B64798"/>
    <w:rsid w:val="00B71C4D"/>
    <w:rsid w:val="00B7787C"/>
    <w:rsid w:val="00B86208"/>
    <w:rsid w:val="00B90132"/>
    <w:rsid w:val="00B90652"/>
    <w:rsid w:val="00B95E05"/>
    <w:rsid w:val="00BB09C4"/>
    <w:rsid w:val="00BB1812"/>
    <w:rsid w:val="00BB38FE"/>
    <w:rsid w:val="00BB58C4"/>
    <w:rsid w:val="00BC149E"/>
    <w:rsid w:val="00BC4461"/>
    <w:rsid w:val="00BD1172"/>
    <w:rsid w:val="00BD3826"/>
    <w:rsid w:val="00BD4B10"/>
    <w:rsid w:val="00BD56A8"/>
    <w:rsid w:val="00BD7130"/>
    <w:rsid w:val="00BE2F70"/>
    <w:rsid w:val="00BE6165"/>
    <w:rsid w:val="00BE7C98"/>
    <w:rsid w:val="00C01D65"/>
    <w:rsid w:val="00C13703"/>
    <w:rsid w:val="00C208D9"/>
    <w:rsid w:val="00C236E2"/>
    <w:rsid w:val="00C4062D"/>
    <w:rsid w:val="00C41051"/>
    <w:rsid w:val="00C459E9"/>
    <w:rsid w:val="00C500FD"/>
    <w:rsid w:val="00C50C12"/>
    <w:rsid w:val="00C55B04"/>
    <w:rsid w:val="00C5672C"/>
    <w:rsid w:val="00C574E7"/>
    <w:rsid w:val="00C648EA"/>
    <w:rsid w:val="00C65A53"/>
    <w:rsid w:val="00C65D2E"/>
    <w:rsid w:val="00C71535"/>
    <w:rsid w:val="00C84D67"/>
    <w:rsid w:val="00C85B8B"/>
    <w:rsid w:val="00C93542"/>
    <w:rsid w:val="00C9751B"/>
    <w:rsid w:val="00C97CFB"/>
    <w:rsid w:val="00CB6B85"/>
    <w:rsid w:val="00CB6D56"/>
    <w:rsid w:val="00CB6ECC"/>
    <w:rsid w:val="00CC3C2B"/>
    <w:rsid w:val="00CC78C3"/>
    <w:rsid w:val="00CE0288"/>
    <w:rsid w:val="00CE6019"/>
    <w:rsid w:val="00CE6726"/>
    <w:rsid w:val="00CF5840"/>
    <w:rsid w:val="00D00EFB"/>
    <w:rsid w:val="00D012B3"/>
    <w:rsid w:val="00D04112"/>
    <w:rsid w:val="00D0452C"/>
    <w:rsid w:val="00D06392"/>
    <w:rsid w:val="00D06430"/>
    <w:rsid w:val="00D2402A"/>
    <w:rsid w:val="00D24903"/>
    <w:rsid w:val="00D250F6"/>
    <w:rsid w:val="00D272A3"/>
    <w:rsid w:val="00D34CCF"/>
    <w:rsid w:val="00D438D5"/>
    <w:rsid w:val="00D76A00"/>
    <w:rsid w:val="00D823D9"/>
    <w:rsid w:val="00D8332A"/>
    <w:rsid w:val="00D8563C"/>
    <w:rsid w:val="00D93253"/>
    <w:rsid w:val="00DB6ABF"/>
    <w:rsid w:val="00DD43A8"/>
    <w:rsid w:val="00DF7A10"/>
    <w:rsid w:val="00E034FE"/>
    <w:rsid w:val="00E1407E"/>
    <w:rsid w:val="00E31A44"/>
    <w:rsid w:val="00E400A0"/>
    <w:rsid w:val="00E52F39"/>
    <w:rsid w:val="00E5576A"/>
    <w:rsid w:val="00E63FB9"/>
    <w:rsid w:val="00E752B8"/>
    <w:rsid w:val="00E77711"/>
    <w:rsid w:val="00E84686"/>
    <w:rsid w:val="00E907B4"/>
    <w:rsid w:val="00EA1BD4"/>
    <w:rsid w:val="00EA7D9D"/>
    <w:rsid w:val="00EC045B"/>
    <w:rsid w:val="00EF10A2"/>
    <w:rsid w:val="00EF43E7"/>
    <w:rsid w:val="00F053D4"/>
    <w:rsid w:val="00F24227"/>
    <w:rsid w:val="00F269BF"/>
    <w:rsid w:val="00F32720"/>
    <w:rsid w:val="00F33745"/>
    <w:rsid w:val="00F353D7"/>
    <w:rsid w:val="00F56B0D"/>
    <w:rsid w:val="00F619DD"/>
    <w:rsid w:val="00F619EF"/>
    <w:rsid w:val="00F817C0"/>
    <w:rsid w:val="00F91050"/>
    <w:rsid w:val="00F921B4"/>
    <w:rsid w:val="00F9739F"/>
    <w:rsid w:val="00FA0DC4"/>
    <w:rsid w:val="00FA5723"/>
    <w:rsid w:val="00FB075F"/>
    <w:rsid w:val="00FB5427"/>
    <w:rsid w:val="00FC554F"/>
    <w:rsid w:val="00FC6D3F"/>
    <w:rsid w:val="00FC6ECA"/>
    <w:rsid w:val="00FC7673"/>
    <w:rsid w:val="00FD2751"/>
    <w:rsid w:val="00FF1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1B3"/>
    <w:pPr>
      <w:ind w:firstLine="709"/>
    </w:pPr>
    <w:rPr>
      <w:rFonts w:ascii="Times New Roman" w:eastAsia="Times New Roman" w:hAnsi="Times New Roman" w:cs="Calibri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B6AAD"/>
    <w:rPr>
      <w:rFonts w:eastAsia="Times New Roman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B6AA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81083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10833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3656CE"/>
    <w:pPr>
      <w:ind w:left="720"/>
      <w:contextualSpacing/>
    </w:pPr>
  </w:style>
  <w:style w:type="paragraph" w:customStyle="1" w:styleId="Heading">
    <w:name w:val="Heading"/>
    <w:uiPriority w:val="99"/>
    <w:rsid w:val="00B152B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Title">
    <w:name w:val="ConsPlusTitle"/>
    <w:uiPriority w:val="99"/>
    <w:rsid w:val="003A39A5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rmal">
    <w:name w:val="ConsPlusNormal"/>
    <w:uiPriority w:val="99"/>
    <w:rsid w:val="003A39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B43F53"/>
    <w:pPr>
      <w:ind w:firstLine="0"/>
      <w:jc w:val="center"/>
    </w:pPr>
    <w:rPr>
      <w:rFonts w:cs="Times New Roman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B43F53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E68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3A8D"/>
    <w:rPr>
      <w:rFonts w:ascii="Times New Roman" w:hAnsi="Times New Roman" w:cs="Calibri"/>
      <w:sz w:val="2"/>
      <w:lang w:eastAsia="en-US"/>
    </w:rPr>
  </w:style>
  <w:style w:type="character" w:styleId="LineNumber">
    <w:name w:val="line number"/>
    <w:basedOn w:val="DefaultParagraphFont"/>
    <w:uiPriority w:val="99"/>
    <w:semiHidden/>
    <w:rsid w:val="002F0C37"/>
    <w:rPr>
      <w:rFonts w:cs="Times New Roman"/>
    </w:rPr>
  </w:style>
  <w:style w:type="paragraph" w:customStyle="1" w:styleId="ConsPlusCell">
    <w:name w:val="ConsPlusCell"/>
    <w:uiPriority w:val="99"/>
    <w:rsid w:val="00682EA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6</TotalTime>
  <Pages>1</Pages>
  <Words>264</Words>
  <Characters>1510</Characters>
  <Application>Microsoft Office Outlook</Application>
  <DocSecurity>0</DocSecurity>
  <Lines>0</Lines>
  <Paragraphs>0</Paragraphs>
  <ScaleCrop>false</ScaleCrop>
  <Company>ДИА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Внесение изменений в  порядки разработки прогнозов № 375-п</dc:title>
  <dc:subject/>
  <dc:creator>Усилов</dc:creator>
  <cp:keywords/>
  <dc:description/>
  <cp:lastModifiedBy>Org4</cp:lastModifiedBy>
  <cp:revision>4</cp:revision>
  <cp:lastPrinted>2018-02-06T00:53:00Z</cp:lastPrinted>
  <dcterms:created xsi:type="dcterms:W3CDTF">2018-02-06T00:45:00Z</dcterms:created>
  <dcterms:modified xsi:type="dcterms:W3CDTF">2018-02-08T00:34:00Z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[Содержание]</vt:lpwstr>
  </property>
  <property fmtid="{D5CDD505-2E9C-101B-9397-08002B2CF9AE}" pid="6" name="ContentTypeId">
    <vt:lpwstr>0x0101007D98C80F7727A2499F5C1F27BEF6B62B</vt:lpwstr>
  </property>
  <property fmtid="{D5CDD505-2E9C-101B-9397-08002B2CF9AE}" pid="7" name="Description">
    <vt:lpwstr/>
  </property>
  <property fmtid="{D5CDD505-2E9C-101B-9397-08002B2CF9AE}" pid="8" name="Орган ОИВ">
    <vt:lpwstr>52</vt:lpwstr>
  </property>
  <property fmtid="{D5CDD505-2E9C-101B-9397-08002B2CF9AE}" pid="9" name="DocDate">
    <vt:lpwstr>2015-04-27T08:00:00Z</vt:lpwstr>
  </property>
  <property fmtid="{D5CDD505-2E9C-101B-9397-08002B2CF9AE}" pid="10" name="Тип документа">
    <vt:lpwstr>11</vt:lpwstr>
  </property>
</Properties>
</file>