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A36" w:rsidRPr="001168C4" w:rsidRDefault="00840A36" w:rsidP="00134E8D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168C4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840A36" w:rsidRPr="001168C4" w:rsidRDefault="00840A36" w:rsidP="00134E8D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168C4">
        <w:rPr>
          <w:rFonts w:ascii="Times New Roman" w:hAnsi="Times New Roman" w:cs="Times New Roman"/>
          <w:sz w:val="28"/>
          <w:szCs w:val="28"/>
        </w:rPr>
        <w:t>Верхнебуреинского муниципального района</w:t>
      </w:r>
    </w:p>
    <w:p w:rsidR="00840A36" w:rsidRPr="001168C4" w:rsidRDefault="00840A36" w:rsidP="00134E8D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40A36" w:rsidRPr="001168C4" w:rsidRDefault="00840A36" w:rsidP="00134E8D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168C4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840A36" w:rsidRPr="001168C4" w:rsidRDefault="00840A36" w:rsidP="00134E8D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840A36" w:rsidRPr="001168C4" w:rsidRDefault="00840A36" w:rsidP="00134E8D">
      <w:pPr>
        <w:pStyle w:val="ConsPlusNormal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07.02.2018    № 62</w:t>
      </w:r>
    </w:p>
    <w:p w:rsidR="00840A36" w:rsidRPr="001168C4" w:rsidRDefault="00840A36" w:rsidP="00134E8D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 w:rsidRPr="001168C4">
        <w:rPr>
          <w:rFonts w:ascii="Times New Roman" w:hAnsi="Times New Roman" w:cs="Times New Roman"/>
          <w:sz w:val="28"/>
          <w:szCs w:val="28"/>
        </w:rPr>
        <w:t>п. Чегдомын</w:t>
      </w:r>
    </w:p>
    <w:p w:rsidR="00840A36" w:rsidRDefault="00840A36" w:rsidP="00FA224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bCs/>
          <w:sz w:val="28"/>
          <w:szCs w:val="28"/>
        </w:rPr>
      </w:pPr>
    </w:p>
    <w:p w:rsidR="00840A36" w:rsidRDefault="00840A36" w:rsidP="00FA224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bCs/>
          <w:sz w:val="28"/>
          <w:szCs w:val="28"/>
        </w:rPr>
      </w:pPr>
    </w:p>
    <w:p w:rsidR="00840A36" w:rsidRDefault="00840A36" w:rsidP="00FA224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bCs/>
          <w:sz w:val="28"/>
          <w:szCs w:val="28"/>
        </w:rPr>
      </w:pPr>
    </w:p>
    <w:p w:rsidR="00840A36" w:rsidRDefault="00840A36" w:rsidP="00FA224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 утверждении межведомственного плана мероприятий по осуществлению Основных направлений реализации Концепции развития системы профилактики безнадзорности и правонарушений на территории Верхнебуреинского муниципального района на 2018 год»</w:t>
      </w:r>
    </w:p>
    <w:p w:rsidR="00840A36" w:rsidRDefault="00840A36" w:rsidP="00501F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840A36" w:rsidRPr="00501F7F" w:rsidRDefault="00840A36" w:rsidP="0064742B">
      <w:pPr>
        <w:pStyle w:val="Heading3"/>
        <w:shd w:val="clear" w:color="auto" w:fill="FFFFFF"/>
        <w:spacing w:before="0" w:beforeAutospacing="0" w:after="0" w:afterAutospacing="0" w:line="225" w:lineRule="atLeast"/>
        <w:ind w:firstLine="708"/>
        <w:jc w:val="both"/>
        <w:rPr>
          <w:b w:val="0"/>
          <w:color w:val="333333"/>
          <w:sz w:val="28"/>
          <w:szCs w:val="28"/>
        </w:rPr>
      </w:pPr>
      <w:r w:rsidRPr="00501F7F">
        <w:rPr>
          <w:b w:val="0"/>
          <w:sz w:val="28"/>
          <w:szCs w:val="28"/>
        </w:rPr>
        <w:t>В</w:t>
      </w:r>
      <w:r>
        <w:rPr>
          <w:b w:val="0"/>
          <w:sz w:val="28"/>
          <w:szCs w:val="28"/>
        </w:rPr>
        <w:t xml:space="preserve"> соответствии</w:t>
      </w:r>
      <w:r w:rsidRPr="00501F7F">
        <w:rPr>
          <w:b w:val="0"/>
          <w:sz w:val="28"/>
          <w:szCs w:val="28"/>
        </w:rPr>
        <w:t xml:space="preserve"> с </w:t>
      </w:r>
      <w:r>
        <w:rPr>
          <w:b w:val="0"/>
          <w:color w:val="333333"/>
          <w:sz w:val="28"/>
          <w:szCs w:val="28"/>
        </w:rPr>
        <w:t xml:space="preserve">Концепцией </w:t>
      </w:r>
      <w:r w:rsidRPr="00501F7F">
        <w:rPr>
          <w:b w:val="0"/>
          <w:color w:val="333333"/>
          <w:sz w:val="28"/>
          <w:szCs w:val="28"/>
        </w:rPr>
        <w:t>развития системы профилак</w:t>
      </w:r>
      <w:r>
        <w:rPr>
          <w:b w:val="0"/>
          <w:color w:val="333333"/>
          <w:sz w:val="28"/>
          <w:szCs w:val="28"/>
        </w:rPr>
        <w:t xml:space="preserve">тики </w:t>
      </w:r>
      <w:r w:rsidRPr="00501F7F">
        <w:rPr>
          <w:b w:val="0"/>
          <w:color w:val="333333"/>
          <w:sz w:val="28"/>
          <w:szCs w:val="28"/>
        </w:rPr>
        <w:t xml:space="preserve">безнадзорности и правонарушений </w:t>
      </w:r>
      <w:r>
        <w:rPr>
          <w:b w:val="0"/>
          <w:color w:val="333333"/>
          <w:sz w:val="28"/>
          <w:szCs w:val="28"/>
        </w:rPr>
        <w:t xml:space="preserve">несовершеннолетних на период до </w:t>
      </w:r>
      <w:r w:rsidRPr="00501F7F">
        <w:rPr>
          <w:b w:val="0"/>
          <w:color w:val="333333"/>
          <w:sz w:val="28"/>
          <w:szCs w:val="28"/>
        </w:rPr>
        <w:t>2020 года</w:t>
      </w:r>
      <w:r>
        <w:rPr>
          <w:b w:val="0"/>
          <w:color w:val="333333"/>
          <w:sz w:val="28"/>
          <w:szCs w:val="28"/>
        </w:rPr>
        <w:t xml:space="preserve">, утверждённой </w:t>
      </w:r>
      <w:r w:rsidRPr="00501F7F">
        <w:rPr>
          <w:b w:val="0"/>
          <w:bCs w:val="0"/>
          <w:sz w:val="28"/>
          <w:szCs w:val="28"/>
        </w:rPr>
        <w:t>распоряжением Правительства Российской Федерации от 22.03.2017 № 520-р</w:t>
      </w:r>
      <w:r w:rsidRPr="00501F7F">
        <w:rPr>
          <w:b w:val="0"/>
          <w:sz w:val="28"/>
        </w:rPr>
        <w:t xml:space="preserve">, </w:t>
      </w:r>
      <w:r>
        <w:rPr>
          <w:b w:val="0"/>
          <w:sz w:val="28"/>
        </w:rPr>
        <w:t xml:space="preserve">постановлением комиссии по делам несовершеннолетних и защите их прав при Правительстве Хабаровского края от 14.12.2017 № 14 «О совершенствовании деятельности системы профилактики безнадзорности и правонарушений несовершеннолетних Хабаровского края», </w:t>
      </w:r>
      <w:r w:rsidRPr="00501F7F">
        <w:rPr>
          <w:b w:val="0"/>
          <w:sz w:val="28"/>
        </w:rPr>
        <w:t>администрация района</w:t>
      </w:r>
    </w:p>
    <w:p w:rsidR="00840A36" w:rsidRDefault="00840A36" w:rsidP="00FA224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ПОСТАНОВЛЯЕТ:</w:t>
      </w:r>
    </w:p>
    <w:p w:rsidR="00840A36" w:rsidRDefault="00840A36" w:rsidP="0064742B">
      <w:pPr>
        <w:pStyle w:val="ListParagraph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Утвердить межведомственный план мероприятий по осуществлению Основных направлений реализации Концепции развития системы профилактики безнадзорности и правонарушений на территории Верхнебуреинского муниципального района на 2018 год (далее – план). </w:t>
      </w:r>
    </w:p>
    <w:p w:rsidR="00840A36" w:rsidRPr="0064742B" w:rsidRDefault="00840A36" w:rsidP="0064742B">
      <w:pPr>
        <w:pStyle w:val="ListParagraph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4742B">
        <w:rPr>
          <w:rFonts w:ascii="Times New Roman" w:hAnsi="Times New Roman"/>
          <w:bCs/>
          <w:sz w:val="28"/>
          <w:szCs w:val="28"/>
        </w:rPr>
        <w:t xml:space="preserve">Рекомендовать </w:t>
      </w:r>
      <w:r>
        <w:rPr>
          <w:rFonts w:ascii="Times New Roman" w:hAnsi="Times New Roman"/>
          <w:sz w:val="28"/>
          <w:szCs w:val="28"/>
        </w:rPr>
        <w:t>органам</w:t>
      </w:r>
      <w:r w:rsidRPr="00F06551">
        <w:rPr>
          <w:rFonts w:ascii="Times New Roman" w:hAnsi="Times New Roman"/>
          <w:sz w:val="28"/>
          <w:szCs w:val="28"/>
        </w:rPr>
        <w:t xml:space="preserve"> и учреждения</w:t>
      </w:r>
      <w:r>
        <w:rPr>
          <w:rFonts w:ascii="Times New Roman" w:hAnsi="Times New Roman"/>
          <w:sz w:val="28"/>
          <w:szCs w:val="28"/>
        </w:rPr>
        <w:t>м</w:t>
      </w:r>
      <w:r w:rsidRPr="00F06551">
        <w:rPr>
          <w:rFonts w:ascii="Times New Roman" w:hAnsi="Times New Roman"/>
          <w:sz w:val="28"/>
          <w:szCs w:val="28"/>
        </w:rPr>
        <w:t xml:space="preserve"> системы профилактики безнадзорности и правонарушений несовершеннолетних Верхнебуреинского муниципального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F06551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осуществлять мероприятия в соответствии с планом.</w:t>
      </w:r>
      <w:r w:rsidRPr="0064742B">
        <w:rPr>
          <w:rFonts w:ascii="Times New Roman" w:hAnsi="Times New Roman"/>
          <w:bCs/>
          <w:sz w:val="28"/>
          <w:szCs w:val="28"/>
        </w:rPr>
        <w:t xml:space="preserve"> </w:t>
      </w:r>
    </w:p>
    <w:p w:rsidR="00840A36" w:rsidRDefault="00840A36" w:rsidP="0064742B">
      <w:pPr>
        <w:pStyle w:val="ListParagraph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Контроль за исполнением настоящего постановления возложить на заместителя главы администрации района Вольф К.А.</w:t>
      </w:r>
    </w:p>
    <w:p w:rsidR="00840A36" w:rsidRDefault="00840A36" w:rsidP="0064742B">
      <w:pPr>
        <w:pStyle w:val="ListParagraph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Настоящее постановление вступает в силу после его официального опубликования (обнародования). </w:t>
      </w:r>
    </w:p>
    <w:p w:rsidR="00840A36" w:rsidRDefault="00840A36" w:rsidP="0064742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840A36" w:rsidRDefault="00840A36" w:rsidP="0064742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840A36" w:rsidRDefault="00840A36" w:rsidP="0064742B">
      <w:pPr>
        <w:spacing w:after="0"/>
        <w:rPr>
          <w:rFonts w:ascii="Times New Roman" w:hAnsi="Times New Roman"/>
          <w:bCs/>
          <w:sz w:val="28"/>
          <w:szCs w:val="28"/>
        </w:rPr>
      </w:pPr>
    </w:p>
    <w:p w:rsidR="00840A36" w:rsidRDefault="00840A36" w:rsidP="0064742B">
      <w:pPr>
        <w:spacing w:after="0"/>
      </w:pPr>
      <w:r>
        <w:rPr>
          <w:rFonts w:ascii="Times New Roman" w:hAnsi="Times New Roman"/>
          <w:bCs/>
          <w:sz w:val="28"/>
          <w:szCs w:val="28"/>
        </w:rPr>
        <w:t>Глава района</w:t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  <w:t>П.Ф. Титков</w:t>
      </w:r>
    </w:p>
    <w:sectPr w:rsidR="00840A36" w:rsidSect="00FA224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2070E"/>
    <w:multiLevelType w:val="multilevel"/>
    <w:tmpl w:val="BACCC65E"/>
    <w:lvl w:ilvl="0">
      <w:start w:val="2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/>
      </w:rPr>
    </w:lvl>
  </w:abstractNum>
  <w:abstractNum w:abstractNumId="1">
    <w:nsid w:val="3CFA0B80"/>
    <w:multiLevelType w:val="multilevel"/>
    <w:tmpl w:val="B52E4174"/>
    <w:lvl w:ilvl="0">
      <w:start w:val="1"/>
      <w:numFmt w:val="decimal"/>
      <w:lvlText w:val="%1."/>
      <w:lvlJc w:val="left"/>
      <w:pPr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/>
      </w:rPr>
    </w:lvl>
  </w:abstractNum>
  <w:abstractNum w:abstractNumId="2">
    <w:nsid w:val="5359335F"/>
    <w:multiLevelType w:val="multilevel"/>
    <w:tmpl w:val="760896E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1F7F"/>
    <w:rsid w:val="000A261D"/>
    <w:rsid w:val="001168C4"/>
    <w:rsid w:val="00134E8D"/>
    <w:rsid w:val="0021405F"/>
    <w:rsid w:val="003D7AA4"/>
    <w:rsid w:val="00501F7F"/>
    <w:rsid w:val="00521316"/>
    <w:rsid w:val="0064742B"/>
    <w:rsid w:val="00794EE0"/>
    <w:rsid w:val="007F5F61"/>
    <w:rsid w:val="0083361F"/>
    <w:rsid w:val="00840A36"/>
    <w:rsid w:val="008A4B67"/>
    <w:rsid w:val="00980EE2"/>
    <w:rsid w:val="00AF4DAE"/>
    <w:rsid w:val="00E20890"/>
    <w:rsid w:val="00F06551"/>
    <w:rsid w:val="00FA22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B67"/>
    <w:pPr>
      <w:spacing w:after="200" w:line="276" w:lineRule="auto"/>
    </w:pPr>
  </w:style>
  <w:style w:type="paragraph" w:styleId="Heading3">
    <w:name w:val="heading 3"/>
    <w:basedOn w:val="Normal"/>
    <w:link w:val="Heading3Char"/>
    <w:uiPriority w:val="99"/>
    <w:qFormat/>
    <w:rsid w:val="00501F7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501F7F"/>
    <w:rPr>
      <w:rFonts w:ascii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99"/>
    <w:qFormat/>
    <w:rsid w:val="00501F7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FA22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94EE0"/>
    <w:rPr>
      <w:rFonts w:ascii="Times New Roman" w:hAnsi="Times New Roman" w:cs="Times New Roman"/>
      <w:sz w:val="2"/>
    </w:rPr>
  </w:style>
  <w:style w:type="paragraph" w:customStyle="1" w:styleId="ConsPlusNormal">
    <w:name w:val="ConsPlusNormal"/>
    <w:uiPriority w:val="99"/>
    <w:rsid w:val="00134E8D"/>
    <w:pPr>
      <w:widowControl w:val="0"/>
      <w:autoSpaceDE w:val="0"/>
      <w:autoSpaceDN w:val="0"/>
    </w:pPr>
    <w:rPr>
      <w:rFonts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883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3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1</Pages>
  <Words>229</Words>
  <Characters>1308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KDN</dc:creator>
  <cp:keywords/>
  <dc:description/>
  <cp:lastModifiedBy>Org4</cp:lastModifiedBy>
  <cp:revision>7</cp:revision>
  <cp:lastPrinted>2018-02-07T23:28:00Z</cp:lastPrinted>
  <dcterms:created xsi:type="dcterms:W3CDTF">2018-01-31T00:24:00Z</dcterms:created>
  <dcterms:modified xsi:type="dcterms:W3CDTF">2018-02-08T01:34:00Z</dcterms:modified>
</cp:coreProperties>
</file>