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10008"/>
        <w:gridCol w:w="4778"/>
      </w:tblGrid>
      <w:tr w:rsidR="00B277DE" w:rsidTr="00C23729">
        <w:tc>
          <w:tcPr>
            <w:tcW w:w="10008" w:type="dxa"/>
          </w:tcPr>
          <w:p w:rsidR="00B277DE" w:rsidRPr="00C23729" w:rsidRDefault="00B277DE" w:rsidP="00C23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78" w:type="dxa"/>
          </w:tcPr>
          <w:p w:rsidR="00B277DE" w:rsidRPr="00C23729" w:rsidRDefault="00B277DE" w:rsidP="00C23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729">
              <w:rPr>
                <w:rFonts w:ascii="Times New Roman" w:hAnsi="Times New Roman"/>
                <w:sz w:val="24"/>
                <w:szCs w:val="24"/>
              </w:rPr>
              <w:t>Приложение № 2</w:t>
            </w:r>
          </w:p>
          <w:p w:rsidR="00B277DE" w:rsidRPr="00C23729" w:rsidRDefault="00B277DE" w:rsidP="00C23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729">
              <w:rPr>
                <w:rFonts w:ascii="Times New Roman" w:hAnsi="Times New Roman"/>
                <w:sz w:val="24"/>
                <w:szCs w:val="24"/>
              </w:rPr>
              <w:t xml:space="preserve">к постановлению </w:t>
            </w:r>
          </w:p>
          <w:p w:rsidR="00B277DE" w:rsidRPr="00C23729" w:rsidRDefault="00B277DE" w:rsidP="00C23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729">
              <w:rPr>
                <w:rFonts w:ascii="Times New Roman" w:hAnsi="Times New Roman"/>
                <w:sz w:val="24"/>
                <w:szCs w:val="24"/>
              </w:rPr>
              <w:t>администрации района</w:t>
            </w:r>
          </w:p>
          <w:p w:rsidR="00B277DE" w:rsidRPr="00C23729" w:rsidRDefault="00B277DE" w:rsidP="00C23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02.03.2018 № 89</w:t>
            </w:r>
          </w:p>
          <w:p w:rsidR="00B277DE" w:rsidRPr="00C23729" w:rsidRDefault="00B277DE" w:rsidP="00C23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277DE" w:rsidRPr="00C23729" w:rsidRDefault="00B277DE" w:rsidP="00C23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3729">
              <w:rPr>
                <w:rFonts w:ascii="Times New Roman" w:hAnsi="Times New Roman"/>
                <w:sz w:val="24"/>
                <w:szCs w:val="24"/>
              </w:rPr>
              <w:t>«Приложение 3 к муниципальной программе»</w:t>
            </w:r>
          </w:p>
        </w:tc>
      </w:tr>
    </w:tbl>
    <w:p w:rsidR="00B277DE" w:rsidRDefault="00B277DE" w:rsidP="00BE3137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B277DE" w:rsidRDefault="00B277DE" w:rsidP="00D10800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B277DE" w:rsidRDefault="00B277DE" w:rsidP="00D10800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</w:p>
    <w:p w:rsidR="00B277DE" w:rsidRPr="003E6E54" w:rsidRDefault="00B277DE" w:rsidP="00FD349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6E54">
        <w:rPr>
          <w:rFonts w:ascii="Times New Roman" w:hAnsi="Times New Roman"/>
          <w:sz w:val="28"/>
          <w:szCs w:val="28"/>
        </w:rPr>
        <w:t>ПРОГНОЗНАЯ (СПРАВОЧНАЯ) ОЦЕНКА</w:t>
      </w:r>
      <w:r w:rsidRPr="003E6E54">
        <w:rPr>
          <w:rFonts w:ascii="Times New Roman" w:hAnsi="Times New Roman"/>
          <w:sz w:val="28"/>
          <w:szCs w:val="28"/>
        </w:rPr>
        <w:br/>
        <w:t>расходов федерального бюджета, краевого бюджета, бюджетов муниципальных образований края и внебюджетных средств на реализацию целей муниципальной программы</w:t>
      </w:r>
    </w:p>
    <w:p w:rsidR="00B277DE" w:rsidRPr="005132B0" w:rsidRDefault="00B277DE" w:rsidP="00FD3497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E6E54">
        <w:rPr>
          <w:rFonts w:ascii="Times New Roman" w:hAnsi="Times New Roman"/>
          <w:b/>
          <w:bCs/>
          <w:sz w:val="28"/>
          <w:szCs w:val="28"/>
        </w:rPr>
        <w:t>«Сохранение и развитие культуры Верхнебуреинского района на 2017-2022 годы»</w:t>
      </w:r>
    </w:p>
    <w:p w:rsidR="00B277DE" w:rsidRDefault="00B277DE" w:rsidP="00FD3497">
      <w:pPr>
        <w:widowControl w:val="0"/>
        <w:autoSpaceDE w:val="0"/>
        <w:autoSpaceDN w:val="0"/>
        <w:adjustRightInd w:val="0"/>
        <w:ind w:firstLine="540"/>
        <w:jc w:val="both"/>
      </w:pPr>
    </w:p>
    <w:p w:rsidR="00B277DE" w:rsidRDefault="00B277DE" w:rsidP="00FD3497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67"/>
        <w:gridCol w:w="2352"/>
        <w:gridCol w:w="2410"/>
        <w:gridCol w:w="1559"/>
        <w:gridCol w:w="1417"/>
        <w:gridCol w:w="1418"/>
        <w:gridCol w:w="1559"/>
        <w:gridCol w:w="1559"/>
        <w:gridCol w:w="1560"/>
      </w:tblGrid>
      <w:tr w:rsidR="00B277DE" w:rsidRPr="0037398E" w:rsidTr="00A11603">
        <w:trPr>
          <w:trHeight w:val="320"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N п/п</w:t>
            </w:r>
          </w:p>
        </w:tc>
        <w:tc>
          <w:tcPr>
            <w:tcW w:w="2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Оценка расходов по годам (тыс. рублей)</w:t>
            </w:r>
          </w:p>
        </w:tc>
      </w:tr>
      <w:tr w:rsidR="00B277DE" w:rsidRPr="0037398E" w:rsidTr="00A11603">
        <w:trPr>
          <w:trHeight w:val="800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sz w:val="24"/>
                <w:szCs w:val="24"/>
              </w:rPr>
            </w:pPr>
          </w:p>
        </w:tc>
        <w:tc>
          <w:tcPr>
            <w:tcW w:w="2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2017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2022</w:t>
            </w:r>
          </w:p>
        </w:tc>
      </w:tr>
    </w:tbl>
    <w:p w:rsidR="00B277DE" w:rsidRDefault="00B277DE" w:rsidP="00FD3497">
      <w:pPr>
        <w:rPr>
          <w:sz w:val="10"/>
          <w:szCs w:val="10"/>
          <w:lang w:eastAsia="en-US"/>
        </w:rPr>
      </w:pPr>
    </w:p>
    <w:tbl>
      <w:tblPr>
        <w:tblW w:w="14601" w:type="dxa"/>
        <w:tblInd w:w="75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2410"/>
        <w:gridCol w:w="2410"/>
        <w:gridCol w:w="141"/>
        <w:gridCol w:w="1418"/>
        <w:gridCol w:w="1417"/>
        <w:gridCol w:w="1418"/>
        <w:gridCol w:w="1559"/>
        <w:gridCol w:w="1559"/>
        <w:gridCol w:w="1560"/>
      </w:tblGrid>
      <w:tr w:rsidR="00B277DE" w:rsidRPr="0037398E" w:rsidTr="00A11603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9</w:t>
            </w:r>
          </w:p>
        </w:tc>
      </w:tr>
      <w:tr w:rsidR="00B277DE" w:rsidRPr="0037398E" w:rsidTr="009621BB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 xml:space="preserve">   1.   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54450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115 943,856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86 755,510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86 755,510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86 755,510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107 302,140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107 652,140   </w:t>
            </w:r>
          </w:p>
        </w:tc>
      </w:tr>
      <w:tr w:rsidR="00B277DE" w:rsidRPr="0037398E" w:rsidTr="00B279B3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B279B3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621BB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107 581,798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80 769,010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80 769,010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80 769,010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101 315,640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101 665,640   </w:t>
            </w:r>
          </w:p>
        </w:tc>
      </w:tr>
      <w:tr w:rsidR="00B277DE" w:rsidRPr="0037398E" w:rsidTr="00734829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621BB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8 362,058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5 986,500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5 986,500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5 986,500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5 986,500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 5 986,500   </w:t>
            </w:r>
          </w:p>
        </w:tc>
      </w:tr>
      <w:tr w:rsidR="00B277DE" w:rsidRPr="0037398E" w:rsidTr="002370D9">
        <w:trPr>
          <w:trHeight w:val="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A11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89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E34C4" w:rsidRDefault="00B277DE" w:rsidP="001545D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34C4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Создание условий для  организации библиотечного обслуживания населения, обеспечение сохранности библиотечных фондов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3 665,912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3 058,425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1 540,000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1 540,000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6 539,170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 6 539,170   </w:t>
            </w:r>
          </w:p>
        </w:tc>
      </w:tr>
      <w:tr w:rsidR="00B277DE" w:rsidRPr="0037398E" w:rsidTr="006C7B0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6C7B0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3 250,236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2 978,425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1 500,000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1 500,000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6 499,170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  6 499,170   </w:t>
            </w:r>
          </w:p>
        </w:tc>
      </w:tr>
      <w:tr w:rsidR="00B277DE" w:rsidRPr="0037398E" w:rsidTr="00504BED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415,676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 xml:space="preserve">2.2. 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544501">
            <w:pPr>
              <w:pStyle w:val="ConsPlusCell"/>
              <w:rPr>
                <w:sz w:val="24"/>
                <w:szCs w:val="24"/>
              </w:rPr>
            </w:pPr>
            <w:r w:rsidRPr="003E34C4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«О мероприятиях по реализации политики» от 07.05.2012 г. № 597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22 961,240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17 669,255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19 447,680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19 447,680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19 941,560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19 941,560   </w:t>
            </w:r>
          </w:p>
        </w:tc>
      </w:tr>
      <w:tr w:rsidR="00B277DE" w:rsidRPr="0037398E" w:rsidTr="006351F6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6351F6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22 961,240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17 669,255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19 447,680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19 447,680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19 941,560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 xml:space="preserve">    19 941,560   </w:t>
            </w:r>
          </w:p>
        </w:tc>
      </w:tr>
      <w:tr w:rsidR="00B277DE" w:rsidRPr="0037398E" w:rsidTr="00F12DFE">
        <w:trPr>
          <w:trHeight w:val="3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F12DFE">
        <w:trPr>
          <w:trHeight w:val="63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621BB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2.3.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>
            <w:pPr>
              <w:pStyle w:val="ConsPlusCell"/>
              <w:rPr>
                <w:sz w:val="24"/>
                <w:szCs w:val="24"/>
              </w:rPr>
            </w:pPr>
            <w:r w:rsidRPr="003E34C4">
              <w:rPr>
                <w:sz w:val="24"/>
                <w:szCs w:val="24"/>
              </w:rPr>
              <w:t>Комплектование фондов библиотек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30,250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B277DE" w:rsidRPr="0037398E" w:rsidTr="00B5158A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B5158A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C670F6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30,250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AD0B8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545D0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723D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AD0B81">
        <w:trPr>
          <w:trHeight w:val="3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B277DE" w:rsidRPr="0037398E" w:rsidTr="00883248">
        <w:trPr>
          <w:trHeight w:val="66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2.4.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Подписка периодических изданий, выпуск методической литературы, информационных и рекламных материалов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330,000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330,000</w:t>
            </w:r>
          </w:p>
        </w:tc>
      </w:tr>
      <w:tr w:rsidR="00B277DE" w:rsidRPr="0037398E" w:rsidTr="00216BD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216BD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1F499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290,000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290,000</w:t>
            </w:r>
          </w:p>
        </w:tc>
      </w:tr>
      <w:tr w:rsidR="00B277DE" w:rsidRPr="0037398E" w:rsidTr="005E67A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5E67A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B277DE" w:rsidRPr="0037398E" w:rsidTr="005E67A9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2.5.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Оказание муниципальных библиотечных услуг населению, проведение мероприятий, направленных на пропаганду чтения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  <w:tr w:rsidR="00B277DE" w:rsidRPr="0037398E" w:rsidTr="00485DA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485DA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485DA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485DA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8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  <w:tr w:rsidR="00B277DE" w:rsidRPr="0037398E" w:rsidTr="009621BB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2.6.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Укрепление материально-технической базы библиотек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655,926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370,000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1 420,000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1 420,000</w:t>
            </w:r>
          </w:p>
        </w:tc>
      </w:tr>
      <w:tr w:rsidR="00B277DE" w:rsidRPr="0037398E" w:rsidTr="00BD461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BD461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621BB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493,426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1 400,000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1 400,000</w:t>
            </w:r>
          </w:p>
        </w:tc>
      </w:tr>
      <w:tr w:rsidR="00B277DE" w:rsidRPr="0037398E" w:rsidTr="00E72F0B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621BB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162,500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B277DE" w:rsidRPr="0037398E" w:rsidTr="009621BB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2.7.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7DE" w:rsidRPr="0019442C" w:rsidRDefault="00B277DE" w:rsidP="001944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42C">
              <w:rPr>
                <w:rFonts w:ascii="Times New Roman" w:hAnsi="Times New Roman"/>
                <w:sz w:val="24"/>
                <w:szCs w:val="24"/>
              </w:rPr>
              <w:t>Общий итог по мероприятию:</w:t>
            </w:r>
          </w:p>
          <w:p w:rsidR="00B277DE" w:rsidRPr="0019442C" w:rsidRDefault="00B277DE" w:rsidP="001944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442C">
              <w:rPr>
                <w:rFonts w:ascii="Times New Roman" w:hAnsi="Times New Roman"/>
                <w:bCs/>
                <w:sz w:val="24"/>
                <w:szCs w:val="24"/>
              </w:rPr>
              <w:t>Развитие библиотечно-информационного обслуживания населения</w:t>
            </w:r>
          </w:p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27 443,328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21 147,680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21 147,680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21 147,680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28 280,730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28 280,730</w:t>
            </w:r>
          </w:p>
        </w:tc>
      </w:tr>
      <w:tr w:rsidR="00B277DE" w:rsidRPr="0037398E" w:rsidTr="001D6E0D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1D6E0D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621BB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26 865,152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20 997,680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20 997,680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20 997,680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28 130,730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28 130,730</w:t>
            </w:r>
          </w:p>
        </w:tc>
      </w:tr>
      <w:tr w:rsidR="00B277DE" w:rsidRPr="0037398E" w:rsidTr="004B54C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621BB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578,176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3.</w:t>
            </w:r>
          </w:p>
        </w:tc>
        <w:tc>
          <w:tcPr>
            <w:tcW w:w="1389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42C">
              <w:rPr>
                <w:rFonts w:ascii="Times New Roman" w:hAnsi="Times New Roman"/>
                <w:b/>
                <w:bCs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</w:tc>
      </w:tr>
      <w:tr w:rsidR="00B277DE" w:rsidRPr="0037398E" w:rsidTr="0097417B">
        <w:trPr>
          <w:trHeight w:val="3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3.1.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Создание условий для обеспечения доступа населения к музейным коллекциям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291,855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353,500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451,000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401,000</w:t>
            </w:r>
          </w:p>
        </w:tc>
      </w:tr>
      <w:tr w:rsidR="00B277DE" w:rsidRPr="0037398E" w:rsidTr="00671B9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D255DF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051ED0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134,597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283,500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381,000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381,000</w:t>
            </w:r>
          </w:p>
        </w:tc>
      </w:tr>
      <w:tr w:rsidR="00B277DE" w:rsidRPr="0037398E" w:rsidTr="00371CD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157,258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3.2.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07.05.2012 г. № 597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4 565,123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2 818,500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</w:tr>
      <w:tr w:rsidR="00B277DE" w:rsidRPr="0037398E" w:rsidTr="00FD7C3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FD7C3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4 564,123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2 818,500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2 991,900</w:t>
            </w:r>
          </w:p>
        </w:tc>
      </w:tr>
      <w:tr w:rsidR="00B277DE" w:rsidRPr="0037398E" w:rsidTr="003A4944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5F662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044685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3.3.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Обновление  действующих музейных экспозиций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04468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04468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04468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04468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77DE" w:rsidRPr="0037398E" w:rsidTr="00DD7F4F">
        <w:trPr>
          <w:trHeight w:val="50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3.4.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Проведение экскурсий, занятий, вечерних мероприятий, акций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14,000</w:t>
            </w:r>
          </w:p>
        </w:tc>
      </w:tr>
      <w:tr w:rsidR="00B277DE" w:rsidRPr="0037398E" w:rsidTr="009074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6570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E9094E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4,000</w:t>
            </w:r>
          </w:p>
        </w:tc>
      </w:tr>
      <w:tr w:rsidR="00B277DE" w:rsidRPr="0037398E" w:rsidTr="00AB4A92">
        <w:trPr>
          <w:trHeight w:val="56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DD7F4F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10,000</w:t>
            </w:r>
          </w:p>
        </w:tc>
      </w:tr>
      <w:tr w:rsidR="00B277DE" w:rsidRPr="0037398E" w:rsidTr="00C4765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3.5.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Подготовка и выпуск информационных и презентационных материалов  к юбилейным датам (книга, буклет, кинофильм)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B277DE" w:rsidRPr="0037398E" w:rsidTr="0035087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35087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35087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337D0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337D0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3.6,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Укрепление материально- технической базы музеев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83,146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190,000</w:t>
            </w:r>
          </w:p>
        </w:tc>
      </w:tr>
      <w:tr w:rsidR="00B277DE" w:rsidRPr="0037398E" w:rsidTr="0060766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60766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3670E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150,000</w:t>
            </w:r>
          </w:p>
        </w:tc>
      </w:tr>
      <w:tr w:rsidR="00B277DE" w:rsidRPr="0037398E" w:rsidTr="00B3426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83,146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3.7.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19442C" w:rsidRDefault="00B277DE" w:rsidP="001944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42C">
              <w:rPr>
                <w:rFonts w:ascii="Times New Roman" w:hAnsi="Times New Roman"/>
                <w:sz w:val="24"/>
                <w:szCs w:val="24"/>
              </w:rPr>
              <w:t>Общий итог  по мероприятию:</w:t>
            </w:r>
          </w:p>
          <w:p w:rsidR="00B277DE" w:rsidRPr="0019442C" w:rsidRDefault="00B277DE" w:rsidP="001944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442C">
              <w:rPr>
                <w:rFonts w:ascii="Times New Roman" w:hAnsi="Times New Roman"/>
                <w:bCs/>
                <w:sz w:val="24"/>
                <w:szCs w:val="24"/>
              </w:rPr>
              <w:t>Развитие музейного дела, сохранение и популяризация объектов культурного наследия</w:t>
            </w:r>
          </w:p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4 940,124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3 212,000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3 212,000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3 212,000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3 636,900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3 636,900</w:t>
            </w:r>
          </w:p>
        </w:tc>
      </w:tr>
      <w:tr w:rsidR="00B277DE" w:rsidRPr="0037398E" w:rsidTr="000F60A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0F60A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43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4 698,720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3 102,000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3 526,900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3 526,900</w:t>
            </w:r>
          </w:p>
        </w:tc>
      </w:tr>
      <w:tr w:rsidR="00B277DE" w:rsidRPr="0037398E" w:rsidTr="00D66FC4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83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241,404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</w:tr>
      <w:tr w:rsidR="00B277DE" w:rsidRPr="0037398E" w:rsidTr="002C55A4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4.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7DE" w:rsidRPr="0019442C" w:rsidRDefault="00B277DE" w:rsidP="0019442C">
            <w:pPr>
              <w:pStyle w:val="ConsPlusCell"/>
              <w:jc w:val="center"/>
              <w:rPr>
                <w:b/>
                <w:bCs/>
                <w:sz w:val="24"/>
                <w:szCs w:val="24"/>
              </w:rPr>
            </w:pPr>
          </w:p>
          <w:p w:rsidR="00B277DE" w:rsidRPr="0019442C" w:rsidRDefault="00B277DE" w:rsidP="0019442C">
            <w:pPr>
              <w:pStyle w:val="ConsPlusCell"/>
              <w:jc w:val="center"/>
              <w:rPr>
                <w:b/>
                <w:bCs/>
                <w:sz w:val="24"/>
                <w:szCs w:val="24"/>
              </w:rPr>
            </w:pPr>
            <w:r w:rsidRPr="0019442C">
              <w:rPr>
                <w:b/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4.1.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19442C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Создание условий для функционирования учреждений</w:t>
            </w:r>
          </w:p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дополнительного образования в сфере культуры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2 127,547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2 255,493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837,010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837,010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3 101,000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3 101,000</w:t>
            </w:r>
          </w:p>
        </w:tc>
      </w:tr>
      <w:tr w:rsidR="00B277DE" w:rsidRPr="0037398E" w:rsidTr="00351EB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351EB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1 264,265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1 741,493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323,010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323,010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2 587,000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2 587,000</w:t>
            </w:r>
          </w:p>
        </w:tc>
      </w:tr>
      <w:tr w:rsidR="00B277DE" w:rsidRPr="0037398E" w:rsidTr="00700CAD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863,282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514,000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4.2.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 xml:space="preserve">Доведение уровня заработной платы работников учреждений дополнительного образования согласно Указу Президента "О Национальной стратегии действий в интересах детей в 2012-2017 годы" от 01.06.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19442C">
                <w:rPr>
                  <w:sz w:val="24"/>
                  <w:szCs w:val="24"/>
                </w:rPr>
                <w:t>2012 г</w:t>
              </w:r>
            </w:smartTag>
            <w:r w:rsidRPr="0019442C">
              <w:rPr>
                <w:sz w:val="24"/>
                <w:szCs w:val="24"/>
              </w:rPr>
              <w:t>. № 761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21 010,288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17 777,517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19 196,000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19 196,000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20 633,330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20 633,330</w:t>
            </w:r>
          </w:p>
        </w:tc>
      </w:tr>
      <w:tr w:rsidR="00B277DE" w:rsidRPr="0037398E" w:rsidTr="00D9167F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D9167F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20 440,474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17 301,517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18 720,000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18 720,000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20 157,330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20 157,330</w:t>
            </w:r>
          </w:p>
        </w:tc>
      </w:tr>
      <w:tr w:rsidR="00B277DE" w:rsidRPr="0037398E" w:rsidTr="00622A6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569,814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476,000</w:t>
            </w:r>
          </w:p>
        </w:tc>
      </w:tr>
      <w:tr w:rsidR="00B277DE" w:rsidRPr="0037398E" w:rsidTr="00C67A21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4.3.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Организация участия обучающихся школ в конкурсах, выставках и фестивалях различных уровней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145,000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145,000</w:t>
            </w:r>
          </w:p>
        </w:tc>
      </w:tr>
      <w:tr w:rsidR="00B277DE" w:rsidRPr="0037398E" w:rsidTr="00A276E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A276E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B276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45,000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45,000</w:t>
            </w:r>
          </w:p>
        </w:tc>
      </w:tr>
      <w:tr w:rsidR="00B277DE" w:rsidRPr="0037398E" w:rsidTr="004F70F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C67A2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4.4.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Присуждение стипендии главы района одаренным детям, талантливой молодежи и специалистам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</w:tr>
      <w:tr w:rsidR="00B277DE" w:rsidRPr="0037398E" w:rsidTr="009C359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C359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24,000</w:t>
            </w:r>
          </w:p>
        </w:tc>
      </w:tr>
      <w:tr w:rsidR="00B277DE" w:rsidRPr="0037398E" w:rsidTr="0016091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160913">
        <w:trPr>
          <w:trHeight w:val="6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4.5.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Укрепление материально-технической базы муниципальных учреждений образования в сфере культуры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652,523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510,000</w:t>
            </w:r>
          </w:p>
        </w:tc>
      </w:tr>
      <w:tr w:rsidR="00B277DE" w:rsidRPr="0037398E" w:rsidTr="00A0030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A0030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7A3AB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B277DE" w:rsidRPr="0037398E" w:rsidTr="00B25C9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652,523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4.6.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 xml:space="preserve">Общий итог по мероприятию: </w:t>
            </w:r>
            <w:r w:rsidRPr="0019442C">
              <w:rPr>
                <w:bCs/>
                <w:sz w:val="24"/>
                <w:szCs w:val="24"/>
              </w:rPr>
              <w:t>Развитие дополнительного образования, поддержка юных дарований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23 820,358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20 267,010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20 267,010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20 267,010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24 413,330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24 413,330</w:t>
            </w:r>
          </w:p>
        </w:tc>
      </w:tr>
      <w:tr w:rsidR="00B277DE" w:rsidRPr="0037398E" w:rsidTr="0009028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09028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21 734,739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19 067,010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19 067,010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19 067,010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23 213,330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23 213,330</w:t>
            </w:r>
          </w:p>
        </w:tc>
      </w:tr>
      <w:tr w:rsidR="00B277DE" w:rsidRPr="0037398E" w:rsidTr="00CE79F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2 085,619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1 200,000</w:t>
            </w:r>
          </w:p>
        </w:tc>
      </w:tr>
      <w:tr w:rsidR="00B277DE" w:rsidRPr="0037398E" w:rsidTr="002C55A4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5.</w:t>
            </w: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b/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Создание условий для организации досуга и обеспечения жителей услугами учреждений культуры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9 213,754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6 016,500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3 903,500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3 903,500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11 330,420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11 330,420</w:t>
            </w:r>
          </w:p>
        </w:tc>
      </w:tr>
      <w:tr w:rsidR="00B277DE" w:rsidRPr="0037398E" w:rsidTr="008D0ED5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5.1.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D0ED5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8 865,451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5 513,000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3 400,000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3 400,000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10 826,920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10 826,920</w:t>
            </w:r>
          </w:p>
        </w:tc>
      </w:tr>
      <w:tr w:rsidR="00B277DE" w:rsidRPr="0037398E" w:rsidTr="00B72481">
        <w:trPr>
          <w:trHeight w:val="32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348,303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503,500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5.2.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07.05.2012 г. № 597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36 413,513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24 239,100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26 652,100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26 652,100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25 937,960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25 937,960</w:t>
            </w:r>
          </w:p>
        </w:tc>
      </w:tr>
      <w:tr w:rsidR="00B277DE" w:rsidRPr="0037398E" w:rsidTr="00A76F24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A76F24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36 356,213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24 187,000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26 600,000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26 600,000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25 885,860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25 885,860</w:t>
            </w:r>
          </w:p>
        </w:tc>
      </w:tr>
      <w:tr w:rsidR="00B277DE" w:rsidRPr="0037398E" w:rsidTr="008637D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57,300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52,100</w:t>
            </w:r>
          </w:p>
        </w:tc>
      </w:tr>
      <w:tr w:rsidR="00B277DE" w:rsidRPr="0037398E" w:rsidTr="000527FA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5.3.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Организация и проведение районных торжественных, праздничных и юбилейных мероприятий (шествия, митинги, возложения цветов, торжественные собрания, приемы главы района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B277DE" w:rsidRPr="0037398E" w:rsidTr="0085506B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5506B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1B1935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230,000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B277DE" w:rsidRPr="0037398E" w:rsidTr="0024690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24690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5.4.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Организация, проведение праздничных мероприятий, Дней поселков, юбилеев учреждений и творческих коллективов. Участие в конкурсах, выставках и фестивалях различных уровней.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291,580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260,000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260,000</w:t>
            </w:r>
          </w:p>
        </w:tc>
      </w:tr>
      <w:tr w:rsidR="00B277DE" w:rsidRPr="0037398E" w:rsidTr="009606A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606A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E408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B277DE" w:rsidRPr="0037398E" w:rsidTr="004060C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A445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241,580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210,000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5.5.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Проведение Ярмарки социальных проектов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5.6.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Укрепление материально-технической базы учреждений культурно-досуговой сферы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1 565,810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1 110,900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810,900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810,900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2 010,900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2 010,900</w:t>
            </w:r>
          </w:p>
        </w:tc>
      </w:tr>
      <w:tr w:rsidR="00B277DE" w:rsidRPr="0037398E" w:rsidTr="0014331E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2208BB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330,970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1 250,000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1 250,000</w:t>
            </w:r>
          </w:p>
        </w:tc>
      </w:tr>
      <w:tr w:rsidR="00B277DE" w:rsidRPr="0037398E" w:rsidTr="007B19E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6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1 234,840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760,900</w:t>
            </w:r>
          </w:p>
        </w:tc>
      </w:tr>
      <w:tr w:rsidR="00B277DE" w:rsidRPr="0037398E" w:rsidTr="006A69F2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5.7.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Формирование пакета документов по привязке к местности проектно-сметной документации для строительства культурно-досугового центра п. Тырма. Экспертиза сметы ПСД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6A69F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6A69F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6A69F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6A69F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6A69F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A4456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5.8.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19442C" w:rsidRDefault="00B277DE" w:rsidP="0019442C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 xml:space="preserve">Общий итог по мероприятию </w:t>
            </w:r>
            <w:r w:rsidRPr="0019442C">
              <w:rPr>
                <w:bCs/>
                <w:sz w:val="24"/>
                <w:szCs w:val="24"/>
              </w:rPr>
              <w:t>Организация культурного досуга и массового отдыха населения</w:t>
            </w:r>
          </w:p>
          <w:p w:rsidR="00B277DE" w:rsidRPr="0019442C" w:rsidRDefault="00B277DE" w:rsidP="0019442C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B277DE" w:rsidRPr="0019442C" w:rsidRDefault="00B277DE" w:rsidP="0019442C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B277DE" w:rsidRPr="0019442C" w:rsidRDefault="00B277DE" w:rsidP="0019442C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B277DE" w:rsidRPr="0019442C" w:rsidRDefault="00B277DE" w:rsidP="0019442C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B277DE" w:rsidRPr="0019442C" w:rsidRDefault="00B277DE" w:rsidP="0019442C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B277DE" w:rsidRPr="0019442C" w:rsidRDefault="00B277DE" w:rsidP="0019442C">
            <w:pPr>
              <w:pStyle w:val="ConsPlusCell"/>
              <w:jc w:val="center"/>
              <w:rPr>
                <w:bCs/>
                <w:sz w:val="24"/>
                <w:szCs w:val="24"/>
              </w:rPr>
            </w:pPr>
          </w:p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47 714,657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31 576,500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31 576,500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31 576,500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39 589,280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39 939,280</w:t>
            </w:r>
          </w:p>
        </w:tc>
      </w:tr>
      <w:tr w:rsidR="00B277DE" w:rsidRPr="0037398E" w:rsidTr="005E067F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5E067F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9A445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45 832,634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30 050,000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30 050,000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30 050,000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38 062,780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38 412,780</w:t>
            </w:r>
          </w:p>
        </w:tc>
      </w:tr>
      <w:tr w:rsidR="00B277DE" w:rsidRPr="0037398E" w:rsidTr="000011F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1 882,023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1 526,500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6.</w:t>
            </w:r>
          </w:p>
        </w:tc>
        <w:tc>
          <w:tcPr>
            <w:tcW w:w="1389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42C">
              <w:rPr>
                <w:rFonts w:ascii="Times New Roman" w:hAnsi="Times New Roman"/>
                <w:b/>
                <w:bCs/>
                <w:sz w:val="24"/>
                <w:szCs w:val="24"/>
              </w:rPr>
              <w:t>Кинообслуживание населения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6.1.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19442C" w:rsidRDefault="00B277DE" w:rsidP="001944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42C">
              <w:rPr>
                <w:rFonts w:ascii="Times New Roman" w:hAnsi="Times New Roman"/>
                <w:sz w:val="24"/>
                <w:szCs w:val="24"/>
              </w:rPr>
              <w:t>Создание условий</w:t>
            </w:r>
          </w:p>
          <w:p w:rsidR="00B277DE" w:rsidRPr="0019442C" w:rsidRDefault="00B277DE" w:rsidP="0019442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442C">
              <w:rPr>
                <w:rFonts w:ascii="Times New Roman" w:hAnsi="Times New Roman"/>
                <w:sz w:val="24"/>
                <w:szCs w:val="24"/>
              </w:rPr>
              <w:t>для кинообслуживания населения</w:t>
            </w:r>
          </w:p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4 291,636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3 959,000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3 026,000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3 026,000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4 628,350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4 628,350</w:t>
            </w:r>
          </w:p>
        </w:tc>
      </w:tr>
      <w:tr w:rsidR="00B277DE" w:rsidRPr="0037398E" w:rsidTr="00F946C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F946C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7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1 118,222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1 209,000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276,000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276,000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1 878,350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1 878,350</w:t>
            </w:r>
          </w:p>
        </w:tc>
      </w:tr>
      <w:tr w:rsidR="00B277DE" w:rsidRPr="0037398E" w:rsidTr="008607E7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3 173,414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2 750,000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6.2.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Доведение уровня заработной платы работников учреждений культуры согласно Указу президента "О мероприятиях по реализации государственной социальной политики" от 07.05.2012 г. № 597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7 282,331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6 393,320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7 326,320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7 326,320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6 353,550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6 353,550</w:t>
            </w:r>
          </w:p>
        </w:tc>
      </w:tr>
      <w:tr w:rsidR="00B277DE" w:rsidRPr="0037398E" w:rsidTr="00576E0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576E02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7 282,331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6 343,320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7 276,320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7 276,320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6 303,550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6 303,550</w:t>
            </w:r>
          </w:p>
        </w:tc>
      </w:tr>
      <w:tr w:rsidR="00B277DE" w:rsidRPr="0037398E" w:rsidTr="00FC0C4C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6.3.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>Укрепление материально-технической базы киновидеосети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451,422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400,000</w:t>
            </w:r>
          </w:p>
        </w:tc>
      </w:tr>
      <w:tr w:rsidR="00B277DE" w:rsidRPr="0037398E" w:rsidTr="00794B1A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C0E61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A30FD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</w:tr>
      <w:tr w:rsidR="00B277DE" w:rsidRPr="0037398E" w:rsidTr="003E6EE6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401,422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200,000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6.4.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19442C">
              <w:rPr>
                <w:sz w:val="24"/>
                <w:szCs w:val="24"/>
              </w:rPr>
              <w:t xml:space="preserve">Общий итог по мероприятию </w:t>
            </w:r>
            <w:r w:rsidRPr="0019442C">
              <w:rPr>
                <w:bCs/>
                <w:sz w:val="24"/>
                <w:szCs w:val="24"/>
              </w:rPr>
              <w:t>Кинообслуживание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12 025,389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10 552,320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10 552,320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10 552,320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11 381,900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11 381,900</w:t>
            </w:r>
          </w:p>
        </w:tc>
      </w:tr>
      <w:tr w:rsidR="00B277DE" w:rsidRPr="0037398E" w:rsidTr="00C744E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C744E9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8 450,553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7 552,320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7 552,320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7 552,320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8 381,900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8 381,900</w:t>
            </w:r>
          </w:p>
        </w:tc>
      </w:tr>
      <w:tr w:rsidR="00B277DE" w:rsidRPr="0037398E" w:rsidTr="003D3D53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Бюджеты поселений района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B277DE" w:rsidRPr="0037398E" w:rsidTr="00883248">
        <w:trPr>
          <w:trHeight w:val="3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7DE" w:rsidRPr="0037398E" w:rsidRDefault="00B277DE" w:rsidP="0019442C">
            <w:pPr>
              <w:pStyle w:val="ConsPlusCell"/>
              <w:jc w:val="center"/>
              <w:rPr>
                <w:sz w:val="24"/>
                <w:szCs w:val="24"/>
              </w:rPr>
            </w:pPr>
            <w:r w:rsidRPr="0037398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3 574,836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7DE" w:rsidRPr="0037398E" w:rsidRDefault="00B277DE" w:rsidP="00194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98E">
              <w:rPr>
                <w:rFonts w:ascii="Times New Roman" w:hAnsi="Times New Roman"/>
                <w:sz w:val="24"/>
                <w:szCs w:val="24"/>
              </w:rPr>
              <w:t>3 000,000</w:t>
            </w:r>
          </w:p>
        </w:tc>
      </w:tr>
    </w:tbl>
    <w:p w:rsidR="00B277DE" w:rsidRPr="0019442C" w:rsidRDefault="00B277DE" w:rsidP="0019442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9442C">
        <w:rPr>
          <w:rFonts w:ascii="Times New Roman" w:hAnsi="Times New Roman"/>
          <w:sz w:val="24"/>
          <w:szCs w:val="24"/>
          <w:lang w:eastAsia="en-US"/>
        </w:rPr>
        <w:t>».</w:t>
      </w:r>
    </w:p>
    <w:p w:rsidR="00B277DE" w:rsidRPr="0019442C" w:rsidRDefault="00B277DE" w:rsidP="0019442C">
      <w:pPr>
        <w:jc w:val="center"/>
        <w:rPr>
          <w:rFonts w:ascii="Times New Roman" w:hAnsi="Times New Roman"/>
          <w:sz w:val="24"/>
          <w:szCs w:val="24"/>
        </w:rPr>
      </w:pPr>
    </w:p>
    <w:sectPr w:rsidR="00B277DE" w:rsidRPr="0019442C" w:rsidSect="00BE3137">
      <w:headerReference w:type="even" r:id="rId7"/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7DE" w:rsidRDefault="00B277DE">
      <w:r>
        <w:separator/>
      </w:r>
    </w:p>
  </w:endnote>
  <w:endnote w:type="continuationSeparator" w:id="0">
    <w:p w:rsidR="00B277DE" w:rsidRDefault="00B277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7DE" w:rsidRDefault="00B277DE">
      <w:r>
        <w:separator/>
      </w:r>
    </w:p>
  </w:footnote>
  <w:footnote w:type="continuationSeparator" w:id="0">
    <w:p w:rsidR="00B277DE" w:rsidRDefault="00B277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7DE" w:rsidRDefault="00B277DE" w:rsidP="006E21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77DE" w:rsidRDefault="00B277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7DE" w:rsidRDefault="00B277DE" w:rsidP="006E214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277DE" w:rsidRDefault="00B277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1052"/>
    <w:multiLevelType w:val="hybridMultilevel"/>
    <w:tmpl w:val="BE36C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497"/>
    <w:rsid w:val="000011F1"/>
    <w:rsid w:val="00007959"/>
    <w:rsid w:val="00020BD4"/>
    <w:rsid w:val="00024859"/>
    <w:rsid w:val="00026C6B"/>
    <w:rsid w:val="00044685"/>
    <w:rsid w:val="00051ED0"/>
    <w:rsid w:val="000527FA"/>
    <w:rsid w:val="00074366"/>
    <w:rsid w:val="00090289"/>
    <w:rsid w:val="00092A95"/>
    <w:rsid w:val="000F5B5D"/>
    <w:rsid w:val="000F5F71"/>
    <w:rsid w:val="000F60AA"/>
    <w:rsid w:val="00113EE6"/>
    <w:rsid w:val="00137315"/>
    <w:rsid w:val="0014331E"/>
    <w:rsid w:val="0014467E"/>
    <w:rsid w:val="001545D0"/>
    <w:rsid w:val="00160913"/>
    <w:rsid w:val="00186495"/>
    <w:rsid w:val="00191F7C"/>
    <w:rsid w:val="0019442C"/>
    <w:rsid w:val="00196780"/>
    <w:rsid w:val="001B1935"/>
    <w:rsid w:val="001D6E0D"/>
    <w:rsid w:val="001F4991"/>
    <w:rsid w:val="00216BD1"/>
    <w:rsid w:val="002208BB"/>
    <w:rsid w:val="00224F27"/>
    <w:rsid w:val="002370D9"/>
    <w:rsid w:val="002412E5"/>
    <w:rsid w:val="00241626"/>
    <w:rsid w:val="00246902"/>
    <w:rsid w:val="00247262"/>
    <w:rsid w:val="002564B0"/>
    <w:rsid w:val="00281124"/>
    <w:rsid w:val="00283556"/>
    <w:rsid w:val="002C55A4"/>
    <w:rsid w:val="0030141D"/>
    <w:rsid w:val="00337D0A"/>
    <w:rsid w:val="00344974"/>
    <w:rsid w:val="00350876"/>
    <w:rsid w:val="00351EB6"/>
    <w:rsid w:val="003670E9"/>
    <w:rsid w:val="00371CD1"/>
    <w:rsid w:val="0037398E"/>
    <w:rsid w:val="003A2306"/>
    <w:rsid w:val="003A4944"/>
    <w:rsid w:val="003A54DD"/>
    <w:rsid w:val="003D3D53"/>
    <w:rsid w:val="003E0A3A"/>
    <w:rsid w:val="003E34C4"/>
    <w:rsid w:val="003E6E54"/>
    <w:rsid w:val="003E6EE6"/>
    <w:rsid w:val="004060CC"/>
    <w:rsid w:val="004170FA"/>
    <w:rsid w:val="00445789"/>
    <w:rsid w:val="0045063B"/>
    <w:rsid w:val="0046684A"/>
    <w:rsid w:val="00485DA5"/>
    <w:rsid w:val="004B54CA"/>
    <w:rsid w:val="004C3E80"/>
    <w:rsid w:val="004D1F06"/>
    <w:rsid w:val="004E2D50"/>
    <w:rsid w:val="004F5211"/>
    <w:rsid w:val="004F70F8"/>
    <w:rsid w:val="00504BED"/>
    <w:rsid w:val="005132B0"/>
    <w:rsid w:val="00514C80"/>
    <w:rsid w:val="005177EE"/>
    <w:rsid w:val="00520173"/>
    <w:rsid w:val="00544501"/>
    <w:rsid w:val="00557752"/>
    <w:rsid w:val="00567A21"/>
    <w:rsid w:val="00575B41"/>
    <w:rsid w:val="00576E02"/>
    <w:rsid w:val="005803DE"/>
    <w:rsid w:val="005B020B"/>
    <w:rsid w:val="005E067F"/>
    <w:rsid w:val="005E67A9"/>
    <w:rsid w:val="005F6625"/>
    <w:rsid w:val="00602CA4"/>
    <w:rsid w:val="00607662"/>
    <w:rsid w:val="00622A63"/>
    <w:rsid w:val="006351F6"/>
    <w:rsid w:val="00642995"/>
    <w:rsid w:val="00665B13"/>
    <w:rsid w:val="00671B9C"/>
    <w:rsid w:val="00673831"/>
    <w:rsid w:val="00683471"/>
    <w:rsid w:val="006855DC"/>
    <w:rsid w:val="00692D73"/>
    <w:rsid w:val="006A69F2"/>
    <w:rsid w:val="006B0C0E"/>
    <w:rsid w:val="006C7B02"/>
    <w:rsid w:val="006D6EED"/>
    <w:rsid w:val="006E214A"/>
    <w:rsid w:val="006F7269"/>
    <w:rsid w:val="00700CAD"/>
    <w:rsid w:val="00723DEC"/>
    <w:rsid w:val="00734829"/>
    <w:rsid w:val="00753687"/>
    <w:rsid w:val="00763D40"/>
    <w:rsid w:val="00794B1A"/>
    <w:rsid w:val="007A3AB9"/>
    <w:rsid w:val="007A616F"/>
    <w:rsid w:val="007B19E1"/>
    <w:rsid w:val="007B4236"/>
    <w:rsid w:val="007C1AE6"/>
    <w:rsid w:val="007F305C"/>
    <w:rsid w:val="0085506B"/>
    <w:rsid w:val="008607E7"/>
    <w:rsid w:val="008637D6"/>
    <w:rsid w:val="00867EB1"/>
    <w:rsid w:val="0087577A"/>
    <w:rsid w:val="00883248"/>
    <w:rsid w:val="00897179"/>
    <w:rsid w:val="008A16E5"/>
    <w:rsid w:val="008C0E61"/>
    <w:rsid w:val="008D0ED5"/>
    <w:rsid w:val="008E4081"/>
    <w:rsid w:val="009074D6"/>
    <w:rsid w:val="00940CB9"/>
    <w:rsid w:val="009606A2"/>
    <w:rsid w:val="009621BB"/>
    <w:rsid w:val="0096570A"/>
    <w:rsid w:val="0097417B"/>
    <w:rsid w:val="00980A3A"/>
    <w:rsid w:val="009858CC"/>
    <w:rsid w:val="009A4456"/>
    <w:rsid w:val="009C3599"/>
    <w:rsid w:val="009C6EEF"/>
    <w:rsid w:val="00A00309"/>
    <w:rsid w:val="00A07FE2"/>
    <w:rsid w:val="00A11603"/>
    <w:rsid w:val="00A12CC8"/>
    <w:rsid w:val="00A209FF"/>
    <w:rsid w:val="00A276E6"/>
    <w:rsid w:val="00A30FD3"/>
    <w:rsid w:val="00A325CE"/>
    <w:rsid w:val="00A76F24"/>
    <w:rsid w:val="00AB4A92"/>
    <w:rsid w:val="00AC1FDE"/>
    <w:rsid w:val="00AD0B81"/>
    <w:rsid w:val="00B0583D"/>
    <w:rsid w:val="00B07D51"/>
    <w:rsid w:val="00B23DE1"/>
    <w:rsid w:val="00B25C9A"/>
    <w:rsid w:val="00B276D6"/>
    <w:rsid w:val="00B277DE"/>
    <w:rsid w:val="00B279B3"/>
    <w:rsid w:val="00B34266"/>
    <w:rsid w:val="00B5158A"/>
    <w:rsid w:val="00B72481"/>
    <w:rsid w:val="00B73CE7"/>
    <w:rsid w:val="00B87A00"/>
    <w:rsid w:val="00B910A6"/>
    <w:rsid w:val="00BC582B"/>
    <w:rsid w:val="00BD4613"/>
    <w:rsid w:val="00BE3137"/>
    <w:rsid w:val="00BE765C"/>
    <w:rsid w:val="00BF5319"/>
    <w:rsid w:val="00C0343D"/>
    <w:rsid w:val="00C1139A"/>
    <w:rsid w:val="00C171A8"/>
    <w:rsid w:val="00C23729"/>
    <w:rsid w:val="00C47656"/>
    <w:rsid w:val="00C670F6"/>
    <w:rsid w:val="00C67A21"/>
    <w:rsid w:val="00C744E9"/>
    <w:rsid w:val="00CA34F4"/>
    <w:rsid w:val="00CD0898"/>
    <w:rsid w:val="00CE631C"/>
    <w:rsid w:val="00CE79F8"/>
    <w:rsid w:val="00D01BAB"/>
    <w:rsid w:val="00D10800"/>
    <w:rsid w:val="00D255DF"/>
    <w:rsid w:val="00D26DF2"/>
    <w:rsid w:val="00D3084C"/>
    <w:rsid w:val="00D3378D"/>
    <w:rsid w:val="00D54CA8"/>
    <w:rsid w:val="00D62EFB"/>
    <w:rsid w:val="00D66FC4"/>
    <w:rsid w:val="00D9167F"/>
    <w:rsid w:val="00DA4291"/>
    <w:rsid w:val="00DB02BC"/>
    <w:rsid w:val="00DB16D0"/>
    <w:rsid w:val="00DC3372"/>
    <w:rsid w:val="00DD7F4F"/>
    <w:rsid w:val="00E054BE"/>
    <w:rsid w:val="00E12C44"/>
    <w:rsid w:val="00E308DA"/>
    <w:rsid w:val="00E72F0B"/>
    <w:rsid w:val="00E9094E"/>
    <w:rsid w:val="00EA0C51"/>
    <w:rsid w:val="00EF71D3"/>
    <w:rsid w:val="00F12DFE"/>
    <w:rsid w:val="00F21AB0"/>
    <w:rsid w:val="00F55C2E"/>
    <w:rsid w:val="00F62101"/>
    <w:rsid w:val="00F71ED7"/>
    <w:rsid w:val="00F946C3"/>
    <w:rsid w:val="00FC0C4C"/>
    <w:rsid w:val="00FD3497"/>
    <w:rsid w:val="00FD7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D4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3497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TableGrid">
    <w:name w:val="Table Grid"/>
    <w:basedOn w:val="TableNormal"/>
    <w:uiPriority w:val="99"/>
    <w:locked/>
    <w:rsid w:val="00BE3137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E31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BE313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BE31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44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797</TotalTime>
  <Pages>14</Pages>
  <Words>2451</Words>
  <Characters>13975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57</cp:revision>
  <cp:lastPrinted>2018-02-28T22:33:00Z</cp:lastPrinted>
  <dcterms:created xsi:type="dcterms:W3CDTF">2017-04-11T06:26:00Z</dcterms:created>
  <dcterms:modified xsi:type="dcterms:W3CDTF">2018-03-05T00:28:00Z</dcterms:modified>
</cp:coreProperties>
</file>