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№ 5</w:t>
      </w:r>
    </w:p>
    <w:p w:rsidR="00DD056B" w:rsidRPr="0015264C" w:rsidRDefault="00DD056B" w:rsidP="00D81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к Программе</w:t>
      </w:r>
    </w:p>
    <w:p w:rsidR="00DD056B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56B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218"/>
      <w:bookmarkEnd w:id="0"/>
      <w:r w:rsidRPr="0015264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DD056B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В СФЕРЕ РЕАЛИЗАЦИИ ПРОГРАММЫ</w:t>
      </w:r>
    </w:p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56B" w:rsidRPr="0015264C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12.</w:t>
      </w:r>
    </w:p>
    <w:tbl>
      <w:tblPr>
        <w:tblW w:w="9637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2295"/>
        <w:gridCol w:w="2211"/>
        <w:gridCol w:w="2551"/>
        <w:gridCol w:w="2154"/>
      </w:tblGrid>
      <w:tr w:rsidR="00DD056B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Вид проекта муниципального нормативного правового акта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DD056B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56B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"Комплексное развитие систем коммунальной инфраструктуры Верхнебуреинского муниципального района на 2012 -2020 годы"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6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</w:t>
            </w: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етики.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6B" w:rsidRPr="00F17B75" w:rsidRDefault="00DD056B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 течение срока реализации программы по мере необходимости</w:t>
            </w:r>
          </w:p>
        </w:tc>
      </w:tr>
    </w:tbl>
    <w:p w:rsidR="00DD056B" w:rsidRDefault="00DD056B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DD056B" w:rsidRDefault="00DD056B" w:rsidP="00A75568">
      <w:pPr>
        <w:spacing w:after="0" w:line="240" w:lineRule="auto"/>
      </w:pPr>
    </w:p>
    <w:p w:rsidR="00DD056B" w:rsidRDefault="00DD056B" w:rsidP="000E01F9">
      <w:pPr>
        <w:spacing w:after="0" w:line="240" w:lineRule="auto"/>
        <w:jc w:val="center"/>
      </w:pPr>
      <w:r>
        <w:t xml:space="preserve">__________________________________ </w:t>
      </w:r>
    </w:p>
    <w:sectPr w:rsidR="00DD056B" w:rsidSect="0074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64C"/>
    <w:rsid w:val="000A55EB"/>
    <w:rsid w:val="000E01F9"/>
    <w:rsid w:val="00125931"/>
    <w:rsid w:val="0015264C"/>
    <w:rsid w:val="002315E2"/>
    <w:rsid w:val="00240FF6"/>
    <w:rsid w:val="002F53EF"/>
    <w:rsid w:val="00411D86"/>
    <w:rsid w:val="005536EA"/>
    <w:rsid w:val="00556CD7"/>
    <w:rsid w:val="00564E3D"/>
    <w:rsid w:val="00587B8F"/>
    <w:rsid w:val="005C374F"/>
    <w:rsid w:val="00681CE2"/>
    <w:rsid w:val="00692DC7"/>
    <w:rsid w:val="006C6B4A"/>
    <w:rsid w:val="00747FF5"/>
    <w:rsid w:val="00803A6D"/>
    <w:rsid w:val="008A76AD"/>
    <w:rsid w:val="0093187C"/>
    <w:rsid w:val="0093485B"/>
    <w:rsid w:val="009E5F16"/>
    <w:rsid w:val="009F575E"/>
    <w:rsid w:val="00A75568"/>
    <w:rsid w:val="00AE588E"/>
    <w:rsid w:val="00AF1DC1"/>
    <w:rsid w:val="00C14D8D"/>
    <w:rsid w:val="00C82947"/>
    <w:rsid w:val="00D22EED"/>
    <w:rsid w:val="00D81A9D"/>
    <w:rsid w:val="00DB47FC"/>
    <w:rsid w:val="00DD056B"/>
    <w:rsid w:val="00E23335"/>
    <w:rsid w:val="00F17B75"/>
    <w:rsid w:val="00F9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FF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0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87D"/>
    <w:rPr>
      <w:rFonts w:ascii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136</Words>
  <Characters>776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24</cp:revision>
  <cp:lastPrinted>2018-03-05T04:38:00Z</cp:lastPrinted>
  <dcterms:created xsi:type="dcterms:W3CDTF">2014-07-28T06:45:00Z</dcterms:created>
  <dcterms:modified xsi:type="dcterms:W3CDTF">2018-03-05T04:40:00Z</dcterms:modified>
</cp:coreProperties>
</file>