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192"/>
        <w:gridCol w:w="4178"/>
      </w:tblGrid>
      <w:tr w:rsidR="00F014C6" w:rsidRPr="001108EF" w:rsidTr="00A56503">
        <w:trPr>
          <w:trHeight w:val="2256"/>
          <w:jc w:val="right"/>
        </w:trPr>
        <w:tc>
          <w:tcPr>
            <w:tcW w:w="5192" w:type="dxa"/>
          </w:tcPr>
          <w:p w:rsidR="00F014C6" w:rsidRPr="006B36DB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  <w:tc>
          <w:tcPr>
            <w:tcW w:w="4178" w:type="dxa"/>
          </w:tcPr>
          <w:p w:rsidR="00F014C6" w:rsidRPr="006B36DB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6B36DB">
              <w:rPr>
                <w:sz w:val="22"/>
              </w:rPr>
              <w:t>Приложение № 1</w:t>
            </w:r>
            <w:r>
              <w:rPr>
                <w:sz w:val="22"/>
              </w:rPr>
              <w:t xml:space="preserve"> </w:t>
            </w: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района</w:t>
            </w: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28.12.2017  № 883</w:t>
            </w: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F014C6" w:rsidRPr="00B40FD8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 « </w:t>
            </w:r>
            <w:r w:rsidRPr="00B40FD8">
              <w:rPr>
                <w:sz w:val="22"/>
              </w:rPr>
              <w:t>Приложение № 1</w:t>
            </w:r>
          </w:p>
          <w:p w:rsidR="00F014C6" w:rsidRPr="006B36DB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B40FD8">
              <w:rPr>
                <w:sz w:val="22"/>
              </w:rPr>
              <w:t xml:space="preserve"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утвержденной постановлением администрации района от 28.10.2014 № 1190 </w:t>
            </w:r>
          </w:p>
          <w:p w:rsidR="00F014C6" w:rsidRPr="006B36DB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F014C6" w:rsidRPr="001609C5" w:rsidRDefault="00F014C6" w:rsidP="00100674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bookmarkStart w:id="0" w:name="Par270"/>
      <w:bookmarkEnd w:id="0"/>
      <w:r>
        <w:rPr>
          <w:bCs/>
          <w:sz w:val="22"/>
        </w:rPr>
        <w:t>СВЕДЕНИЯ</w:t>
      </w:r>
    </w:p>
    <w:p w:rsidR="00F014C6" w:rsidRPr="001609C5" w:rsidRDefault="00F014C6" w:rsidP="0010067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2"/>
        </w:rPr>
      </w:pPr>
      <w:r>
        <w:rPr>
          <w:bCs/>
          <w:sz w:val="22"/>
        </w:rPr>
        <w:t>о показателях (</w:t>
      </w:r>
      <w:r w:rsidRPr="001609C5">
        <w:rPr>
          <w:bCs/>
          <w:sz w:val="22"/>
        </w:rPr>
        <w:t>индикаторов</w:t>
      </w:r>
      <w:r>
        <w:rPr>
          <w:bCs/>
          <w:sz w:val="22"/>
        </w:rPr>
        <w:t>)</w:t>
      </w:r>
      <w:r w:rsidRPr="001609C5">
        <w:rPr>
          <w:bCs/>
          <w:sz w:val="22"/>
        </w:rPr>
        <w:t xml:space="preserve">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</w:t>
      </w:r>
    </w:p>
    <w:p w:rsidR="00F014C6" w:rsidRPr="001609C5" w:rsidRDefault="00F014C6" w:rsidP="0010067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38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693"/>
        <w:gridCol w:w="709"/>
        <w:gridCol w:w="2410"/>
        <w:gridCol w:w="850"/>
        <w:gridCol w:w="851"/>
        <w:gridCol w:w="850"/>
        <w:gridCol w:w="850"/>
        <w:gridCol w:w="851"/>
        <w:gridCol w:w="992"/>
        <w:gridCol w:w="851"/>
        <w:gridCol w:w="850"/>
        <w:gridCol w:w="851"/>
      </w:tblGrid>
      <w:tr w:rsidR="00F014C6" w:rsidRPr="001609C5" w:rsidTr="00A56503">
        <w:trPr>
          <w:trHeight w:val="375"/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 xml:space="preserve">№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Наименование показателя</w:t>
            </w:r>
            <w:r>
              <w:rPr>
                <w:sz w:val="22"/>
              </w:rPr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Едини-ца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 информации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Значение показателя (индикатора)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rPr>
                <w:sz w:val="22"/>
              </w:rPr>
            </w:pPr>
          </w:p>
          <w:p w:rsidR="00F014C6" w:rsidRPr="003B6BAB" w:rsidRDefault="00F014C6" w:rsidP="00A56503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2"/>
                </w:rPr>
                <w:t>2012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</w:rPr>
                <w:t>20</w:t>
              </w:r>
              <w:r w:rsidRPr="001609C5">
                <w:rPr>
                  <w:sz w:val="22"/>
                </w:rPr>
                <w:t>13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2015 г</w:t>
              </w:r>
            </w:smartTag>
            <w:r w:rsidRPr="001609C5">
              <w:rPr>
                <w:sz w:val="22"/>
              </w:rPr>
              <w:t>.</w:t>
            </w: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2016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2017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2018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2019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014C6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2020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1" w:name="Par291"/>
            <w:bookmarkEnd w:id="1"/>
            <w:r w:rsidRPr="001609C5">
              <w:rPr>
                <w:sz w:val="22"/>
              </w:rPr>
              <w:t>Количество СОНКО, получивших поддержку из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2" w:name="Par298"/>
            <w:bookmarkEnd w:id="2"/>
            <w:r w:rsidRPr="001609C5">
              <w:rPr>
                <w:sz w:val="22"/>
              </w:rPr>
              <w:t>Количество граждан, охваченных социально значимыми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250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3" w:name="Par326"/>
            <w:bookmarkEnd w:id="3"/>
            <w:r w:rsidRPr="001609C5">
              <w:rPr>
                <w:sz w:val="22"/>
              </w:rPr>
              <w:t>Количество мероприятий, акций, проектов, реализуемых СОНКО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15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исследо</w:t>
            </w:r>
            <w:r>
              <w:rPr>
                <w:sz w:val="22"/>
              </w:rPr>
              <w:t xml:space="preserve">ваний социального </w:t>
            </w:r>
            <w:r w:rsidRPr="001609C5">
              <w:rPr>
                <w:sz w:val="22"/>
              </w:rPr>
              <w:t xml:space="preserve"> самочувствия жителей района и их отношения к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публикаций на социально значимые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10</w:t>
            </w:r>
          </w:p>
        </w:tc>
      </w:tr>
      <w:tr w:rsidR="00F014C6" w:rsidRPr="001609C5" w:rsidTr="00A56503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Поддержка инициатив общественных объединений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C6" w:rsidRPr="001609C5" w:rsidRDefault="00F014C6" w:rsidP="00A565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9</w:t>
            </w:r>
          </w:p>
        </w:tc>
      </w:tr>
    </w:tbl>
    <w:p w:rsidR="00F014C6" w:rsidRPr="001609C5" w:rsidRDefault="00F014C6" w:rsidP="00100674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»          </w:t>
      </w:r>
    </w:p>
    <w:p w:rsidR="00F014C6" w:rsidRDefault="00F014C6" w:rsidP="00100674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1609C5">
        <w:rPr>
          <w:sz w:val="22"/>
        </w:rPr>
        <w:t>__________________</w:t>
      </w:r>
      <w:r>
        <w:rPr>
          <w:sz w:val="22"/>
        </w:rPr>
        <w:t xml:space="preserve">__________________ </w:t>
      </w:r>
    </w:p>
    <w:p w:rsidR="00F014C6" w:rsidRDefault="00F014C6" w:rsidP="00100674"/>
    <w:p w:rsidR="00F014C6" w:rsidRDefault="00F014C6"/>
    <w:sectPr w:rsidR="00F014C6" w:rsidSect="00B15CA0">
      <w:pgSz w:w="16838" w:h="11906" w:orient="landscape"/>
      <w:pgMar w:top="1701" w:right="1134" w:bottom="53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674"/>
    <w:rsid w:val="00086927"/>
    <w:rsid w:val="000B3B93"/>
    <w:rsid w:val="00100674"/>
    <w:rsid w:val="001108EF"/>
    <w:rsid w:val="001609C5"/>
    <w:rsid w:val="00234941"/>
    <w:rsid w:val="003B6BAB"/>
    <w:rsid w:val="003C112C"/>
    <w:rsid w:val="003D38D3"/>
    <w:rsid w:val="005A3DDB"/>
    <w:rsid w:val="006B36DB"/>
    <w:rsid w:val="00832CA9"/>
    <w:rsid w:val="00A56503"/>
    <w:rsid w:val="00AA093E"/>
    <w:rsid w:val="00B15CA0"/>
    <w:rsid w:val="00B40FD8"/>
    <w:rsid w:val="00D562FB"/>
    <w:rsid w:val="00F014C6"/>
    <w:rsid w:val="00FF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674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4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330</Words>
  <Characters>1883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3</cp:revision>
  <cp:lastPrinted>2018-03-15T03:10:00Z</cp:lastPrinted>
  <dcterms:created xsi:type="dcterms:W3CDTF">2018-03-12T23:39:00Z</dcterms:created>
  <dcterms:modified xsi:type="dcterms:W3CDTF">2018-03-15T04:54:00Z</dcterms:modified>
</cp:coreProperties>
</file>