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B0F" w:rsidRDefault="00D67B0F" w:rsidP="00591313">
      <w:pPr>
        <w:pStyle w:val="ConsPlusNormal"/>
        <w:jc w:val="center"/>
        <w:outlineLvl w:val="0"/>
      </w:pPr>
      <w:r>
        <w:t>Администрация</w:t>
      </w:r>
    </w:p>
    <w:p w:rsidR="00D67B0F" w:rsidRDefault="00D67B0F" w:rsidP="00591313">
      <w:pPr>
        <w:pStyle w:val="ConsPlusNormal"/>
        <w:jc w:val="center"/>
        <w:outlineLvl w:val="0"/>
      </w:pPr>
      <w:r>
        <w:t>Верхнебуреинского муниципального района</w:t>
      </w:r>
    </w:p>
    <w:p w:rsidR="00D67B0F" w:rsidRDefault="00D67B0F" w:rsidP="00591313">
      <w:pPr>
        <w:pStyle w:val="ConsPlusNormal"/>
        <w:jc w:val="center"/>
        <w:outlineLvl w:val="0"/>
      </w:pPr>
    </w:p>
    <w:p w:rsidR="00D67B0F" w:rsidRDefault="00D67B0F" w:rsidP="00591313">
      <w:pPr>
        <w:pStyle w:val="ConsPlusNormal"/>
        <w:jc w:val="center"/>
        <w:outlineLvl w:val="0"/>
      </w:pPr>
      <w:r>
        <w:t>ПОСТАНОВЛЕНИЕ</w:t>
      </w:r>
    </w:p>
    <w:p w:rsidR="00D67B0F" w:rsidRDefault="00D67B0F" w:rsidP="00591313">
      <w:pPr>
        <w:pStyle w:val="ConsPlusNormal"/>
        <w:outlineLvl w:val="0"/>
      </w:pPr>
    </w:p>
    <w:p w:rsidR="00D67B0F" w:rsidRDefault="00D67B0F" w:rsidP="00591313">
      <w:pPr>
        <w:pStyle w:val="ConsPlusNormal"/>
        <w:outlineLvl w:val="0"/>
        <w:rPr>
          <w:u w:val="single"/>
        </w:rPr>
      </w:pPr>
      <w:r>
        <w:rPr>
          <w:u w:val="single"/>
        </w:rPr>
        <w:t>04.04.2018    № 155</w:t>
      </w:r>
    </w:p>
    <w:p w:rsidR="00D67B0F" w:rsidRDefault="00D67B0F" w:rsidP="00591313">
      <w:pPr>
        <w:pStyle w:val="ConsPlusNormal"/>
        <w:outlineLvl w:val="0"/>
      </w:pPr>
      <w:r>
        <w:t>п. Чегдомын</w:t>
      </w:r>
    </w:p>
    <w:p w:rsidR="00D67B0F" w:rsidRDefault="00D67B0F" w:rsidP="0066619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D67B0F" w:rsidRDefault="00D67B0F" w:rsidP="0066619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муниципальную программу «Развитие физической культуры, спорта и молодежной политики в Верхнебуреинском муниципальном районе на 2017-2020 годы»</w:t>
      </w:r>
    </w:p>
    <w:p w:rsidR="00D67B0F" w:rsidRDefault="00D67B0F" w:rsidP="0066619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D67B0F" w:rsidRDefault="00D67B0F" w:rsidP="0066619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D67B0F" w:rsidRDefault="00D67B0F" w:rsidP="000518F1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оптимизации программно – целевой системы расходов бюджета Верхнебуреинского муниципального района, администрация района</w:t>
      </w:r>
    </w:p>
    <w:p w:rsidR="00D67B0F" w:rsidRDefault="00D67B0F" w:rsidP="00591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D67B0F" w:rsidRDefault="00D67B0F" w:rsidP="000518F1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</w:r>
      <w:r w:rsidRPr="00591355">
        <w:rPr>
          <w:rFonts w:ascii="Times New Roman" w:hAnsi="Times New Roman"/>
          <w:sz w:val="28"/>
          <w:szCs w:val="28"/>
        </w:rPr>
        <w:t>Внести в муниципальную программу «Развитие физической культуры, спорта и молодежной политики в Верхнебуреинском муниципальном районе на 2017-2020 годы»</w:t>
      </w:r>
      <w:r>
        <w:rPr>
          <w:rFonts w:ascii="Times New Roman" w:hAnsi="Times New Roman"/>
          <w:sz w:val="28"/>
          <w:szCs w:val="28"/>
        </w:rPr>
        <w:t xml:space="preserve"> (далее – Программа), утвержденную постановлением администрации района от 05.09.2016 №559 следующие изменения:</w:t>
      </w:r>
    </w:p>
    <w:p w:rsidR="00D67B0F" w:rsidRDefault="00D67B0F" w:rsidP="000518F1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Паспорт Программы изложить в новой редакции в соответствии с приложением № 1 к настоящему постановлению.</w:t>
      </w:r>
    </w:p>
    <w:p w:rsidR="00D67B0F" w:rsidRDefault="00D67B0F" w:rsidP="000518F1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Раздел 7 Программы читать в следующей редакции:</w:t>
      </w:r>
    </w:p>
    <w:p w:rsidR="00D67B0F" w:rsidRDefault="00D67B0F" w:rsidP="000518F1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«7. Ресурсное обеспечение реализации Программы.</w:t>
      </w:r>
    </w:p>
    <w:p w:rsidR="00D67B0F" w:rsidRPr="00F378D0" w:rsidRDefault="00D67B0F" w:rsidP="000518F1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О</w:t>
      </w:r>
      <w:r w:rsidRPr="00F378D0">
        <w:rPr>
          <w:rFonts w:ascii="Times New Roman" w:hAnsi="Times New Roman"/>
          <w:bCs/>
          <w:iCs/>
          <w:sz w:val="28"/>
          <w:szCs w:val="28"/>
        </w:rPr>
        <w:t>бщий объем финансирования Программы</w:t>
      </w:r>
      <w:r>
        <w:rPr>
          <w:rFonts w:ascii="Times New Roman" w:hAnsi="Times New Roman"/>
          <w:bCs/>
          <w:iCs/>
          <w:sz w:val="28"/>
          <w:szCs w:val="28"/>
        </w:rPr>
        <w:t xml:space="preserve"> (приложение Прогноз)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175 105,673 тыс</w:t>
      </w:r>
      <w:r w:rsidRPr="00F378D0">
        <w:rPr>
          <w:rFonts w:ascii="Times New Roman" w:hAnsi="Times New Roman"/>
          <w:bCs/>
          <w:iCs/>
          <w:sz w:val="28"/>
          <w:szCs w:val="28"/>
        </w:rPr>
        <w:t>. рублей,</w:t>
      </w:r>
    </w:p>
    <w:p w:rsidR="00D67B0F" w:rsidRPr="00F378D0" w:rsidRDefault="00D67B0F" w:rsidP="000518F1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в том числе:</w:t>
      </w:r>
    </w:p>
    <w:p w:rsidR="00D67B0F" w:rsidRDefault="00D67B0F" w:rsidP="00F74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субсидии из </w:t>
      </w:r>
      <w:r>
        <w:rPr>
          <w:rFonts w:ascii="Times New Roman" w:hAnsi="Times New Roman"/>
          <w:bCs/>
          <w:iCs/>
          <w:sz w:val="28"/>
          <w:szCs w:val="28"/>
        </w:rPr>
        <w:t>краевого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бюджета </w:t>
      </w:r>
      <w:r>
        <w:rPr>
          <w:rFonts w:ascii="Times New Roman" w:hAnsi="Times New Roman"/>
          <w:bCs/>
          <w:iCs/>
          <w:sz w:val="28"/>
          <w:szCs w:val="28"/>
        </w:rPr>
        <w:t>(Прогноз) – </w:t>
      </w:r>
    </w:p>
    <w:p w:rsidR="00D67B0F" w:rsidRPr="00F378D0" w:rsidRDefault="00D67B0F" w:rsidP="00F74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453,060 тыс.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рублей,</w:t>
      </w:r>
    </w:p>
    <w:p w:rsidR="00D67B0F" w:rsidRPr="00F378D0" w:rsidRDefault="00D67B0F" w:rsidP="00F74D82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в том числе по годам:</w:t>
      </w:r>
    </w:p>
    <w:p w:rsidR="00D67B0F" w:rsidRPr="00F378D0" w:rsidRDefault="00D67B0F" w:rsidP="00F74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2017 год </w:t>
      </w:r>
      <w:r>
        <w:rPr>
          <w:rFonts w:ascii="Times New Roman" w:hAnsi="Times New Roman"/>
          <w:bCs/>
          <w:iCs/>
          <w:sz w:val="28"/>
          <w:szCs w:val="28"/>
        </w:rPr>
        <w:t>– 153,060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D67B0F" w:rsidRPr="00F378D0" w:rsidRDefault="00D67B0F" w:rsidP="00F74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2018 год </w:t>
      </w:r>
      <w:r>
        <w:rPr>
          <w:rFonts w:ascii="Times New Roman" w:hAnsi="Times New Roman"/>
          <w:bCs/>
          <w:iCs/>
          <w:sz w:val="28"/>
          <w:szCs w:val="28"/>
        </w:rPr>
        <w:t>– 100,000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D67B0F" w:rsidRPr="00F378D0" w:rsidRDefault="00D67B0F" w:rsidP="00F74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2019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100,000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D67B0F" w:rsidRPr="00F378D0" w:rsidRDefault="00D67B0F" w:rsidP="00F74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2020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100,000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рублей;</w:t>
      </w:r>
    </w:p>
    <w:p w:rsidR="00D67B0F" w:rsidRPr="00F378D0" w:rsidRDefault="00D67B0F" w:rsidP="00F74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из </w:t>
      </w:r>
      <w:r>
        <w:rPr>
          <w:rFonts w:ascii="Times New Roman" w:hAnsi="Times New Roman"/>
          <w:bCs/>
          <w:iCs/>
          <w:sz w:val="28"/>
          <w:szCs w:val="28"/>
        </w:rPr>
        <w:t>районного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бюджета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174 905,673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D67B0F" w:rsidRPr="00F378D0" w:rsidRDefault="00D67B0F" w:rsidP="00F74D82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в том числе по годам:</w:t>
      </w:r>
      <w:bookmarkStart w:id="0" w:name="_GoBack"/>
      <w:bookmarkEnd w:id="0"/>
    </w:p>
    <w:p w:rsidR="00D67B0F" w:rsidRPr="00F378D0" w:rsidRDefault="00D67B0F" w:rsidP="00F74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2017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160 605,673 тыс</w:t>
      </w:r>
      <w:r w:rsidRPr="00F378D0">
        <w:rPr>
          <w:rFonts w:ascii="Times New Roman" w:hAnsi="Times New Roman"/>
          <w:bCs/>
          <w:iCs/>
          <w:sz w:val="28"/>
          <w:szCs w:val="28"/>
        </w:rPr>
        <w:t>. рублей,</w:t>
      </w:r>
    </w:p>
    <w:p w:rsidR="00D67B0F" w:rsidRPr="00F378D0" w:rsidRDefault="00D67B0F" w:rsidP="00F74D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2018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14 100,000 тыс</w:t>
      </w:r>
      <w:r w:rsidRPr="00F378D0">
        <w:rPr>
          <w:rFonts w:ascii="Times New Roman" w:hAnsi="Times New Roman"/>
          <w:bCs/>
          <w:iCs/>
          <w:sz w:val="28"/>
          <w:szCs w:val="28"/>
        </w:rPr>
        <w:t>. рублей,</w:t>
      </w:r>
    </w:p>
    <w:p w:rsidR="00D67B0F" w:rsidRPr="00F378D0" w:rsidRDefault="00D67B0F" w:rsidP="00F74D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2019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100,000 тыс</w:t>
      </w:r>
      <w:r w:rsidRPr="00F378D0">
        <w:rPr>
          <w:rFonts w:ascii="Times New Roman" w:hAnsi="Times New Roman"/>
          <w:bCs/>
          <w:iCs/>
          <w:sz w:val="28"/>
          <w:szCs w:val="28"/>
        </w:rPr>
        <w:t>. рублей,</w:t>
      </w:r>
    </w:p>
    <w:p w:rsidR="00D67B0F" w:rsidRDefault="00D67B0F" w:rsidP="00F74D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2020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100,000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D67B0F" w:rsidRDefault="00D67B0F" w:rsidP="00F74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в том числе средства </w:t>
      </w:r>
      <w:r>
        <w:rPr>
          <w:rFonts w:ascii="Times New Roman" w:hAnsi="Times New Roman"/>
          <w:bCs/>
          <w:iCs/>
          <w:sz w:val="28"/>
          <w:szCs w:val="28"/>
        </w:rPr>
        <w:t>районного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бюджета, источником финансового обеспечения которы</w:t>
      </w:r>
      <w:r>
        <w:rPr>
          <w:rFonts w:ascii="Times New Roman" w:hAnsi="Times New Roman"/>
          <w:bCs/>
          <w:iCs/>
          <w:sz w:val="28"/>
          <w:szCs w:val="28"/>
        </w:rPr>
        <w:t xml:space="preserve">х являются средства краевого 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бюджета </w:t>
      </w:r>
      <w:r>
        <w:rPr>
          <w:rFonts w:ascii="Times New Roman" w:hAnsi="Times New Roman"/>
          <w:bCs/>
          <w:iCs/>
          <w:sz w:val="28"/>
          <w:szCs w:val="28"/>
        </w:rPr>
        <w:t xml:space="preserve">(бюджетов </w:t>
      </w:r>
    </w:p>
    <w:p w:rsidR="00D67B0F" w:rsidRDefault="00D67B0F" w:rsidP="00F74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муниципальных образований района) 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148 153,066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D67B0F" w:rsidRPr="00F378D0" w:rsidRDefault="00D67B0F" w:rsidP="00F74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2017 год – 148 153,066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D67B0F" w:rsidRPr="00F378D0" w:rsidRDefault="00D67B0F" w:rsidP="00F74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2018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D67B0F" w:rsidRPr="00F378D0" w:rsidRDefault="00D67B0F" w:rsidP="00F74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2019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D67B0F" w:rsidRDefault="00D67B0F" w:rsidP="00F74D82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2020 год – 0,000 тыс. рублей.</w:t>
      </w:r>
    </w:p>
    <w:p w:rsidR="00D67B0F" w:rsidRDefault="00D67B0F" w:rsidP="000518F1">
      <w:pPr>
        <w:tabs>
          <w:tab w:val="left" w:pos="1080"/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ab/>
        <w:t>Приложение № 1 Программы «Сведения о показателях (индикаторах) муниципальной программы изложить в новой редакции, в соответствии с приложением № 2 к настоящему постановлению</w:t>
      </w:r>
    </w:p>
    <w:p w:rsidR="00D67B0F" w:rsidRDefault="00D67B0F" w:rsidP="000518F1">
      <w:pPr>
        <w:tabs>
          <w:tab w:val="left" w:pos="1080"/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</w:t>
      </w:r>
      <w:r>
        <w:rPr>
          <w:rFonts w:ascii="Times New Roman" w:hAnsi="Times New Roman"/>
          <w:sz w:val="28"/>
          <w:szCs w:val="28"/>
        </w:rPr>
        <w:tab/>
        <w:t>Приложение № 3 «Ресурсное обеспечение реализации муниципальной программы «Развитие физической культуры, спорта и молодежной политики в Верхнебуреинском муниципальном районе на 2017-2020 годы» изложить в новой редакции, в соответствии с приложением №3 к настоящему постановлению.</w:t>
      </w:r>
    </w:p>
    <w:p w:rsidR="00D67B0F" w:rsidRDefault="00D67B0F" w:rsidP="000518F1">
      <w:pPr>
        <w:tabs>
          <w:tab w:val="left" w:pos="1080"/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</w:t>
      </w:r>
      <w:r>
        <w:rPr>
          <w:rFonts w:ascii="Times New Roman" w:hAnsi="Times New Roman"/>
          <w:sz w:val="28"/>
          <w:szCs w:val="28"/>
        </w:rPr>
        <w:tab/>
        <w:t>Приложение № 4 «</w:t>
      </w:r>
      <w:r>
        <w:rPr>
          <w:rFonts w:ascii="Times New Roman" w:hAnsi="Times New Roman"/>
          <w:bCs/>
          <w:sz w:val="28"/>
          <w:szCs w:val="28"/>
        </w:rPr>
        <w:t>Прогнозная</w:t>
      </w:r>
      <w:r w:rsidRPr="001709E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справочная</w:t>
      </w:r>
      <w:r w:rsidRPr="001709EB">
        <w:rPr>
          <w:rFonts w:ascii="Times New Roman" w:hAnsi="Times New Roman"/>
          <w:bCs/>
          <w:sz w:val="28"/>
          <w:szCs w:val="28"/>
        </w:rPr>
        <w:t xml:space="preserve">) </w:t>
      </w:r>
      <w:r>
        <w:rPr>
          <w:rFonts w:ascii="Times New Roman" w:hAnsi="Times New Roman"/>
          <w:bCs/>
          <w:sz w:val="28"/>
          <w:szCs w:val="28"/>
        </w:rPr>
        <w:t xml:space="preserve">оценка </w:t>
      </w:r>
      <w:r w:rsidRPr="001709EB">
        <w:rPr>
          <w:rFonts w:ascii="Times New Roman" w:hAnsi="Times New Roman"/>
          <w:bCs/>
          <w:sz w:val="28"/>
          <w:szCs w:val="28"/>
        </w:rPr>
        <w:t>расходов федерального бюджета, краевого бюджета, районного бюджета и внебюджетных средств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709EB">
        <w:rPr>
          <w:rFonts w:ascii="Times New Roman" w:hAnsi="Times New Roman"/>
          <w:bCs/>
          <w:sz w:val="28"/>
          <w:szCs w:val="28"/>
        </w:rPr>
        <w:t>на реализацию целей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«Развитие физической культуры, спорта и молодежной политики в Верхнебуреинском муниципальном районе на 2017-2020 годы» изложить в новой редакции, в соответствии с приложением № 4 к настоящему постановлению.</w:t>
      </w:r>
    </w:p>
    <w:p w:rsidR="00D67B0F" w:rsidRDefault="00D67B0F" w:rsidP="000518F1">
      <w:pPr>
        <w:tabs>
          <w:tab w:val="left" w:pos="1080"/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</w:t>
      </w:r>
      <w:r>
        <w:rPr>
          <w:rFonts w:ascii="Times New Roman" w:hAnsi="Times New Roman"/>
          <w:sz w:val="28"/>
          <w:szCs w:val="28"/>
        </w:rPr>
        <w:tab/>
        <w:t>Приложение № 6 «Информация по объектам капитального строительства муниципальной программы «Развитие физической культуры, спорта и молодежной политики на 2017-2020 годы»</w:t>
      </w:r>
      <w:r w:rsidRPr="004F1B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редакции, в соответствии с приложением № 5 к настоящему постановлению.</w:t>
      </w:r>
    </w:p>
    <w:p w:rsidR="00D67B0F" w:rsidRDefault="00D67B0F" w:rsidP="000518F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</w:r>
      <w:r w:rsidRPr="001F7C72">
        <w:rPr>
          <w:rFonts w:ascii="Times New Roman" w:hAnsi="Times New Roman"/>
          <w:sz w:val="28"/>
          <w:szCs w:val="28"/>
        </w:rPr>
        <w:t>Контроль выполнения настоящего постановления возложить на заместителя главы администрации района Вольф К.А.</w:t>
      </w:r>
    </w:p>
    <w:p w:rsidR="00D67B0F" w:rsidRPr="001F7C72" w:rsidRDefault="00D67B0F" w:rsidP="000518F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1F7C72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D67B0F" w:rsidRDefault="00D67B0F" w:rsidP="000518F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67B0F" w:rsidRDefault="00D67B0F" w:rsidP="001777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7B0F" w:rsidRDefault="00D67B0F" w:rsidP="00CA6BF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D67B0F" w:rsidRPr="0066619A" w:rsidRDefault="00D67B0F" w:rsidP="00CA6BF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района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  <w:t xml:space="preserve">           П.Ф. Титков</w:t>
      </w:r>
    </w:p>
    <w:sectPr w:rsidR="00D67B0F" w:rsidRPr="0066619A" w:rsidSect="000518F1">
      <w:headerReference w:type="even" r:id="rId7"/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B0F" w:rsidRDefault="00D67B0F">
      <w:r>
        <w:separator/>
      </w:r>
    </w:p>
  </w:endnote>
  <w:endnote w:type="continuationSeparator" w:id="0">
    <w:p w:rsidR="00D67B0F" w:rsidRDefault="00D67B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B0F" w:rsidRDefault="00D67B0F">
      <w:r>
        <w:separator/>
      </w:r>
    </w:p>
  </w:footnote>
  <w:footnote w:type="continuationSeparator" w:id="0">
    <w:p w:rsidR="00D67B0F" w:rsidRDefault="00D67B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B0F" w:rsidRDefault="00D67B0F" w:rsidP="00D4361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7B0F" w:rsidRDefault="00D67B0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B0F" w:rsidRDefault="00D67B0F" w:rsidP="00D4361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67B0F" w:rsidRDefault="00D67B0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F7997"/>
    <w:multiLevelType w:val="multilevel"/>
    <w:tmpl w:val="2A66D454"/>
    <w:lvl w:ilvl="0">
      <w:start w:val="1"/>
      <w:numFmt w:val="decimal"/>
      <w:lvlText w:val="%1."/>
      <w:lvlJc w:val="left"/>
      <w:pPr>
        <w:ind w:left="42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4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4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060" w:hanging="2160"/>
      </w:pPr>
      <w:rPr>
        <w:rFonts w:cs="Times New Roman" w:hint="default"/>
      </w:rPr>
    </w:lvl>
  </w:abstractNum>
  <w:abstractNum w:abstractNumId="1">
    <w:nsid w:val="5F6D122B"/>
    <w:multiLevelType w:val="hybridMultilevel"/>
    <w:tmpl w:val="911A03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F097924"/>
    <w:multiLevelType w:val="hybridMultilevel"/>
    <w:tmpl w:val="6EBC85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619A"/>
    <w:rsid w:val="000518F1"/>
    <w:rsid w:val="000C7D2B"/>
    <w:rsid w:val="000E5C4E"/>
    <w:rsid w:val="001037C0"/>
    <w:rsid w:val="00126E82"/>
    <w:rsid w:val="001709EB"/>
    <w:rsid w:val="001777D8"/>
    <w:rsid w:val="00193165"/>
    <w:rsid w:val="001A6E89"/>
    <w:rsid w:val="001B0CE2"/>
    <w:rsid w:val="001F7C72"/>
    <w:rsid w:val="00362A75"/>
    <w:rsid w:val="004320EB"/>
    <w:rsid w:val="004F1B82"/>
    <w:rsid w:val="005008BE"/>
    <w:rsid w:val="0051095B"/>
    <w:rsid w:val="005823FC"/>
    <w:rsid w:val="00591313"/>
    <w:rsid w:val="00591355"/>
    <w:rsid w:val="005B26DF"/>
    <w:rsid w:val="005E4399"/>
    <w:rsid w:val="00603DEA"/>
    <w:rsid w:val="0065457A"/>
    <w:rsid w:val="0066619A"/>
    <w:rsid w:val="006A5A4F"/>
    <w:rsid w:val="0077405A"/>
    <w:rsid w:val="00834C08"/>
    <w:rsid w:val="00836699"/>
    <w:rsid w:val="008D1D51"/>
    <w:rsid w:val="008E532B"/>
    <w:rsid w:val="009868B9"/>
    <w:rsid w:val="00A0078E"/>
    <w:rsid w:val="00A5487D"/>
    <w:rsid w:val="00C11FA5"/>
    <w:rsid w:val="00C625B5"/>
    <w:rsid w:val="00CA6BFD"/>
    <w:rsid w:val="00CF6D4F"/>
    <w:rsid w:val="00D4361A"/>
    <w:rsid w:val="00D67B0F"/>
    <w:rsid w:val="00D80DCC"/>
    <w:rsid w:val="00EF4F48"/>
    <w:rsid w:val="00F378D0"/>
    <w:rsid w:val="00F74D82"/>
    <w:rsid w:val="00F902A3"/>
    <w:rsid w:val="00FF4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77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91355"/>
    <w:pPr>
      <w:ind w:left="720"/>
      <w:contextualSpacing/>
    </w:pPr>
  </w:style>
  <w:style w:type="paragraph" w:customStyle="1" w:styleId="ConsPlusCell">
    <w:name w:val="ConsPlusCell"/>
    <w:uiPriority w:val="99"/>
    <w:rsid w:val="001777D8"/>
    <w:pPr>
      <w:widowControl w:val="0"/>
      <w:autoSpaceDE w:val="0"/>
      <w:autoSpaceDN w:val="0"/>
      <w:adjustRightInd w:val="0"/>
    </w:pPr>
    <w:rPr>
      <w:rFonts w:cs="Calibri"/>
    </w:rPr>
  </w:style>
  <w:style w:type="paragraph" w:styleId="Header">
    <w:name w:val="header"/>
    <w:basedOn w:val="Normal"/>
    <w:link w:val="HeaderChar"/>
    <w:uiPriority w:val="99"/>
    <w:rsid w:val="000518F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0518F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518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  <w:style w:type="paragraph" w:customStyle="1" w:styleId="ConsPlusNormal">
    <w:name w:val="ConsPlusNormal"/>
    <w:uiPriority w:val="99"/>
    <w:rsid w:val="00591313"/>
    <w:pPr>
      <w:widowControl w:val="0"/>
      <w:autoSpaceDE w:val="0"/>
      <w:autoSpaceDN w:val="0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210</TotalTime>
  <Pages>2</Pages>
  <Words>471</Words>
  <Characters>2687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21</cp:revision>
  <cp:lastPrinted>2018-04-04T04:15:00Z</cp:lastPrinted>
  <dcterms:created xsi:type="dcterms:W3CDTF">2017-05-31T00:59:00Z</dcterms:created>
  <dcterms:modified xsi:type="dcterms:W3CDTF">2018-04-05T04:26:00Z</dcterms:modified>
</cp:coreProperties>
</file>