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9DB" w:rsidRPr="00E95CF8" w:rsidRDefault="008219DB" w:rsidP="00F455F5">
      <w:pPr>
        <w:spacing w:line="240" w:lineRule="exact"/>
        <w:jc w:val="center"/>
        <w:rPr>
          <w:sz w:val="28"/>
          <w:szCs w:val="28"/>
        </w:rPr>
      </w:pPr>
      <w:r w:rsidRPr="00E95CF8">
        <w:rPr>
          <w:sz w:val="28"/>
          <w:szCs w:val="28"/>
        </w:rPr>
        <w:t>Администрация</w:t>
      </w:r>
    </w:p>
    <w:p w:rsidR="008219DB" w:rsidRPr="00E95CF8" w:rsidRDefault="008219DB" w:rsidP="00F455F5">
      <w:pPr>
        <w:spacing w:line="240" w:lineRule="exact"/>
        <w:jc w:val="center"/>
        <w:rPr>
          <w:sz w:val="28"/>
          <w:szCs w:val="28"/>
        </w:rPr>
      </w:pPr>
      <w:r w:rsidRPr="00E95CF8">
        <w:rPr>
          <w:sz w:val="28"/>
          <w:szCs w:val="28"/>
        </w:rPr>
        <w:t>Верхнебуреинского муниципального района</w:t>
      </w:r>
    </w:p>
    <w:p w:rsidR="008219DB" w:rsidRPr="00E95CF8" w:rsidRDefault="008219DB" w:rsidP="00F455F5">
      <w:pPr>
        <w:spacing w:line="240" w:lineRule="exact"/>
        <w:jc w:val="center"/>
        <w:rPr>
          <w:sz w:val="28"/>
          <w:szCs w:val="28"/>
        </w:rPr>
      </w:pPr>
    </w:p>
    <w:p w:rsidR="008219DB" w:rsidRPr="00E95CF8" w:rsidRDefault="008219DB" w:rsidP="00F455F5">
      <w:pPr>
        <w:spacing w:line="240" w:lineRule="exact"/>
        <w:jc w:val="center"/>
        <w:rPr>
          <w:sz w:val="28"/>
          <w:szCs w:val="28"/>
        </w:rPr>
      </w:pPr>
      <w:r w:rsidRPr="00E95CF8">
        <w:rPr>
          <w:sz w:val="28"/>
          <w:szCs w:val="28"/>
        </w:rPr>
        <w:t>ПОСТАНОВЛЕНИЕ</w:t>
      </w:r>
    </w:p>
    <w:p w:rsidR="008219DB" w:rsidRPr="00E95CF8" w:rsidRDefault="008219DB" w:rsidP="00F455F5">
      <w:pPr>
        <w:spacing w:line="240" w:lineRule="exact"/>
        <w:jc w:val="center"/>
        <w:rPr>
          <w:sz w:val="28"/>
          <w:szCs w:val="28"/>
        </w:rPr>
      </w:pPr>
    </w:p>
    <w:p w:rsidR="008219DB" w:rsidRPr="00E95CF8" w:rsidRDefault="008219DB" w:rsidP="00F455F5">
      <w:pPr>
        <w:spacing w:line="240" w:lineRule="exact"/>
        <w:rPr>
          <w:sz w:val="28"/>
          <w:szCs w:val="28"/>
        </w:rPr>
      </w:pPr>
      <w:r>
        <w:rPr>
          <w:sz w:val="28"/>
          <w:szCs w:val="28"/>
          <w:u w:val="single"/>
        </w:rPr>
        <w:t>24</w:t>
      </w:r>
      <w:r w:rsidRPr="00E95CF8">
        <w:rPr>
          <w:sz w:val="28"/>
          <w:szCs w:val="28"/>
          <w:u w:val="single"/>
        </w:rPr>
        <w:t>.10.2016  № 6</w:t>
      </w:r>
      <w:r>
        <w:rPr>
          <w:sz w:val="28"/>
          <w:szCs w:val="28"/>
          <w:u w:val="single"/>
        </w:rPr>
        <w:t>21</w:t>
      </w:r>
      <w:r w:rsidRPr="00E95CF8">
        <w:rPr>
          <w:sz w:val="28"/>
          <w:szCs w:val="28"/>
        </w:rPr>
        <w:t xml:space="preserve">  </w:t>
      </w:r>
    </w:p>
    <w:p w:rsidR="008219DB" w:rsidRPr="00E95CF8" w:rsidRDefault="008219DB" w:rsidP="00F455F5">
      <w:pPr>
        <w:spacing w:line="240" w:lineRule="exact"/>
        <w:rPr>
          <w:sz w:val="28"/>
          <w:szCs w:val="28"/>
        </w:rPr>
      </w:pPr>
      <w:r w:rsidRPr="00E95CF8">
        <w:rPr>
          <w:sz w:val="28"/>
          <w:szCs w:val="28"/>
        </w:rPr>
        <w:t>п. Чегдомын</w:t>
      </w:r>
      <w:r w:rsidRPr="00E95CF8">
        <w:rPr>
          <w:sz w:val="28"/>
          <w:szCs w:val="28"/>
        </w:rPr>
        <w:tab/>
      </w:r>
    </w:p>
    <w:p w:rsidR="008219DB" w:rsidRDefault="008219DB" w:rsidP="009A5CDD">
      <w:pPr>
        <w:spacing w:line="240" w:lineRule="exact"/>
        <w:jc w:val="both"/>
        <w:rPr>
          <w:sz w:val="28"/>
          <w:szCs w:val="28"/>
        </w:rPr>
      </w:pPr>
    </w:p>
    <w:p w:rsidR="008219DB" w:rsidRDefault="008219DB" w:rsidP="009A5CDD">
      <w:pPr>
        <w:spacing w:line="240" w:lineRule="exact"/>
        <w:jc w:val="both"/>
        <w:rPr>
          <w:sz w:val="28"/>
          <w:szCs w:val="28"/>
        </w:rPr>
      </w:pPr>
    </w:p>
    <w:p w:rsidR="008219DB" w:rsidRDefault="008219DB" w:rsidP="009A5CD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одобрении основных направлений бюджетной политики Верхнебуреинского муниципального района  Хабаровского края на 2017 год и плановый период 2018 и 2019 годов</w:t>
      </w:r>
    </w:p>
    <w:p w:rsidR="008219DB" w:rsidRDefault="008219DB">
      <w:pPr>
        <w:rPr>
          <w:sz w:val="28"/>
          <w:szCs w:val="28"/>
        </w:rPr>
      </w:pPr>
    </w:p>
    <w:p w:rsidR="008219DB" w:rsidRDefault="008219DB">
      <w:pPr>
        <w:rPr>
          <w:sz w:val="28"/>
          <w:szCs w:val="28"/>
        </w:rPr>
      </w:pPr>
    </w:p>
    <w:p w:rsidR="008219DB" w:rsidRDefault="008219DB" w:rsidP="00F16E35">
      <w:pPr>
        <w:pStyle w:val="a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172 и 184.2 Бюджетного кодекса Российской Федерации,</w:t>
      </w:r>
      <w:r w:rsidRPr="00F16E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порядком </w:t>
      </w:r>
      <w:r w:rsidRPr="003C0F84">
        <w:rPr>
          <w:color w:val="000000"/>
          <w:sz w:val="28"/>
          <w:szCs w:val="28"/>
        </w:rPr>
        <w:t xml:space="preserve">составления проекта бюджета </w:t>
      </w:r>
      <w:r>
        <w:rPr>
          <w:color w:val="000000"/>
          <w:sz w:val="28"/>
          <w:szCs w:val="28"/>
        </w:rPr>
        <w:t>Верхнебуреинского</w:t>
      </w:r>
      <w:r w:rsidRPr="003C0F84">
        <w:rPr>
          <w:color w:val="000000"/>
          <w:sz w:val="28"/>
          <w:szCs w:val="28"/>
        </w:rPr>
        <w:t xml:space="preserve"> муниципального района на очередной финансовый год и плановый период</w:t>
      </w:r>
      <w:r>
        <w:rPr>
          <w:color w:val="000000"/>
          <w:sz w:val="28"/>
          <w:szCs w:val="28"/>
        </w:rPr>
        <w:t>, утвержденного постановлением администрации Верхнебуреинского муниципального района от 14.08.2013 № 810, администрация района</w:t>
      </w:r>
    </w:p>
    <w:p w:rsidR="008219DB" w:rsidRDefault="008219DB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219DB" w:rsidRDefault="008219DB" w:rsidP="009A5CDD">
      <w:pPr>
        <w:tabs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Одобрить основные направления бюджетной политики Верхнебуреинского муниципального района Хабаровского края на 2017 год и плановый период 2018 и 2019 годов (приложение к настоящему постановлению).</w:t>
      </w:r>
    </w:p>
    <w:p w:rsidR="008219DB" w:rsidRDefault="008219DB" w:rsidP="008729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на официальном сайте администрации Верхнебуреинского муниципального района.</w:t>
      </w:r>
    </w:p>
    <w:p w:rsidR="008219DB" w:rsidRDefault="008219DB" w:rsidP="00F1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8219DB" w:rsidRDefault="008219DB" w:rsidP="00F1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после его официального опубликования (обнародования).</w:t>
      </w:r>
    </w:p>
    <w:p w:rsidR="008219DB" w:rsidRDefault="008219DB" w:rsidP="001D2AF6">
      <w:pPr>
        <w:jc w:val="both"/>
        <w:rPr>
          <w:sz w:val="28"/>
          <w:szCs w:val="28"/>
        </w:rPr>
      </w:pPr>
    </w:p>
    <w:p w:rsidR="008219DB" w:rsidRDefault="008219DB" w:rsidP="001D2AF6">
      <w:pPr>
        <w:jc w:val="both"/>
        <w:rPr>
          <w:sz w:val="28"/>
          <w:szCs w:val="28"/>
        </w:rPr>
      </w:pPr>
    </w:p>
    <w:p w:rsidR="008219DB" w:rsidRDefault="008219DB" w:rsidP="001D2AF6">
      <w:pPr>
        <w:jc w:val="both"/>
        <w:rPr>
          <w:sz w:val="28"/>
          <w:szCs w:val="28"/>
        </w:rPr>
      </w:pPr>
    </w:p>
    <w:p w:rsidR="008219DB" w:rsidRPr="00AA5990" w:rsidRDefault="008219DB" w:rsidP="003817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П.Ф. Титков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sectPr w:rsidR="008219DB" w:rsidRPr="00AA5990" w:rsidSect="00C817D1">
      <w:pgSz w:w="11906" w:h="16838"/>
      <w:pgMar w:top="1134" w:right="567" w:bottom="1134" w:left="215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42F"/>
    <w:multiLevelType w:val="hybridMultilevel"/>
    <w:tmpl w:val="EB50DE96"/>
    <w:lvl w:ilvl="0" w:tplc="3F5068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BD73CF7"/>
    <w:multiLevelType w:val="hybridMultilevel"/>
    <w:tmpl w:val="11A65000"/>
    <w:lvl w:ilvl="0" w:tplc="E2A209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990"/>
    <w:rsid w:val="00082079"/>
    <w:rsid w:val="00124F3E"/>
    <w:rsid w:val="00190195"/>
    <w:rsid w:val="001A4378"/>
    <w:rsid w:val="001D2AF6"/>
    <w:rsid w:val="00210EE6"/>
    <w:rsid w:val="002151FA"/>
    <w:rsid w:val="00381730"/>
    <w:rsid w:val="003C0F84"/>
    <w:rsid w:val="004B6F8E"/>
    <w:rsid w:val="004F54AA"/>
    <w:rsid w:val="005449CF"/>
    <w:rsid w:val="00581F85"/>
    <w:rsid w:val="0059016A"/>
    <w:rsid w:val="005D1581"/>
    <w:rsid w:val="006A5CB1"/>
    <w:rsid w:val="006D51F0"/>
    <w:rsid w:val="008219DB"/>
    <w:rsid w:val="00872912"/>
    <w:rsid w:val="00872A00"/>
    <w:rsid w:val="009032E5"/>
    <w:rsid w:val="009A3943"/>
    <w:rsid w:val="009A5CDD"/>
    <w:rsid w:val="009B1921"/>
    <w:rsid w:val="009C6FFD"/>
    <w:rsid w:val="00A24F76"/>
    <w:rsid w:val="00AA4792"/>
    <w:rsid w:val="00AA5990"/>
    <w:rsid w:val="00AD682B"/>
    <w:rsid w:val="00AF41A1"/>
    <w:rsid w:val="00C503E0"/>
    <w:rsid w:val="00C817D1"/>
    <w:rsid w:val="00D223C1"/>
    <w:rsid w:val="00E01766"/>
    <w:rsid w:val="00E27798"/>
    <w:rsid w:val="00E36BC1"/>
    <w:rsid w:val="00E87A2B"/>
    <w:rsid w:val="00E95CF8"/>
    <w:rsid w:val="00EA0EF0"/>
    <w:rsid w:val="00F16E35"/>
    <w:rsid w:val="00F41CE7"/>
    <w:rsid w:val="00F455F5"/>
    <w:rsid w:val="00F6049A"/>
    <w:rsid w:val="00FB69D9"/>
    <w:rsid w:val="00FF286F"/>
    <w:rsid w:val="00FF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017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......."/>
    <w:basedOn w:val="Normal"/>
    <w:next w:val="Normal"/>
    <w:uiPriority w:val="99"/>
    <w:rsid w:val="00F16E35"/>
    <w:pPr>
      <w:autoSpaceDE w:val="0"/>
      <w:autoSpaceDN w:val="0"/>
      <w:adjustRightInd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176</Words>
  <Characters>1008</Characters>
  <Application>Microsoft Office Outlook</Application>
  <DocSecurity>0</DocSecurity>
  <Lines>0</Lines>
  <Paragraphs>0</Paragraphs>
  <ScaleCrop>false</ScaleCrop>
  <Company>Я-я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пункт 2 постановления главы Верхнебуреинского  муниципального района от 11</dc:title>
  <dc:subject/>
  <dc:creator>Я</dc:creator>
  <cp:keywords/>
  <dc:description/>
  <cp:lastModifiedBy>Org4</cp:lastModifiedBy>
  <cp:revision>5</cp:revision>
  <cp:lastPrinted>2016-10-24T01:44:00Z</cp:lastPrinted>
  <dcterms:created xsi:type="dcterms:W3CDTF">2016-10-05T07:00:00Z</dcterms:created>
  <dcterms:modified xsi:type="dcterms:W3CDTF">2016-10-25T01:43:00Z</dcterms:modified>
</cp:coreProperties>
</file>