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7EE" w:rsidRPr="002A214E" w:rsidRDefault="00CB27EE" w:rsidP="005D1975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A214E">
        <w:rPr>
          <w:rFonts w:ascii="Times New Roman" w:hAnsi="Times New Roman"/>
          <w:sz w:val="28"/>
          <w:szCs w:val="28"/>
        </w:rPr>
        <w:t>Администрация</w:t>
      </w:r>
    </w:p>
    <w:p w:rsidR="00CB27EE" w:rsidRPr="002A214E" w:rsidRDefault="00CB27EE" w:rsidP="005D1975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A214E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CB27EE" w:rsidRPr="002A214E" w:rsidRDefault="00CB27EE" w:rsidP="005D1975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A214E">
        <w:rPr>
          <w:rFonts w:ascii="Times New Roman" w:hAnsi="Times New Roman"/>
          <w:sz w:val="28"/>
          <w:szCs w:val="28"/>
        </w:rPr>
        <w:t>ПОСТАНОВЛЕНИЕ</w:t>
      </w:r>
    </w:p>
    <w:p w:rsidR="00CB27EE" w:rsidRPr="002A214E" w:rsidRDefault="00CB27EE" w:rsidP="005D1975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B27EE" w:rsidRDefault="00CB27EE" w:rsidP="005D1975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31</w:t>
      </w:r>
      <w:r w:rsidRPr="002A214E">
        <w:rPr>
          <w:rFonts w:ascii="Times New Roman" w:hAnsi="Times New Roman"/>
          <w:sz w:val="28"/>
          <w:szCs w:val="28"/>
          <w:u w:val="single"/>
        </w:rPr>
        <w:t>.10.2016  № 6</w:t>
      </w:r>
      <w:r>
        <w:rPr>
          <w:rFonts w:ascii="Times New Roman" w:hAnsi="Times New Roman"/>
          <w:sz w:val="28"/>
          <w:szCs w:val="28"/>
          <w:u w:val="single"/>
        </w:rPr>
        <w:t>34</w:t>
      </w:r>
      <w:r w:rsidRPr="002A214E">
        <w:rPr>
          <w:rFonts w:ascii="Times New Roman" w:hAnsi="Times New Roman"/>
          <w:sz w:val="28"/>
          <w:szCs w:val="28"/>
        </w:rPr>
        <w:t xml:space="preserve">  </w:t>
      </w:r>
    </w:p>
    <w:p w:rsidR="00CB27EE" w:rsidRPr="002A214E" w:rsidRDefault="00CB27EE" w:rsidP="005D1975">
      <w:pPr>
        <w:spacing w:line="240" w:lineRule="exact"/>
        <w:rPr>
          <w:rFonts w:ascii="Times New Roman" w:hAnsi="Times New Roman"/>
          <w:sz w:val="28"/>
          <w:szCs w:val="28"/>
        </w:rPr>
      </w:pPr>
      <w:r w:rsidRPr="002A214E">
        <w:rPr>
          <w:rFonts w:ascii="Times New Roman" w:hAnsi="Times New Roman"/>
          <w:sz w:val="28"/>
          <w:szCs w:val="28"/>
        </w:rPr>
        <w:t>п. Чегдомын</w:t>
      </w:r>
      <w:r w:rsidRPr="002A214E">
        <w:rPr>
          <w:rFonts w:ascii="Times New Roman" w:hAnsi="Times New Roman"/>
          <w:sz w:val="28"/>
          <w:szCs w:val="28"/>
        </w:rPr>
        <w:tab/>
      </w:r>
    </w:p>
    <w:p w:rsidR="00CB27EE" w:rsidRDefault="00CB27EE" w:rsidP="000C562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физической культуры и спорта в Верхнебуреинском муниципальном районе на 2014-2017 годы»</w:t>
      </w:r>
    </w:p>
    <w:p w:rsidR="00CB27EE" w:rsidRDefault="00CB27EE" w:rsidP="00A960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27EE" w:rsidRDefault="00CB27EE" w:rsidP="00A960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приведения муниципальной программы «Развитие физической культуры и спорта в Верхнебуреинском муниципальном районе на 2014-2017 годы» в соответствие с рекомендациями министерства физической культуры и спорта Хабаровского края, в целях популяризации Всероссийского физкультурно-спортивного комплекса «Готов к труду и обороне» (ГТО) на территории Верхнебуреинского муниципального района, администрация района</w:t>
      </w:r>
    </w:p>
    <w:p w:rsidR="00CB27EE" w:rsidRDefault="00CB27EE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CB27EE" w:rsidRDefault="00CB27EE" w:rsidP="000C562A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муниципальную п</w:t>
      </w:r>
      <w:r w:rsidRPr="00D84E41">
        <w:rPr>
          <w:rFonts w:ascii="Times New Roman" w:hAnsi="Times New Roman"/>
          <w:sz w:val="28"/>
          <w:szCs w:val="28"/>
        </w:rPr>
        <w:t>рограмму «Развитие физической культуры и спорта в Верхнебуреинском муниципальном районе на 2014-201</w:t>
      </w:r>
      <w:r>
        <w:rPr>
          <w:rFonts w:ascii="Times New Roman" w:hAnsi="Times New Roman"/>
          <w:sz w:val="28"/>
          <w:szCs w:val="28"/>
        </w:rPr>
        <w:t>7</w:t>
      </w:r>
      <w:r w:rsidRPr="00D84E41">
        <w:rPr>
          <w:rFonts w:ascii="Times New Roman" w:hAnsi="Times New Roman"/>
          <w:sz w:val="28"/>
          <w:szCs w:val="28"/>
        </w:rPr>
        <w:t xml:space="preserve"> годы», утвержденную постановлением администрации района № 975 от 11.10.2013 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CB27EE" w:rsidRDefault="00CB27EE" w:rsidP="000C562A">
      <w:pPr>
        <w:pStyle w:val="ListParagraph"/>
        <w:tabs>
          <w:tab w:val="left" w:pos="10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1.1. В паспорте Программы:</w:t>
      </w:r>
    </w:p>
    <w:p w:rsidR="00CB27EE" w:rsidRDefault="00CB27EE" w:rsidP="000C562A">
      <w:pPr>
        <w:pStyle w:val="ListParagraph"/>
        <w:tabs>
          <w:tab w:val="left" w:pos="1080"/>
          <w:tab w:val="left" w:pos="162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1.1.1.</w:t>
      </w:r>
      <w:r>
        <w:rPr>
          <w:rFonts w:ascii="Times New Roman" w:hAnsi="Times New Roman"/>
          <w:sz w:val="28"/>
          <w:szCs w:val="28"/>
        </w:rPr>
        <w:tab/>
        <w:t>Позицию «</w:t>
      </w:r>
      <w:r w:rsidRPr="00C9270A">
        <w:rPr>
          <w:rFonts w:ascii="Times New Roman" w:hAnsi="Times New Roman"/>
          <w:sz w:val="28"/>
          <w:szCs w:val="28"/>
        </w:rPr>
        <w:t>Целевые показатели (индикаторы) программы</w:t>
      </w:r>
      <w:r>
        <w:rPr>
          <w:rFonts w:ascii="Times New Roman" w:hAnsi="Times New Roman"/>
          <w:sz w:val="28"/>
          <w:szCs w:val="28"/>
        </w:rPr>
        <w:t>» дополнить следующими показателями:</w:t>
      </w:r>
    </w:p>
    <w:p w:rsidR="00CB27EE" w:rsidRDefault="00CB27EE" w:rsidP="000C562A">
      <w:pPr>
        <w:pStyle w:val="ConsPlusCell"/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жителей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нормативов;</w:t>
      </w:r>
    </w:p>
    <w:p w:rsidR="00CB27EE" w:rsidRDefault="00CB27EE" w:rsidP="000C562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5C68">
        <w:rPr>
          <w:rFonts w:ascii="Times New Roman" w:hAnsi="Times New Roman"/>
          <w:sz w:val="28"/>
          <w:szCs w:val="28"/>
        </w:rPr>
        <w:t>- доля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</w:t>
      </w:r>
      <w:r>
        <w:rPr>
          <w:rFonts w:ascii="Times New Roman" w:hAnsi="Times New Roman"/>
          <w:sz w:val="28"/>
          <w:szCs w:val="28"/>
        </w:rPr>
        <w:t>.</w:t>
      </w:r>
    </w:p>
    <w:p w:rsidR="00CB27EE" w:rsidRDefault="00CB27EE" w:rsidP="000C562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Позицию «</w:t>
      </w:r>
      <w:r w:rsidRPr="00C9270A">
        <w:rPr>
          <w:rFonts w:ascii="Times New Roman" w:hAnsi="Times New Roman"/>
          <w:sz w:val="28"/>
          <w:szCs w:val="28"/>
        </w:rPr>
        <w:t>Конечный результат реализации программы</w:t>
      </w:r>
      <w:r>
        <w:rPr>
          <w:rFonts w:ascii="Times New Roman" w:hAnsi="Times New Roman"/>
          <w:sz w:val="28"/>
          <w:szCs w:val="28"/>
        </w:rPr>
        <w:t>» читать в следующей редакции:</w:t>
      </w:r>
    </w:p>
    <w:p w:rsidR="00CB27EE" w:rsidRPr="00C9270A" w:rsidRDefault="00CB27EE" w:rsidP="000C562A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</w:t>
      </w:r>
      <w:r w:rsidRPr="00C9270A">
        <w:rPr>
          <w:rFonts w:ascii="Times New Roman" w:hAnsi="Times New Roman" w:cs="Times New Roman"/>
          <w:sz w:val="28"/>
          <w:szCs w:val="28"/>
        </w:rPr>
        <w:t>удельн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9270A">
        <w:rPr>
          <w:rFonts w:ascii="Times New Roman" w:hAnsi="Times New Roman" w:cs="Times New Roman"/>
          <w:sz w:val="28"/>
          <w:szCs w:val="28"/>
        </w:rPr>
        <w:t xml:space="preserve"> вес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270A">
        <w:rPr>
          <w:rFonts w:ascii="Times New Roman" w:hAnsi="Times New Roman" w:cs="Times New Roman"/>
          <w:sz w:val="28"/>
          <w:szCs w:val="28"/>
        </w:rPr>
        <w:t xml:space="preserve"> жителей, систематически занимающихся  физической культурой и спортом, в общей численности населения района</w:t>
      </w:r>
      <w:r>
        <w:rPr>
          <w:rFonts w:ascii="Times New Roman" w:hAnsi="Times New Roman" w:cs="Times New Roman"/>
          <w:sz w:val="28"/>
          <w:szCs w:val="28"/>
        </w:rPr>
        <w:t xml:space="preserve"> до 40,0 процентов</w:t>
      </w:r>
      <w:r w:rsidRPr="00C9270A">
        <w:rPr>
          <w:rFonts w:ascii="Times New Roman" w:hAnsi="Times New Roman" w:cs="Times New Roman"/>
          <w:sz w:val="28"/>
          <w:szCs w:val="28"/>
        </w:rPr>
        <w:t>;</w:t>
      </w:r>
    </w:p>
    <w:p w:rsidR="00CB27EE" w:rsidRDefault="00CB27EE" w:rsidP="000C562A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7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C9270A">
        <w:rPr>
          <w:rFonts w:ascii="Times New Roman" w:hAnsi="Times New Roman" w:cs="Times New Roman"/>
          <w:sz w:val="28"/>
          <w:szCs w:val="28"/>
        </w:rPr>
        <w:t>численност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9270A">
        <w:rPr>
          <w:rFonts w:ascii="Times New Roman" w:hAnsi="Times New Roman" w:cs="Times New Roman"/>
          <w:sz w:val="28"/>
          <w:szCs w:val="28"/>
        </w:rPr>
        <w:t xml:space="preserve"> населения, систематически занимающегося физической культурой и спортом в районе </w:t>
      </w:r>
      <w:r>
        <w:rPr>
          <w:rFonts w:ascii="Times New Roman" w:hAnsi="Times New Roman" w:cs="Times New Roman"/>
          <w:sz w:val="28"/>
          <w:szCs w:val="28"/>
        </w:rPr>
        <w:t xml:space="preserve">до 6800 </w:t>
      </w:r>
      <w:r w:rsidRPr="00C9270A">
        <w:rPr>
          <w:rFonts w:ascii="Times New Roman" w:hAnsi="Times New Roman" w:cs="Times New Roman"/>
          <w:sz w:val="28"/>
          <w:szCs w:val="28"/>
        </w:rPr>
        <w:t>человек;</w:t>
      </w:r>
    </w:p>
    <w:p w:rsidR="00CB27EE" w:rsidRDefault="00CB27EE" w:rsidP="000C562A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7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C9270A">
        <w:rPr>
          <w:rFonts w:ascii="Times New Roman" w:hAnsi="Times New Roman" w:cs="Times New Roman"/>
          <w:sz w:val="28"/>
          <w:szCs w:val="28"/>
        </w:rPr>
        <w:t>удовлетворенност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9270A">
        <w:rPr>
          <w:rFonts w:ascii="Times New Roman" w:hAnsi="Times New Roman" w:cs="Times New Roman"/>
          <w:sz w:val="28"/>
          <w:szCs w:val="28"/>
        </w:rPr>
        <w:t xml:space="preserve"> населения условиями для занятия физической культурой и спортом </w:t>
      </w:r>
      <w:r>
        <w:rPr>
          <w:rFonts w:ascii="Times New Roman" w:hAnsi="Times New Roman" w:cs="Times New Roman"/>
          <w:sz w:val="28"/>
          <w:szCs w:val="28"/>
        </w:rPr>
        <w:t xml:space="preserve">до 40,0 </w:t>
      </w:r>
      <w:r w:rsidRPr="00C9270A">
        <w:rPr>
          <w:rFonts w:ascii="Times New Roman" w:hAnsi="Times New Roman" w:cs="Times New Roman"/>
          <w:sz w:val="28"/>
          <w:szCs w:val="28"/>
        </w:rPr>
        <w:t>процентов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27EE" w:rsidRDefault="00CB27EE" w:rsidP="000C562A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увеличение </w:t>
      </w:r>
      <w:r w:rsidRPr="00C9270A">
        <w:rPr>
          <w:rFonts w:ascii="Times New Roman" w:hAnsi="Times New Roman" w:cs="Times New Roman"/>
          <w:sz w:val="28"/>
          <w:szCs w:val="28"/>
        </w:rPr>
        <w:t>количеств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270A">
        <w:rPr>
          <w:rFonts w:ascii="Times New Roman" w:hAnsi="Times New Roman" w:cs="Times New Roman"/>
          <w:sz w:val="28"/>
          <w:szCs w:val="28"/>
        </w:rPr>
        <w:t xml:space="preserve"> штатных работников сферы физической культур</w:t>
      </w:r>
      <w:r>
        <w:rPr>
          <w:rFonts w:ascii="Times New Roman" w:hAnsi="Times New Roman" w:cs="Times New Roman"/>
          <w:sz w:val="28"/>
          <w:szCs w:val="28"/>
        </w:rPr>
        <w:t>ы и спорта в районе  до 65 человек;</w:t>
      </w:r>
    </w:p>
    <w:p w:rsidR="00CB27EE" w:rsidRPr="00C9270A" w:rsidRDefault="00CB27EE" w:rsidP="000C562A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7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C9270A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9270A">
        <w:rPr>
          <w:rFonts w:ascii="Times New Roman" w:hAnsi="Times New Roman" w:cs="Times New Roman"/>
          <w:sz w:val="28"/>
          <w:szCs w:val="28"/>
        </w:rPr>
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</w:t>
      </w:r>
      <w:r>
        <w:rPr>
          <w:rFonts w:ascii="Times New Roman" w:hAnsi="Times New Roman" w:cs="Times New Roman"/>
          <w:sz w:val="28"/>
          <w:szCs w:val="28"/>
        </w:rPr>
        <w:t>и данной категории до 10,0 процентов;</w:t>
      </w:r>
    </w:p>
    <w:p w:rsidR="00CB27EE" w:rsidRPr="00C9270A" w:rsidRDefault="00CB27EE" w:rsidP="000C562A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70A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увеличение удельного</w:t>
      </w:r>
      <w:r w:rsidRPr="00C9270A">
        <w:rPr>
          <w:rFonts w:ascii="Times New Roman" w:hAnsi="Times New Roman" w:cs="Times New Roman"/>
          <w:sz w:val="28"/>
          <w:szCs w:val="28"/>
        </w:rPr>
        <w:t xml:space="preserve"> вес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270A">
        <w:rPr>
          <w:rFonts w:ascii="Times New Roman" w:hAnsi="Times New Roman" w:cs="Times New Roman"/>
          <w:sz w:val="28"/>
          <w:szCs w:val="28"/>
        </w:rPr>
        <w:t xml:space="preserve"> граждан (6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9270A">
        <w:rPr>
          <w:rFonts w:ascii="Times New Roman" w:hAnsi="Times New Roman" w:cs="Times New Roman"/>
          <w:sz w:val="28"/>
          <w:szCs w:val="28"/>
        </w:rPr>
        <w:t xml:space="preserve"> 15 лет)</w:t>
      </w:r>
      <w:r>
        <w:rPr>
          <w:rFonts w:ascii="Times New Roman" w:hAnsi="Times New Roman" w:cs="Times New Roman"/>
          <w:sz w:val="28"/>
          <w:szCs w:val="28"/>
        </w:rPr>
        <w:t xml:space="preserve">, систематически занимающихся в </w:t>
      </w:r>
      <w:r w:rsidRPr="00C9270A">
        <w:rPr>
          <w:rFonts w:ascii="Times New Roman" w:hAnsi="Times New Roman" w:cs="Times New Roman"/>
          <w:sz w:val="28"/>
          <w:szCs w:val="28"/>
        </w:rPr>
        <w:t xml:space="preserve">спортивных учреждениях </w:t>
      </w:r>
      <w:r>
        <w:rPr>
          <w:rFonts w:ascii="Times New Roman" w:hAnsi="Times New Roman" w:cs="Times New Roman"/>
          <w:sz w:val="28"/>
          <w:szCs w:val="28"/>
        </w:rPr>
        <w:t xml:space="preserve">до 30,0 </w:t>
      </w:r>
      <w:r w:rsidRPr="00C9270A">
        <w:rPr>
          <w:rFonts w:ascii="Times New Roman" w:hAnsi="Times New Roman" w:cs="Times New Roman"/>
          <w:sz w:val="28"/>
          <w:szCs w:val="28"/>
        </w:rPr>
        <w:t>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9270A">
        <w:rPr>
          <w:rFonts w:ascii="Times New Roman" w:hAnsi="Times New Roman" w:cs="Times New Roman"/>
          <w:sz w:val="28"/>
          <w:szCs w:val="28"/>
        </w:rPr>
        <w:t xml:space="preserve"> от общей численности детей 6 – 15 лет;</w:t>
      </w:r>
    </w:p>
    <w:p w:rsidR="00CB27EE" w:rsidRDefault="00CB27EE" w:rsidP="000C562A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увеличение </w:t>
      </w:r>
      <w:r w:rsidRPr="00C9270A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9270A">
        <w:rPr>
          <w:rFonts w:ascii="Times New Roman" w:hAnsi="Times New Roman" w:cs="Times New Roman"/>
          <w:sz w:val="28"/>
          <w:szCs w:val="28"/>
        </w:rPr>
        <w:t xml:space="preserve"> обучающихся и студентов, систематически занимающихся физической культурой и спортом, в общей численности обучающихся и студентов в районе </w:t>
      </w:r>
      <w:r>
        <w:rPr>
          <w:rFonts w:ascii="Times New Roman" w:hAnsi="Times New Roman" w:cs="Times New Roman"/>
          <w:sz w:val="28"/>
          <w:szCs w:val="28"/>
        </w:rPr>
        <w:t xml:space="preserve">до 80,0 </w:t>
      </w:r>
      <w:r w:rsidRPr="00C9270A">
        <w:rPr>
          <w:rFonts w:ascii="Times New Roman" w:hAnsi="Times New Roman" w:cs="Times New Roman"/>
          <w:sz w:val="28"/>
          <w:szCs w:val="28"/>
        </w:rPr>
        <w:t>процентов;</w:t>
      </w:r>
    </w:p>
    <w:p w:rsidR="00CB27EE" w:rsidRPr="00C9270A" w:rsidRDefault="00CB27EE" w:rsidP="000C562A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7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Pr="00C9270A">
        <w:rPr>
          <w:rFonts w:ascii="Times New Roman" w:hAnsi="Times New Roman" w:cs="Times New Roman"/>
          <w:sz w:val="28"/>
          <w:szCs w:val="28"/>
        </w:rPr>
        <w:t>уровн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9270A">
        <w:rPr>
          <w:rFonts w:ascii="Times New Roman" w:hAnsi="Times New Roman" w:cs="Times New Roman"/>
          <w:sz w:val="28"/>
          <w:szCs w:val="28"/>
        </w:rPr>
        <w:t xml:space="preserve"> обеспеченности штатными работниками физической </w:t>
      </w:r>
      <w:r>
        <w:rPr>
          <w:rFonts w:ascii="Times New Roman" w:hAnsi="Times New Roman" w:cs="Times New Roman"/>
          <w:sz w:val="28"/>
          <w:szCs w:val="28"/>
        </w:rPr>
        <w:t xml:space="preserve"> культуры и спорта до 100,0 процентов;</w:t>
      </w:r>
    </w:p>
    <w:p w:rsidR="00CB27EE" w:rsidRDefault="00CB27EE" w:rsidP="000C562A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27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C9270A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9270A">
        <w:rPr>
          <w:rFonts w:ascii="Times New Roman" w:hAnsi="Times New Roman" w:cs="Times New Roman"/>
          <w:sz w:val="28"/>
          <w:szCs w:val="28"/>
        </w:rPr>
        <w:t xml:space="preserve"> штатных тренеров, тренеров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9270A">
        <w:rPr>
          <w:rFonts w:ascii="Times New Roman" w:hAnsi="Times New Roman" w:cs="Times New Roman"/>
          <w:sz w:val="28"/>
          <w:szCs w:val="28"/>
        </w:rPr>
        <w:t xml:space="preserve">преподавателей в общей численности штатных работников отрасли в районе </w:t>
      </w:r>
      <w:r>
        <w:rPr>
          <w:rFonts w:ascii="Times New Roman" w:hAnsi="Times New Roman" w:cs="Times New Roman"/>
          <w:sz w:val="28"/>
          <w:szCs w:val="28"/>
        </w:rPr>
        <w:t xml:space="preserve">до 35,0 </w:t>
      </w:r>
      <w:r w:rsidRPr="00C9270A">
        <w:rPr>
          <w:rFonts w:ascii="Times New Roman" w:hAnsi="Times New Roman" w:cs="Times New Roman"/>
          <w:sz w:val="28"/>
          <w:szCs w:val="28"/>
        </w:rPr>
        <w:t>процентов;</w:t>
      </w:r>
    </w:p>
    <w:p w:rsidR="00CB27EE" w:rsidRDefault="00CB27EE" w:rsidP="000C562A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C9270A">
        <w:rPr>
          <w:rFonts w:ascii="Times New Roman" w:hAnsi="Times New Roman" w:cs="Times New Roman"/>
          <w:sz w:val="28"/>
          <w:szCs w:val="28"/>
        </w:rPr>
        <w:t>обеспеченность жителей района спортивными сооружениями: спортивными залами</w:t>
      </w:r>
      <w:r>
        <w:rPr>
          <w:rFonts w:ascii="Times New Roman" w:hAnsi="Times New Roman" w:cs="Times New Roman"/>
          <w:sz w:val="28"/>
          <w:szCs w:val="28"/>
        </w:rPr>
        <w:t xml:space="preserve"> до 39,0</w:t>
      </w:r>
      <w:r w:rsidRPr="00C9270A">
        <w:rPr>
          <w:rFonts w:ascii="Times New Roman" w:hAnsi="Times New Roman" w:cs="Times New Roman"/>
          <w:sz w:val="28"/>
          <w:szCs w:val="28"/>
        </w:rPr>
        <w:t>, плоскостными</w:t>
      </w:r>
      <w:r>
        <w:rPr>
          <w:rFonts w:ascii="Times New Roman" w:hAnsi="Times New Roman" w:cs="Times New Roman"/>
          <w:sz w:val="28"/>
          <w:szCs w:val="28"/>
        </w:rPr>
        <w:t xml:space="preserve"> до 100,0</w:t>
      </w:r>
      <w:r w:rsidRPr="00C9270A">
        <w:rPr>
          <w:rFonts w:ascii="Times New Roman" w:hAnsi="Times New Roman" w:cs="Times New Roman"/>
          <w:sz w:val="28"/>
          <w:szCs w:val="28"/>
        </w:rPr>
        <w:t xml:space="preserve">, бассейнами </w:t>
      </w:r>
      <w:r>
        <w:rPr>
          <w:rFonts w:ascii="Times New Roman" w:hAnsi="Times New Roman" w:cs="Times New Roman"/>
          <w:sz w:val="28"/>
          <w:szCs w:val="28"/>
        </w:rPr>
        <w:t xml:space="preserve">до 15,5 </w:t>
      </w:r>
      <w:r w:rsidRPr="00C9270A">
        <w:rPr>
          <w:rFonts w:ascii="Times New Roman" w:hAnsi="Times New Roman" w:cs="Times New Roman"/>
          <w:sz w:val="28"/>
          <w:szCs w:val="28"/>
        </w:rPr>
        <w:t>процентов;</w:t>
      </w:r>
    </w:p>
    <w:p w:rsidR="00CB27EE" w:rsidRDefault="00CB27EE" w:rsidP="000C562A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повышение </w:t>
      </w:r>
      <w:r w:rsidRPr="00C9270A">
        <w:rPr>
          <w:rFonts w:ascii="Times New Roman" w:hAnsi="Times New Roman" w:cs="Times New Roman"/>
          <w:sz w:val="28"/>
          <w:szCs w:val="28"/>
        </w:rPr>
        <w:t>уровн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9270A">
        <w:rPr>
          <w:rFonts w:ascii="Times New Roman" w:hAnsi="Times New Roman" w:cs="Times New Roman"/>
          <w:sz w:val="28"/>
          <w:szCs w:val="28"/>
        </w:rPr>
        <w:t xml:space="preserve"> обеспеченности населения спортивными сооружениями исходя из единовременной пропускной способности </w:t>
      </w:r>
      <w:r>
        <w:rPr>
          <w:rFonts w:ascii="Times New Roman" w:hAnsi="Times New Roman" w:cs="Times New Roman"/>
          <w:sz w:val="28"/>
          <w:szCs w:val="28"/>
        </w:rPr>
        <w:t>до 48,0 процентов;</w:t>
      </w:r>
    </w:p>
    <w:p w:rsidR="00CB27EE" w:rsidRDefault="00CB27EE" w:rsidP="000C562A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увеличение доли жителей района,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до 12,0 процентов;</w:t>
      </w:r>
    </w:p>
    <w:p w:rsidR="00CB27EE" w:rsidRPr="00D35C68" w:rsidRDefault="00CB27EE" w:rsidP="000C562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доли учащихся и студентов района, 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до 35,0 процентов.»</w:t>
      </w:r>
    </w:p>
    <w:p w:rsidR="00CB27EE" w:rsidRDefault="00CB27EE" w:rsidP="000C562A">
      <w:pPr>
        <w:pStyle w:val="ConsPlusCell"/>
        <w:numPr>
          <w:ilvl w:val="1"/>
          <w:numId w:val="16"/>
        </w:numPr>
        <w:tabs>
          <w:tab w:val="left" w:pos="1080"/>
          <w:tab w:val="left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Программы изложить в новой редакции, в соответствии с приложением  к настоящему постановлению.</w:t>
      </w:r>
    </w:p>
    <w:p w:rsidR="00CB27EE" w:rsidRPr="00A50C49" w:rsidRDefault="00CB27EE" w:rsidP="000C562A">
      <w:pPr>
        <w:pStyle w:val="ListParagraph"/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выполнения настоящего постановления возложить на заместителя главы администрации района Вольф К.А.</w:t>
      </w:r>
    </w:p>
    <w:p w:rsidR="00CB27EE" w:rsidRDefault="00CB27EE" w:rsidP="000C562A">
      <w:pPr>
        <w:pStyle w:val="ListParagraph"/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CB27EE" w:rsidRDefault="00CB27EE" w:rsidP="000C562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B27EE" w:rsidRDefault="00CB27EE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7EE" w:rsidRDefault="00CB27EE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7EE" w:rsidRDefault="00CB27EE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7EE" w:rsidRDefault="00CB27EE" w:rsidP="00496A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П.Ф. Титков</w:t>
      </w:r>
    </w:p>
    <w:p w:rsidR="00CB27EE" w:rsidRPr="00496A57" w:rsidRDefault="00CB27EE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B27EE" w:rsidRPr="00496A57" w:rsidSect="000C562A">
      <w:headerReference w:type="even" r:id="rId7"/>
      <w:headerReference w:type="default" r:id="rId8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7EE" w:rsidRDefault="00CB27EE">
      <w:r>
        <w:separator/>
      </w:r>
    </w:p>
  </w:endnote>
  <w:endnote w:type="continuationSeparator" w:id="0">
    <w:p w:rsidR="00CB27EE" w:rsidRDefault="00CB2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7EE" w:rsidRDefault="00CB27EE">
      <w:r>
        <w:separator/>
      </w:r>
    </w:p>
  </w:footnote>
  <w:footnote w:type="continuationSeparator" w:id="0">
    <w:p w:rsidR="00CB27EE" w:rsidRDefault="00CB27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EE" w:rsidRDefault="00CB27EE" w:rsidP="008219F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27EE" w:rsidRDefault="00CB27E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EE" w:rsidRDefault="00CB27EE" w:rsidP="008219F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B27EE" w:rsidRDefault="00CB27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86D5A"/>
    <w:multiLevelType w:val="singleLevel"/>
    <w:tmpl w:val="B240C890"/>
    <w:lvl w:ilvl="0">
      <w:start w:val="5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">
    <w:nsid w:val="0A773728"/>
    <w:multiLevelType w:val="hybridMultilevel"/>
    <w:tmpl w:val="9872FA80"/>
    <w:lvl w:ilvl="0" w:tplc="343E81BC">
      <w:start w:val="2015"/>
      <w:numFmt w:val="decimal"/>
      <w:lvlText w:val="%1"/>
      <w:lvlJc w:val="left"/>
      <w:pPr>
        <w:ind w:left="960" w:hanging="60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DC485F"/>
    <w:multiLevelType w:val="hybridMultilevel"/>
    <w:tmpl w:val="8C562A30"/>
    <w:lvl w:ilvl="0" w:tplc="D4F66704">
      <w:start w:val="2015"/>
      <w:numFmt w:val="decimal"/>
      <w:lvlText w:val="%1"/>
      <w:lvlJc w:val="left"/>
      <w:pPr>
        <w:ind w:left="960" w:hanging="60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A74E44"/>
    <w:multiLevelType w:val="hybridMultilevel"/>
    <w:tmpl w:val="0A604402"/>
    <w:lvl w:ilvl="0" w:tplc="01A4691A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D07F04"/>
    <w:multiLevelType w:val="hybridMultilevel"/>
    <w:tmpl w:val="AB20723C"/>
    <w:lvl w:ilvl="0" w:tplc="F57ADF78">
      <w:start w:val="2017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653807"/>
    <w:multiLevelType w:val="multilevel"/>
    <w:tmpl w:val="654C6EEE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7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cs="Times New Roman" w:hint="default"/>
      </w:rPr>
    </w:lvl>
  </w:abstractNum>
  <w:abstractNum w:abstractNumId="6">
    <w:nsid w:val="356C27B4"/>
    <w:multiLevelType w:val="hybridMultilevel"/>
    <w:tmpl w:val="966EA124"/>
    <w:lvl w:ilvl="0" w:tplc="023C1CB4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DF7997"/>
    <w:multiLevelType w:val="multilevel"/>
    <w:tmpl w:val="2A66D454"/>
    <w:lvl w:ilvl="0">
      <w:start w:val="1"/>
      <w:numFmt w:val="decimal"/>
      <w:lvlText w:val="%1."/>
      <w:lvlJc w:val="left"/>
      <w:pPr>
        <w:ind w:left="4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60" w:hanging="2160"/>
      </w:pPr>
      <w:rPr>
        <w:rFonts w:cs="Times New Roman" w:hint="default"/>
      </w:rPr>
    </w:lvl>
  </w:abstractNum>
  <w:abstractNum w:abstractNumId="8">
    <w:nsid w:val="3B8D562E"/>
    <w:multiLevelType w:val="multilevel"/>
    <w:tmpl w:val="C2BC4062"/>
    <w:lvl w:ilvl="0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9">
    <w:nsid w:val="559201C3"/>
    <w:multiLevelType w:val="multilevel"/>
    <w:tmpl w:val="A5844ABC"/>
    <w:lvl w:ilvl="0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10">
    <w:nsid w:val="5E6E7B25"/>
    <w:multiLevelType w:val="multilevel"/>
    <w:tmpl w:val="2220955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11">
    <w:nsid w:val="67277DA6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abstractNum w:abstractNumId="12">
    <w:nsid w:val="6A65021D"/>
    <w:multiLevelType w:val="hybridMultilevel"/>
    <w:tmpl w:val="6D6AFE36"/>
    <w:lvl w:ilvl="0" w:tplc="E74E5286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9075271"/>
    <w:multiLevelType w:val="multilevel"/>
    <w:tmpl w:val="EB06D2AC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14">
    <w:nsid w:val="7B0534E6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abstractNum w:abstractNumId="15">
    <w:nsid w:val="7BB76A5B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0"/>
  </w:num>
  <w:num w:numId="5">
    <w:abstractNumId w:val="14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2"/>
  </w:num>
  <w:num w:numId="11">
    <w:abstractNumId w:val="1"/>
  </w:num>
  <w:num w:numId="12">
    <w:abstractNumId w:val="9"/>
  </w:num>
  <w:num w:numId="13">
    <w:abstractNumId w:val="8"/>
  </w:num>
  <w:num w:numId="14">
    <w:abstractNumId w:val="13"/>
  </w:num>
  <w:num w:numId="15">
    <w:abstractNumId w:val="1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E41"/>
    <w:rsid w:val="000C562A"/>
    <w:rsid w:val="001534A5"/>
    <w:rsid w:val="001E4FEA"/>
    <w:rsid w:val="0022023D"/>
    <w:rsid w:val="00291675"/>
    <w:rsid w:val="002A214E"/>
    <w:rsid w:val="002C77AA"/>
    <w:rsid w:val="003B14A5"/>
    <w:rsid w:val="003F09E3"/>
    <w:rsid w:val="00496A57"/>
    <w:rsid w:val="004F4447"/>
    <w:rsid w:val="00521C58"/>
    <w:rsid w:val="005D1975"/>
    <w:rsid w:val="00603711"/>
    <w:rsid w:val="00623D73"/>
    <w:rsid w:val="00657A08"/>
    <w:rsid w:val="006854E0"/>
    <w:rsid w:val="00734207"/>
    <w:rsid w:val="00796B03"/>
    <w:rsid w:val="008219F2"/>
    <w:rsid w:val="00A24A07"/>
    <w:rsid w:val="00A50C49"/>
    <w:rsid w:val="00A53151"/>
    <w:rsid w:val="00A61295"/>
    <w:rsid w:val="00A67483"/>
    <w:rsid w:val="00A77DFA"/>
    <w:rsid w:val="00A960BA"/>
    <w:rsid w:val="00B320AA"/>
    <w:rsid w:val="00BC70D3"/>
    <w:rsid w:val="00C874FD"/>
    <w:rsid w:val="00C9270A"/>
    <w:rsid w:val="00CB27EE"/>
    <w:rsid w:val="00CC53AB"/>
    <w:rsid w:val="00D35C68"/>
    <w:rsid w:val="00D84E41"/>
    <w:rsid w:val="00E32652"/>
    <w:rsid w:val="00E57D3D"/>
    <w:rsid w:val="00EB7D6F"/>
    <w:rsid w:val="00F36F05"/>
    <w:rsid w:val="00F812A1"/>
    <w:rsid w:val="00FC5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15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84E41"/>
    <w:pPr>
      <w:ind w:left="720"/>
      <w:contextualSpacing/>
    </w:pPr>
  </w:style>
  <w:style w:type="paragraph" w:customStyle="1" w:styleId="ConsPlusCell">
    <w:name w:val="ConsPlusCell"/>
    <w:uiPriority w:val="99"/>
    <w:rsid w:val="00D84E41"/>
    <w:pPr>
      <w:widowControl w:val="0"/>
      <w:autoSpaceDE w:val="0"/>
      <w:autoSpaceDN w:val="0"/>
      <w:adjustRightInd w:val="0"/>
    </w:pPr>
    <w:rPr>
      <w:rFonts w:cs="Calibri"/>
    </w:rPr>
  </w:style>
  <w:style w:type="paragraph" w:styleId="Title">
    <w:name w:val="Title"/>
    <w:basedOn w:val="Normal"/>
    <w:link w:val="TitleChar"/>
    <w:uiPriority w:val="99"/>
    <w:qFormat/>
    <w:rsid w:val="00496A5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496A57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496A57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1534A5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table" w:styleId="TableGrid">
    <w:name w:val="Table Grid"/>
    <w:basedOn w:val="TableNormal"/>
    <w:uiPriority w:val="99"/>
    <w:rsid w:val="00D35C6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C562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0C562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C56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200</TotalTime>
  <Pages>2</Pages>
  <Words>581</Words>
  <Characters>3315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21</cp:revision>
  <cp:lastPrinted>2016-10-31T04:03:00Z</cp:lastPrinted>
  <dcterms:created xsi:type="dcterms:W3CDTF">2014-09-05T00:05:00Z</dcterms:created>
  <dcterms:modified xsi:type="dcterms:W3CDTF">2016-11-01T00:07:00Z</dcterms:modified>
</cp:coreProperties>
</file>