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18113E" w:rsidTr="005A2438">
        <w:tc>
          <w:tcPr>
            <w:tcW w:w="10008" w:type="dxa"/>
          </w:tcPr>
          <w:p w:rsidR="0018113E" w:rsidRPr="005A2438" w:rsidRDefault="0018113E" w:rsidP="005A2438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778" w:type="dxa"/>
          </w:tcPr>
          <w:p w:rsidR="0018113E" w:rsidRPr="005A2438" w:rsidRDefault="0018113E" w:rsidP="005A243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A2438">
              <w:rPr>
                <w:sz w:val="24"/>
                <w:szCs w:val="24"/>
              </w:rPr>
              <w:t>Приложение № 1</w:t>
            </w:r>
          </w:p>
          <w:p w:rsidR="0018113E" w:rsidRPr="005A2438" w:rsidRDefault="0018113E" w:rsidP="005A2438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8113E" w:rsidRPr="005A2438" w:rsidRDefault="0018113E" w:rsidP="005A243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A2438">
              <w:rPr>
                <w:sz w:val="24"/>
                <w:szCs w:val="24"/>
              </w:rPr>
              <w:t>к постановлению</w:t>
            </w:r>
          </w:p>
          <w:p w:rsidR="0018113E" w:rsidRPr="005A2438" w:rsidRDefault="0018113E" w:rsidP="005A243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A2438">
              <w:rPr>
                <w:sz w:val="24"/>
                <w:szCs w:val="24"/>
              </w:rPr>
              <w:t>администрации района</w:t>
            </w:r>
          </w:p>
          <w:p w:rsidR="0018113E" w:rsidRPr="005A2438" w:rsidRDefault="0018113E" w:rsidP="005A2438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8113E" w:rsidRPr="005A2438" w:rsidRDefault="0018113E" w:rsidP="005A2438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29.10.2018  № 547</w:t>
            </w:r>
          </w:p>
        </w:tc>
      </w:tr>
    </w:tbl>
    <w:p w:rsidR="0018113E" w:rsidRDefault="0018113E" w:rsidP="001D1AC3">
      <w:pPr>
        <w:spacing w:line="240" w:lineRule="exact"/>
        <w:ind w:left="9639"/>
        <w:rPr>
          <w:sz w:val="24"/>
          <w:szCs w:val="24"/>
        </w:rPr>
      </w:pPr>
    </w:p>
    <w:p w:rsidR="0018113E" w:rsidRDefault="0018113E" w:rsidP="00981B70">
      <w:pPr>
        <w:spacing w:line="240" w:lineRule="exact"/>
        <w:ind w:left="9639"/>
        <w:jc w:val="center"/>
        <w:rPr>
          <w:sz w:val="24"/>
          <w:szCs w:val="24"/>
        </w:rPr>
      </w:pPr>
    </w:p>
    <w:p w:rsidR="0018113E" w:rsidRDefault="0018113E" w:rsidP="00845FF6">
      <w:pPr>
        <w:spacing w:line="240" w:lineRule="exact"/>
        <w:jc w:val="center"/>
        <w:rPr>
          <w:b/>
          <w:sz w:val="24"/>
          <w:szCs w:val="24"/>
        </w:rPr>
      </w:pPr>
    </w:p>
    <w:p w:rsidR="0018113E" w:rsidRDefault="0018113E" w:rsidP="00845FF6">
      <w:pPr>
        <w:spacing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ПРОГНОЗ</w:t>
      </w:r>
      <w:r w:rsidRPr="00D8400A">
        <w:rPr>
          <w:b/>
          <w:sz w:val="24"/>
          <w:szCs w:val="24"/>
        </w:rPr>
        <w:t xml:space="preserve"> </w:t>
      </w:r>
    </w:p>
    <w:p w:rsidR="0018113E" w:rsidRPr="00D8400A" w:rsidRDefault="0018113E" w:rsidP="00845FF6">
      <w:pPr>
        <w:spacing w:line="240" w:lineRule="exact"/>
        <w:jc w:val="center"/>
        <w:rPr>
          <w:b/>
          <w:sz w:val="24"/>
          <w:szCs w:val="24"/>
        </w:rPr>
      </w:pPr>
      <w:r w:rsidRPr="00D8400A">
        <w:rPr>
          <w:b/>
          <w:sz w:val="24"/>
          <w:szCs w:val="24"/>
        </w:rPr>
        <w:t xml:space="preserve">социально-экономического развития </w:t>
      </w:r>
      <w:r>
        <w:rPr>
          <w:b/>
          <w:sz w:val="24"/>
          <w:szCs w:val="24"/>
        </w:rPr>
        <w:t xml:space="preserve">Верхнебуреинского муниципального </w:t>
      </w:r>
      <w:r w:rsidRPr="00D8400A">
        <w:rPr>
          <w:b/>
          <w:sz w:val="24"/>
          <w:szCs w:val="24"/>
        </w:rPr>
        <w:t>района на 201</w:t>
      </w:r>
      <w:r>
        <w:rPr>
          <w:b/>
          <w:sz w:val="24"/>
          <w:szCs w:val="24"/>
        </w:rPr>
        <w:t>9 год и плановый период 2020</w:t>
      </w:r>
      <w:r w:rsidRPr="00D8400A">
        <w:rPr>
          <w:b/>
          <w:sz w:val="24"/>
          <w:szCs w:val="24"/>
        </w:rPr>
        <w:t xml:space="preserve"> и 20</w:t>
      </w:r>
      <w:r>
        <w:rPr>
          <w:b/>
          <w:sz w:val="24"/>
          <w:szCs w:val="24"/>
        </w:rPr>
        <w:t>21</w:t>
      </w:r>
      <w:r w:rsidRPr="00D8400A">
        <w:rPr>
          <w:b/>
          <w:sz w:val="24"/>
          <w:szCs w:val="24"/>
        </w:rPr>
        <w:t xml:space="preserve"> годы</w:t>
      </w:r>
      <w:r>
        <w:rPr>
          <w:b/>
          <w:sz w:val="24"/>
          <w:szCs w:val="24"/>
        </w:rPr>
        <w:t xml:space="preserve">, </w:t>
      </w:r>
      <w:r w:rsidRPr="00D8400A">
        <w:rPr>
          <w:b/>
          <w:sz w:val="24"/>
          <w:szCs w:val="24"/>
        </w:rPr>
        <w:t>итоги социально-экономического развития Верхнебуреинского муниципального района Хабаровского края за 201</w:t>
      </w:r>
      <w:r>
        <w:rPr>
          <w:b/>
          <w:sz w:val="24"/>
          <w:szCs w:val="24"/>
        </w:rPr>
        <w:t>7</w:t>
      </w:r>
      <w:r w:rsidRPr="00D8400A">
        <w:rPr>
          <w:b/>
          <w:sz w:val="24"/>
          <w:szCs w:val="24"/>
        </w:rPr>
        <w:t xml:space="preserve"> год,</w:t>
      </w:r>
      <w:r>
        <w:rPr>
          <w:b/>
          <w:sz w:val="24"/>
          <w:szCs w:val="24"/>
        </w:rPr>
        <w:br/>
        <w:t xml:space="preserve"> 1 полугодие</w:t>
      </w:r>
      <w:r w:rsidRPr="00D8400A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8400A">
        <w:rPr>
          <w:b/>
          <w:sz w:val="24"/>
          <w:szCs w:val="24"/>
        </w:rPr>
        <w:t xml:space="preserve"> года, </w:t>
      </w:r>
      <w:r>
        <w:rPr>
          <w:b/>
          <w:sz w:val="24"/>
          <w:szCs w:val="24"/>
        </w:rPr>
        <w:t>оценка</w:t>
      </w:r>
      <w:r w:rsidRPr="00D8400A">
        <w:rPr>
          <w:b/>
          <w:sz w:val="24"/>
          <w:szCs w:val="24"/>
        </w:rPr>
        <w:t xml:space="preserve"> итог</w:t>
      </w:r>
      <w:r>
        <w:rPr>
          <w:b/>
          <w:sz w:val="24"/>
          <w:szCs w:val="24"/>
        </w:rPr>
        <w:t>ов</w:t>
      </w:r>
      <w:r w:rsidRPr="00D8400A">
        <w:rPr>
          <w:b/>
          <w:sz w:val="24"/>
          <w:szCs w:val="24"/>
        </w:rPr>
        <w:t xml:space="preserve"> социально-экономического развития района за 201</w:t>
      </w:r>
      <w:r>
        <w:rPr>
          <w:b/>
          <w:sz w:val="24"/>
          <w:szCs w:val="24"/>
        </w:rPr>
        <w:t>8 год.</w:t>
      </w:r>
    </w:p>
    <w:p w:rsidR="0018113E" w:rsidRPr="003C489A" w:rsidRDefault="0018113E" w:rsidP="004535B9">
      <w:pPr>
        <w:ind w:left="426"/>
        <w:jc w:val="center"/>
        <w:rPr>
          <w:sz w:val="24"/>
          <w:szCs w:val="24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394"/>
        <w:gridCol w:w="1397"/>
        <w:gridCol w:w="1397"/>
        <w:gridCol w:w="1397"/>
        <w:gridCol w:w="1398"/>
        <w:gridCol w:w="1397"/>
        <w:gridCol w:w="1397"/>
        <w:gridCol w:w="1398"/>
      </w:tblGrid>
      <w:tr w:rsidR="0018113E" w:rsidRPr="003C489A" w:rsidTr="00A2380D">
        <w:trPr>
          <w:tblHeader/>
        </w:trPr>
        <w:tc>
          <w:tcPr>
            <w:tcW w:w="993" w:type="dxa"/>
          </w:tcPr>
          <w:p w:rsidR="0018113E" w:rsidRPr="003C489A" w:rsidRDefault="0018113E" w:rsidP="00601D1A">
            <w:pPr>
              <w:jc w:val="center"/>
            </w:pPr>
            <w:r w:rsidRPr="003C489A">
              <w:t>№ п/п</w:t>
            </w:r>
          </w:p>
        </w:tc>
        <w:tc>
          <w:tcPr>
            <w:tcW w:w="4394" w:type="dxa"/>
          </w:tcPr>
          <w:p w:rsidR="0018113E" w:rsidRPr="003C489A" w:rsidRDefault="0018113E" w:rsidP="00601D1A">
            <w:pPr>
              <w:jc w:val="center"/>
            </w:pPr>
            <w:r w:rsidRPr="003C489A">
              <w:t>Показатели</w:t>
            </w:r>
          </w:p>
        </w:tc>
        <w:tc>
          <w:tcPr>
            <w:tcW w:w="1397" w:type="dxa"/>
          </w:tcPr>
          <w:p w:rsidR="0018113E" w:rsidRPr="003C489A" w:rsidRDefault="0018113E" w:rsidP="00747761">
            <w:pPr>
              <w:jc w:val="center"/>
            </w:pPr>
            <w:r w:rsidRPr="003C489A">
              <w:t>Последний отчётный год</w:t>
            </w:r>
            <w:r>
              <w:t xml:space="preserve"> (факт 2017 года)</w:t>
            </w:r>
            <w:r w:rsidRPr="003C489A">
              <w:t xml:space="preserve"> </w:t>
            </w:r>
          </w:p>
        </w:tc>
        <w:tc>
          <w:tcPr>
            <w:tcW w:w="1397" w:type="dxa"/>
          </w:tcPr>
          <w:p w:rsidR="0018113E" w:rsidRDefault="0018113E" w:rsidP="00747761">
            <w:pPr>
              <w:jc w:val="center"/>
            </w:pPr>
            <w:r>
              <w:t>Факт 1 квартал 2018 года</w:t>
            </w:r>
          </w:p>
        </w:tc>
        <w:tc>
          <w:tcPr>
            <w:tcW w:w="1397" w:type="dxa"/>
          </w:tcPr>
          <w:p w:rsidR="0018113E" w:rsidRPr="003C489A" w:rsidRDefault="0018113E" w:rsidP="00D36765">
            <w:pPr>
              <w:jc w:val="center"/>
            </w:pPr>
            <w:r>
              <w:t xml:space="preserve">Факт </w:t>
            </w:r>
            <w:r w:rsidRPr="003C489A">
              <w:t xml:space="preserve"> 6 месяцев </w:t>
            </w:r>
            <w:r>
              <w:t>2018</w:t>
            </w:r>
            <w:r w:rsidRPr="003C489A">
              <w:t xml:space="preserve"> года</w:t>
            </w:r>
          </w:p>
        </w:tc>
        <w:tc>
          <w:tcPr>
            <w:tcW w:w="1398" w:type="dxa"/>
          </w:tcPr>
          <w:p w:rsidR="0018113E" w:rsidRPr="003C489A" w:rsidRDefault="0018113E" w:rsidP="00747761">
            <w:pPr>
              <w:jc w:val="center"/>
            </w:pPr>
            <w:r w:rsidRPr="003C489A">
              <w:t>Оценка текущего года</w:t>
            </w:r>
            <w:r>
              <w:t xml:space="preserve"> (2018 год)</w:t>
            </w:r>
          </w:p>
        </w:tc>
        <w:tc>
          <w:tcPr>
            <w:tcW w:w="1397" w:type="dxa"/>
          </w:tcPr>
          <w:p w:rsidR="0018113E" w:rsidRPr="003C489A" w:rsidRDefault="0018113E" w:rsidP="00747761">
            <w:pPr>
              <w:jc w:val="center"/>
            </w:pPr>
            <w:r w:rsidRPr="003C489A">
              <w:t>Очередной год</w:t>
            </w:r>
            <w:r>
              <w:t xml:space="preserve"> (2019 год)</w:t>
            </w:r>
          </w:p>
        </w:tc>
        <w:tc>
          <w:tcPr>
            <w:tcW w:w="1397" w:type="dxa"/>
          </w:tcPr>
          <w:p w:rsidR="0018113E" w:rsidRPr="003C489A" w:rsidRDefault="0018113E" w:rsidP="00747761">
            <w:pPr>
              <w:jc w:val="center"/>
            </w:pPr>
            <w:r w:rsidRPr="003C489A">
              <w:t xml:space="preserve">Плановый период </w:t>
            </w:r>
            <w:r>
              <w:t>(2020 год)</w:t>
            </w:r>
          </w:p>
        </w:tc>
        <w:tc>
          <w:tcPr>
            <w:tcW w:w="1398" w:type="dxa"/>
          </w:tcPr>
          <w:p w:rsidR="0018113E" w:rsidRPr="003C489A" w:rsidRDefault="0018113E" w:rsidP="00747761">
            <w:pPr>
              <w:jc w:val="center"/>
            </w:pPr>
            <w:r w:rsidRPr="003C489A">
              <w:t>Плановый период</w:t>
            </w:r>
            <w:r>
              <w:t xml:space="preserve"> (2021 год)</w:t>
            </w:r>
            <w:r w:rsidRPr="003C489A">
              <w:t xml:space="preserve"> </w:t>
            </w:r>
          </w:p>
        </w:tc>
      </w:tr>
      <w:tr w:rsidR="0018113E" w:rsidRPr="003C489A" w:rsidTr="00A2380D">
        <w:tc>
          <w:tcPr>
            <w:tcW w:w="993" w:type="dxa"/>
          </w:tcPr>
          <w:p w:rsidR="0018113E" w:rsidRPr="0000691D" w:rsidRDefault="0018113E" w:rsidP="00162EC5">
            <w:pPr>
              <w:rPr>
                <w:b/>
                <w:lang w:val="en-US"/>
              </w:rPr>
            </w:pPr>
            <w:r w:rsidRPr="0000691D">
              <w:rPr>
                <w:b/>
                <w:lang w:val="en-US"/>
              </w:rPr>
              <w:t>I.</w:t>
            </w:r>
          </w:p>
        </w:tc>
        <w:tc>
          <w:tcPr>
            <w:tcW w:w="4394" w:type="dxa"/>
          </w:tcPr>
          <w:p w:rsidR="0018113E" w:rsidRPr="0000691D" w:rsidRDefault="0018113E" w:rsidP="007F0F47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Общая характеристика Верхнебуреинского района</w:t>
            </w:r>
          </w:p>
        </w:tc>
        <w:tc>
          <w:tcPr>
            <w:tcW w:w="1397" w:type="dxa"/>
            <w:vAlign w:val="center"/>
          </w:tcPr>
          <w:p w:rsidR="0018113E" w:rsidRPr="00423E46" w:rsidRDefault="0018113E" w:rsidP="00A07D53">
            <w:pPr>
              <w:jc w:val="center"/>
            </w:pPr>
          </w:p>
        </w:tc>
        <w:tc>
          <w:tcPr>
            <w:tcW w:w="1397" w:type="dxa"/>
          </w:tcPr>
          <w:p w:rsidR="0018113E" w:rsidRPr="00423E46" w:rsidRDefault="0018113E" w:rsidP="00A07D53">
            <w:pPr>
              <w:jc w:val="center"/>
            </w:pPr>
          </w:p>
        </w:tc>
        <w:tc>
          <w:tcPr>
            <w:tcW w:w="1397" w:type="dxa"/>
            <w:vAlign w:val="center"/>
          </w:tcPr>
          <w:p w:rsidR="0018113E" w:rsidRPr="00423E46" w:rsidRDefault="0018113E" w:rsidP="00A07D53">
            <w:pPr>
              <w:jc w:val="center"/>
            </w:pPr>
          </w:p>
        </w:tc>
        <w:tc>
          <w:tcPr>
            <w:tcW w:w="1398" w:type="dxa"/>
            <w:vAlign w:val="center"/>
          </w:tcPr>
          <w:p w:rsidR="0018113E" w:rsidRPr="00423E46" w:rsidRDefault="0018113E" w:rsidP="00A07D53">
            <w:pPr>
              <w:jc w:val="center"/>
            </w:pPr>
          </w:p>
        </w:tc>
        <w:tc>
          <w:tcPr>
            <w:tcW w:w="1397" w:type="dxa"/>
            <w:vAlign w:val="center"/>
          </w:tcPr>
          <w:p w:rsidR="0018113E" w:rsidRPr="00423E46" w:rsidRDefault="0018113E" w:rsidP="00A07D53">
            <w:pPr>
              <w:jc w:val="center"/>
            </w:pPr>
          </w:p>
        </w:tc>
        <w:tc>
          <w:tcPr>
            <w:tcW w:w="1397" w:type="dxa"/>
            <w:vAlign w:val="center"/>
          </w:tcPr>
          <w:p w:rsidR="0018113E" w:rsidRPr="00423E46" w:rsidRDefault="0018113E" w:rsidP="00A07D53">
            <w:pPr>
              <w:jc w:val="center"/>
            </w:pPr>
          </w:p>
        </w:tc>
        <w:tc>
          <w:tcPr>
            <w:tcW w:w="1398" w:type="dxa"/>
            <w:vAlign w:val="center"/>
          </w:tcPr>
          <w:p w:rsidR="0018113E" w:rsidRPr="00423E46" w:rsidRDefault="0018113E" w:rsidP="00A07D53">
            <w:pPr>
              <w:jc w:val="center"/>
            </w:pP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18113E" w:rsidRPr="00297F3D" w:rsidRDefault="0018113E" w:rsidP="007F0F4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Среднегодовая численн</w:t>
            </w:r>
            <w:r>
              <w:rPr>
                <w:sz w:val="24"/>
                <w:szCs w:val="24"/>
              </w:rPr>
              <w:t xml:space="preserve">ость постоянного населения, тысяч </w:t>
            </w:r>
            <w:r w:rsidRPr="00297F3D">
              <w:rPr>
                <w:sz w:val="24"/>
                <w:szCs w:val="24"/>
              </w:rPr>
              <w:t>человек</w:t>
            </w:r>
          </w:p>
        </w:tc>
        <w:tc>
          <w:tcPr>
            <w:tcW w:w="1397" w:type="dxa"/>
            <w:vAlign w:val="center"/>
          </w:tcPr>
          <w:p w:rsidR="0018113E" w:rsidRPr="0079666D" w:rsidRDefault="0018113E" w:rsidP="004741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397" w:type="dxa"/>
            <w:vAlign w:val="center"/>
          </w:tcPr>
          <w:p w:rsidR="0018113E" w:rsidRPr="0079666D" w:rsidRDefault="0018113E" w:rsidP="004741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397" w:type="dxa"/>
            <w:vAlign w:val="center"/>
          </w:tcPr>
          <w:p w:rsidR="0018113E" w:rsidRPr="0079666D" w:rsidRDefault="0018113E" w:rsidP="004741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398" w:type="dxa"/>
            <w:vAlign w:val="center"/>
          </w:tcPr>
          <w:p w:rsidR="0018113E" w:rsidRPr="0079666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 w:rsidRPr="0079666D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97" w:type="dxa"/>
            <w:vAlign w:val="center"/>
          </w:tcPr>
          <w:p w:rsidR="0018113E" w:rsidRPr="0079666D" w:rsidRDefault="0018113E" w:rsidP="00367006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9666D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97" w:type="dxa"/>
            <w:vAlign w:val="center"/>
          </w:tcPr>
          <w:p w:rsidR="0018113E" w:rsidRPr="0079666D" w:rsidRDefault="0018113E" w:rsidP="00367006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9666D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98" w:type="dxa"/>
            <w:vAlign w:val="center"/>
          </w:tcPr>
          <w:p w:rsidR="0018113E" w:rsidRPr="0079666D" w:rsidRDefault="0018113E" w:rsidP="004741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24,8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18113E" w:rsidRPr="00297F3D" w:rsidRDefault="0018113E" w:rsidP="000B51C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Среднемесячная номинальная начисленная заработная плата по кругу обследуемых организаций, руб</w:t>
            </w:r>
            <w:r>
              <w:rPr>
                <w:sz w:val="24"/>
                <w:szCs w:val="24"/>
              </w:rPr>
              <w:t>лей</w:t>
            </w:r>
          </w:p>
        </w:tc>
        <w:tc>
          <w:tcPr>
            <w:tcW w:w="1397" w:type="dxa"/>
            <w:vAlign w:val="center"/>
          </w:tcPr>
          <w:p w:rsidR="0018113E" w:rsidRPr="0079666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52715,6</w:t>
            </w:r>
          </w:p>
        </w:tc>
        <w:tc>
          <w:tcPr>
            <w:tcW w:w="1397" w:type="dxa"/>
            <w:vAlign w:val="center"/>
          </w:tcPr>
          <w:p w:rsidR="0018113E" w:rsidRPr="0079666D" w:rsidRDefault="0018113E" w:rsidP="00D24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56041,0</w:t>
            </w:r>
          </w:p>
        </w:tc>
        <w:tc>
          <w:tcPr>
            <w:tcW w:w="1397" w:type="dxa"/>
            <w:vAlign w:val="center"/>
          </w:tcPr>
          <w:p w:rsidR="0018113E" w:rsidRPr="0079666D" w:rsidRDefault="0018113E" w:rsidP="00D367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57237,7</w:t>
            </w:r>
          </w:p>
        </w:tc>
        <w:tc>
          <w:tcPr>
            <w:tcW w:w="1398" w:type="dxa"/>
            <w:vAlign w:val="center"/>
          </w:tcPr>
          <w:p w:rsidR="0018113E" w:rsidRPr="0079666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54607,5</w:t>
            </w:r>
          </w:p>
        </w:tc>
        <w:tc>
          <w:tcPr>
            <w:tcW w:w="1397" w:type="dxa"/>
            <w:vAlign w:val="center"/>
          </w:tcPr>
          <w:p w:rsidR="0018113E" w:rsidRPr="0079666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57774,7</w:t>
            </w:r>
          </w:p>
        </w:tc>
        <w:tc>
          <w:tcPr>
            <w:tcW w:w="1397" w:type="dxa"/>
            <w:vAlign w:val="center"/>
          </w:tcPr>
          <w:p w:rsidR="0018113E" w:rsidRPr="0079666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79666D">
              <w:rPr>
                <w:color w:val="000000"/>
                <w:sz w:val="24"/>
                <w:szCs w:val="24"/>
              </w:rPr>
              <w:t>60085,67</w:t>
            </w:r>
          </w:p>
        </w:tc>
        <w:tc>
          <w:tcPr>
            <w:tcW w:w="1398" w:type="dxa"/>
            <w:vAlign w:val="center"/>
          </w:tcPr>
          <w:p w:rsidR="0018113E" w:rsidRPr="0079666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63089,9</w:t>
            </w:r>
          </w:p>
        </w:tc>
      </w:tr>
      <w:tr w:rsidR="0018113E" w:rsidRPr="00297F3D" w:rsidTr="001645A1">
        <w:trPr>
          <w:trHeight w:val="419"/>
        </w:trPr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18113E" w:rsidRPr="00297F3D" w:rsidRDefault="0018113E" w:rsidP="00FB1EDA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Фонд оплаты труда организаций района, </w:t>
            </w:r>
            <w:r>
              <w:rPr>
                <w:sz w:val="24"/>
                <w:szCs w:val="24"/>
              </w:rPr>
              <w:t>миллионов рублей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6506,4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1645A1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A5494C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08669D" w:rsidRDefault="0018113E" w:rsidP="00847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7278,0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7792,0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7970,3</w:t>
            </w:r>
          </w:p>
        </w:tc>
        <w:tc>
          <w:tcPr>
            <w:tcW w:w="1398" w:type="dxa"/>
            <w:vAlign w:val="center"/>
          </w:tcPr>
          <w:p w:rsidR="0018113E" w:rsidRPr="0008669D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8152,8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31124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18113E" w:rsidRDefault="0018113E" w:rsidP="00FB1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 фонда оплаты труда, процентов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1645A1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A5494C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08669D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111,9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107,1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1398" w:type="dxa"/>
            <w:vAlign w:val="center"/>
          </w:tcPr>
          <w:p w:rsidR="0018113E" w:rsidRPr="0008669D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311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4394" w:type="dxa"/>
          </w:tcPr>
          <w:p w:rsidR="0018113E" w:rsidRPr="00297F3D" w:rsidRDefault="0018113E" w:rsidP="0079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Налогооблагаемый фонд оплаты труда организаций района, миллионов рублей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086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6456,3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1645A1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A5494C">
            <w:pPr>
              <w:jc w:val="center"/>
              <w:rPr>
                <w:sz w:val="24"/>
                <w:szCs w:val="24"/>
              </w:rPr>
            </w:pPr>
            <w:r w:rsidRPr="0008669D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08669D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7219,8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7729,8</w:t>
            </w:r>
          </w:p>
        </w:tc>
        <w:tc>
          <w:tcPr>
            <w:tcW w:w="1397" w:type="dxa"/>
            <w:vAlign w:val="center"/>
          </w:tcPr>
          <w:p w:rsidR="0018113E" w:rsidRPr="0008669D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7907,0</w:t>
            </w:r>
          </w:p>
        </w:tc>
        <w:tc>
          <w:tcPr>
            <w:tcW w:w="1398" w:type="dxa"/>
            <w:vAlign w:val="center"/>
          </w:tcPr>
          <w:p w:rsidR="0018113E" w:rsidRPr="0008669D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8088,1</w:t>
            </w:r>
          </w:p>
        </w:tc>
      </w:tr>
      <w:tr w:rsidR="0018113E" w:rsidRPr="00F8745E" w:rsidTr="00BF30BF">
        <w:tc>
          <w:tcPr>
            <w:tcW w:w="993" w:type="dxa"/>
          </w:tcPr>
          <w:p w:rsidR="0018113E" w:rsidRPr="00297F3D" w:rsidRDefault="0018113E" w:rsidP="0031124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18113E" w:rsidRPr="00297F3D" w:rsidRDefault="0018113E" w:rsidP="00FB1EDA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Штатная численность муниципальных служащих,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F8745E" w:rsidRDefault="0018113E" w:rsidP="00BF30BF">
            <w:pPr>
              <w:jc w:val="center"/>
              <w:rPr>
                <w:sz w:val="24"/>
                <w:szCs w:val="24"/>
              </w:rPr>
            </w:pPr>
            <w:r w:rsidRPr="00F8745E">
              <w:rPr>
                <w:sz w:val="24"/>
                <w:szCs w:val="24"/>
              </w:rPr>
              <w:t>88,5</w:t>
            </w:r>
          </w:p>
        </w:tc>
        <w:tc>
          <w:tcPr>
            <w:tcW w:w="1397" w:type="dxa"/>
            <w:vAlign w:val="center"/>
          </w:tcPr>
          <w:p w:rsidR="0018113E" w:rsidRPr="00F8745E" w:rsidRDefault="0018113E" w:rsidP="001645A1">
            <w:pPr>
              <w:jc w:val="center"/>
              <w:rPr>
                <w:sz w:val="24"/>
                <w:szCs w:val="24"/>
              </w:rPr>
            </w:pPr>
            <w:r w:rsidRPr="00F8745E">
              <w:rPr>
                <w:sz w:val="24"/>
                <w:szCs w:val="24"/>
              </w:rPr>
              <w:t>88,5</w:t>
            </w:r>
          </w:p>
        </w:tc>
        <w:tc>
          <w:tcPr>
            <w:tcW w:w="1397" w:type="dxa"/>
            <w:vAlign w:val="center"/>
          </w:tcPr>
          <w:p w:rsidR="0018113E" w:rsidRPr="00F8745E" w:rsidRDefault="0018113E" w:rsidP="00A5494C">
            <w:pPr>
              <w:jc w:val="center"/>
              <w:rPr>
                <w:sz w:val="24"/>
                <w:szCs w:val="24"/>
              </w:rPr>
            </w:pPr>
            <w:r w:rsidRPr="00F8745E">
              <w:rPr>
                <w:sz w:val="24"/>
                <w:szCs w:val="24"/>
              </w:rPr>
              <w:t>88,5</w:t>
            </w:r>
          </w:p>
        </w:tc>
        <w:tc>
          <w:tcPr>
            <w:tcW w:w="1398" w:type="dxa"/>
            <w:vAlign w:val="center"/>
          </w:tcPr>
          <w:p w:rsidR="0018113E" w:rsidRPr="00F8745E" w:rsidRDefault="0018113E" w:rsidP="003C41C0">
            <w:pPr>
              <w:jc w:val="center"/>
              <w:rPr>
                <w:sz w:val="24"/>
                <w:szCs w:val="24"/>
              </w:rPr>
            </w:pPr>
            <w:r w:rsidRPr="00F8745E">
              <w:rPr>
                <w:sz w:val="24"/>
                <w:szCs w:val="24"/>
              </w:rPr>
              <w:t>88,5</w:t>
            </w:r>
          </w:p>
        </w:tc>
        <w:tc>
          <w:tcPr>
            <w:tcW w:w="1397" w:type="dxa"/>
            <w:vAlign w:val="center"/>
          </w:tcPr>
          <w:p w:rsidR="0018113E" w:rsidRPr="00F8745E" w:rsidRDefault="0018113E" w:rsidP="003C41C0">
            <w:pPr>
              <w:jc w:val="center"/>
              <w:rPr>
                <w:sz w:val="24"/>
                <w:szCs w:val="24"/>
              </w:rPr>
            </w:pPr>
            <w:r w:rsidRPr="00F8745E">
              <w:rPr>
                <w:sz w:val="24"/>
                <w:szCs w:val="24"/>
              </w:rPr>
              <w:t>88,5</w:t>
            </w:r>
          </w:p>
        </w:tc>
        <w:tc>
          <w:tcPr>
            <w:tcW w:w="1397" w:type="dxa"/>
            <w:vAlign w:val="center"/>
          </w:tcPr>
          <w:p w:rsidR="0018113E" w:rsidRPr="00F8745E" w:rsidRDefault="0018113E" w:rsidP="003C41C0">
            <w:pPr>
              <w:jc w:val="center"/>
              <w:rPr>
                <w:sz w:val="24"/>
                <w:szCs w:val="24"/>
              </w:rPr>
            </w:pPr>
            <w:r w:rsidRPr="00F8745E">
              <w:rPr>
                <w:sz w:val="24"/>
                <w:szCs w:val="24"/>
              </w:rPr>
              <w:t>88,5</w:t>
            </w:r>
          </w:p>
        </w:tc>
        <w:tc>
          <w:tcPr>
            <w:tcW w:w="1398" w:type="dxa"/>
            <w:vAlign w:val="center"/>
          </w:tcPr>
          <w:p w:rsidR="0018113E" w:rsidRPr="00F8745E" w:rsidRDefault="0018113E" w:rsidP="00674FD2">
            <w:pPr>
              <w:jc w:val="center"/>
              <w:rPr>
                <w:sz w:val="24"/>
                <w:szCs w:val="24"/>
              </w:rPr>
            </w:pPr>
            <w:r w:rsidRPr="00F8745E">
              <w:rPr>
                <w:sz w:val="24"/>
                <w:szCs w:val="24"/>
              </w:rPr>
              <w:t>88,5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311246">
            <w:pPr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18113E" w:rsidRPr="00297F3D" w:rsidRDefault="0018113E" w:rsidP="00FB1EDA">
            <w:pPr>
              <w:rPr>
                <w:color w:val="000000"/>
                <w:sz w:val="24"/>
                <w:szCs w:val="24"/>
              </w:rPr>
            </w:pPr>
            <w:r w:rsidRPr="00297F3D">
              <w:rPr>
                <w:color w:val="000000"/>
                <w:sz w:val="24"/>
                <w:szCs w:val="24"/>
              </w:rPr>
              <w:t xml:space="preserve">Среднемесячная заработная плата муниципальных служащих, </w:t>
            </w:r>
            <w:r>
              <w:rPr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397" w:type="dxa"/>
            <w:vAlign w:val="center"/>
          </w:tcPr>
          <w:p w:rsidR="0018113E" w:rsidRPr="00284DC1" w:rsidRDefault="0018113E" w:rsidP="00FC5FFC">
            <w:pPr>
              <w:jc w:val="center"/>
              <w:rPr>
                <w:sz w:val="24"/>
                <w:szCs w:val="24"/>
              </w:rPr>
            </w:pPr>
            <w:r w:rsidRPr="00284DC1">
              <w:rPr>
                <w:sz w:val="24"/>
                <w:szCs w:val="24"/>
              </w:rPr>
              <w:t>34,5</w:t>
            </w:r>
          </w:p>
        </w:tc>
        <w:tc>
          <w:tcPr>
            <w:tcW w:w="1397" w:type="dxa"/>
            <w:vAlign w:val="center"/>
          </w:tcPr>
          <w:p w:rsidR="0018113E" w:rsidRPr="00284DC1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vAlign w:val="center"/>
          </w:tcPr>
          <w:p w:rsidR="0018113E" w:rsidRPr="00284DC1" w:rsidRDefault="0018113E" w:rsidP="00A5494C">
            <w:pPr>
              <w:jc w:val="center"/>
              <w:rPr>
                <w:sz w:val="24"/>
                <w:szCs w:val="24"/>
              </w:rPr>
            </w:pPr>
            <w:r w:rsidRPr="00284DC1">
              <w:rPr>
                <w:sz w:val="24"/>
                <w:szCs w:val="24"/>
              </w:rPr>
              <w:t>27,9</w:t>
            </w:r>
          </w:p>
        </w:tc>
        <w:tc>
          <w:tcPr>
            <w:tcW w:w="1398" w:type="dxa"/>
            <w:vAlign w:val="center"/>
          </w:tcPr>
          <w:p w:rsidR="0018113E" w:rsidRPr="00284DC1" w:rsidRDefault="0018113E" w:rsidP="00276B60">
            <w:pPr>
              <w:jc w:val="center"/>
              <w:rPr>
                <w:sz w:val="24"/>
                <w:szCs w:val="24"/>
              </w:rPr>
            </w:pPr>
            <w:r w:rsidRPr="00284DC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  <w:r w:rsidRPr="00284DC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:rsidR="0018113E" w:rsidRPr="00284DC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1397" w:type="dxa"/>
            <w:vAlign w:val="center"/>
          </w:tcPr>
          <w:p w:rsidR="0018113E" w:rsidRPr="00284DC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1398" w:type="dxa"/>
            <w:vAlign w:val="center"/>
          </w:tcPr>
          <w:p w:rsidR="0018113E" w:rsidRPr="00284DC1" w:rsidRDefault="0018113E" w:rsidP="00674F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31124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18113E" w:rsidRPr="00F83E66" w:rsidRDefault="0018113E" w:rsidP="00FB1EDA">
            <w:pPr>
              <w:rPr>
                <w:sz w:val="24"/>
                <w:szCs w:val="24"/>
              </w:rPr>
            </w:pPr>
            <w:r w:rsidRPr="00F83E66">
              <w:rPr>
                <w:sz w:val="24"/>
                <w:szCs w:val="24"/>
              </w:rPr>
              <w:t>Расходы бюджета на содержание органов местного самоуправления, тысяч рублей</w:t>
            </w:r>
          </w:p>
        </w:tc>
        <w:tc>
          <w:tcPr>
            <w:tcW w:w="1397" w:type="dxa"/>
            <w:vAlign w:val="center"/>
          </w:tcPr>
          <w:p w:rsidR="0018113E" w:rsidRPr="00284DC1" w:rsidRDefault="0018113E" w:rsidP="00A5494C">
            <w:pPr>
              <w:jc w:val="center"/>
              <w:rPr>
                <w:sz w:val="24"/>
                <w:szCs w:val="24"/>
              </w:rPr>
            </w:pPr>
            <w:r w:rsidRPr="00284DC1">
              <w:rPr>
                <w:sz w:val="24"/>
                <w:szCs w:val="24"/>
              </w:rPr>
              <w:t>73583,6</w:t>
            </w:r>
          </w:p>
        </w:tc>
        <w:tc>
          <w:tcPr>
            <w:tcW w:w="1397" w:type="dxa"/>
            <w:vAlign w:val="center"/>
          </w:tcPr>
          <w:p w:rsidR="0018113E" w:rsidRPr="00284DC1" w:rsidRDefault="0018113E" w:rsidP="001645A1">
            <w:pPr>
              <w:jc w:val="center"/>
              <w:rPr>
                <w:sz w:val="24"/>
                <w:szCs w:val="24"/>
              </w:rPr>
            </w:pPr>
            <w:r w:rsidRPr="00284DC1">
              <w:rPr>
                <w:sz w:val="24"/>
                <w:szCs w:val="24"/>
              </w:rPr>
              <w:t>21720,7</w:t>
            </w:r>
          </w:p>
        </w:tc>
        <w:tc>
          <w:tcPr>
            <w:tcW w:w="1397" w:type="dxa"/>
            <w:vAlign w:val="center"/>
          </w:tcPr>
          <w:p w:rsidR="0018113E" w:rsidRPr="00284DC1" w:rsidRDefault="0018113E" w:rsidP="00A5494C">
            <w:pPr>
              <w:jc w:val="center"/>
              <w:rPr>
                <w:sz w:val="24"/>
                <w:szCs w:val="24"/>
              </w:rPr>
            </w:pPr>
            <w:r w:rsidRPr="00284DC1">
              <w:rPr>
                <w:sz w:val="24"/>
                <w:szCs w:val="24"/>
              </w:rPr>
              <w:t>46712,6</w:t>
            </w:r>
          </w:p>
        </w:tc>
        <w:tc>
          <w:tcPr>
            <w:tcW w:w="1398" w:type="dxa"/>
            <w:vAlign w:val="center"/>
          </w:tcPr>
          <w:p w:rsidR="0018113E" w:rsidRPr="00284DC1" w:rsidRDefault="0018113E" w:rsidP="003C41C0">
            <w:pPr>
              <w:jc w:val="center"/>
              <w:rPr>
                <w:sz w:val="24"/>
                <w:szCs w:val="24"/>
              </w:rPr>
            </w:pPr>
            <w:r w:rsidRPr="00284DC1">
              <w:rPr>
                <w:sz w:val="24"/>
                <w:szCs w:val="24"/>
              </w:rPr>
              <w:t>81723,1</w:t>
            </w:r>
          </w:p>
        </w:tc>
        <w:tc>
          <w:tcPr>
            <w:tcW w:w="1397" w:type="dxa"/>
            <w:vAlign w:val="center"/>
          </w:tcPr>
          <w:p w:rsidR="0018113E" w:rsidRPr="00284DC1" w:rsidRDefault="0018113E" w:rsidP="003C41C0">
            <w:pPr>
              <w:jc w:val="center"/>
              <w:rPr>
                <w:sz w:val="24"/>
                <w:szCs w:val="24"/>
              </w:rPr>
            </w:pPr>
            <w:r w:rsidRPr="00284DC1">
              <w:rPr>
                <w:sz w:val="24"/>
                <w:szCs w:val="24"/>
              </w:rPr>
              <w:t>71098,4</w:t>
            </w:r>
          </w:p>
        </w:tc>
        <w:tc>
          <w:tcPr>
            <w:tcW w:w="1397" w:type="dxa"/>
            <w:vAlign w:val="center"/>
          </w:tcPr>
          <w:p w:rsidR="0018113E" w:rsidRPr="00284DC1" w:rsidRDefault="0018113E" w:rsidP="003C41C0">
            <w:pPr>
              <w:jc w:val="center"/>
              <w:rPr>
                <w:sz w:val="24"/>
                <w:szCs w:val="24"/>
              </w:rPr>
            </w:pPr>
            <w:r w:rsidRPr="00284DC1">
              <w:rPr>
                <w:sz w:val="24"/>
                <w:szCs w:val="24"/>
              </w:rPr>
              <w:t>71041,3</w:t>
            </w:r>
          </w:p>
        </w:tc>
        <w:tc>
          <w:tcPr>
            <w:tcW w:w="1398" w:type="dxa"/>
            <w:vAlign w:val="center"/>
          </w:tcPr>
          <w:p w:rsidR="0018113E" w:rsidRPr="00284DC1" w:rsidRDefault="0018113E" w:rsidP="00674FD2">
            <w:pPr>
              <w:jc w:val="center"/>
              <w:rPr>
                <w:sz w:val="24"/>
                <w:szCs w:val="24"/>
              </w:rPr>
            </w:pPr>
            <w:r w:rsidRPr="00284DC1">
              <w:rPr>
                <w:sz w:val="24"/>
                <w:szCs w:val="24"/>
              </w:rPr>
              <w:t>71041,3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:rsidR="0018113E" w:rsidRPr="00297F3D" w:rsidRDefault="0018113E" w:rsidP="00FB1EDA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Оборот организаций всех видов экономической деятельности, млрд.</w:t>
            </w:r>
            <w:r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D24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37,6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:rsidR="0018113E" w:rsidRPr="00297F3D" w:rsidRDefault="0018113E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 Количество потенциально опасных объектов, несущих угрозу для жизни населения,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:rsidR="0018113E" w:rsidRPr="00F8745E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 w:rsidRPr="00F874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8" w:type="dxa"/>
            <w:vAlign w:val="center"/>
          </w:tcPr>
          <w:p w:rsidR="0018113E" w:rsidRPr="00F8745E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F874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:rsidR="0018113E" w:rsidRPr="00F8745E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F874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:rsidR="0018113E" w:rsidRPr="00F8745E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F874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8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10.</w:t>
            </w:r>
          </w:p>
        </w:tc>
        <w:tc>
          <w:tcPr>
            <w:tcW w:w="4394" w:type="dxa"/>
          </w:tcPr>
          <w:p w:rsidR="0018113E" w:rsidRPr="00297F3D" w:rsidRDefault="0018113E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Количество потенциально опасных промышленных объектов, несущих угрозу для жизни населения,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674F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674F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:rsidR="0018113E" w:rsidRPr="00F8745E" w:rsidRDefault="0018113E" w:rsidP="00674FD2">
            <w:pPr>
              <w:jc w:val="center"/>
              <w:rPr>
                <w:color w:val="000000"/>
                <w:sz w:val="24"/>
                <w:szCs w:val="24"/>
              </w:rPr>
            </w:pPr>
            <w:r w:rsidRPr="00F874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8" w:type="dxa"/>
            <w:vAlign w:val="center"/>
          </w:tcPr>
          <w:p w:rsidR="0018113E" w:rsidRPr="00F8745E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F874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:rsidR="0018113E" w:rsidRPr="00F8745E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F874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:rsidR="0018113E" w:rsidRPr="00F8745E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F874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8" w:type="dxa"/>
            <w:vAlign w:val="center"/>
          </w:tcPr>
          <w:p w:rsidR="0018113E" w:rsidRPr="006F0186" w:rsidRDefault="0018113E" w:rsidP="00674F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11.</w:t>
            </w:r>
          </w:p>
        </w:tc>
        <w:tc>
          <w:tcPr>
            <w:tcW w:w="4394" w:type="dxa"/>
          </w:tcPr>
          <w:p w:rsidR="0018113E" w:rsidRPr="00297F3D" w:rsidRDefault="0018113E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Удельный вес объемов перерабатываемых отходов производства в общем объеме образовавшихся отходов,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A5494C">
            <w:pPr>
              <w:jc w:val="center"/>
            </w:pPr>
            <w:r>
              <w:t>0</w:t>
            </w:r>
          </w:p>
        </w:tc>
        <w:tc>
          <w:tcPr>
            <w:tcW w:w="1398" w:type="dxa"/>
            <w:vAlign w:val="center"/>
          </w:tcPr>
          <w:p w:rsidR="0018113E" w:rsidRPr="002924D2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8" w:type="dxa"/>
            <w:vAlign w:val="center"/>
          </w:tcPr>
          <w:p w:rsidR="0018113E" w:rsidRPr="002924D2" w:rsidRDefault="0018113E" w:rsidP="00A5494C">
            <w:pPr>
              <w:jc w:val="center"/>
            </w:pPr>
            <w:r>
              <w:t>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12.</w:t>
            </w:r>
          </w:p>
        </w:tc>
        <w:tc>
          <w:tcPr>
            <w:tcW w:w="4394" w:type="dxa"/>
          </w:tcPr>
          <w:p w:rsidR="0018113E" w:rsidRPr="00297F3D" w:rsidRDefault="0018113E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Удельный вес объемов перерабатываемых отходов потребления в общем объеме образовавшихся отходов потребления,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A5494C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A5494C">
            <w:pPr>
              <w:jc w:val="center"/>
            </w:pPr>
            <w:r>
              <w:t>0</w:t>
            </w:r>
          </w:p>
        </w:tc>
        <w:tc>
          <w:tcPr>
            <w:tcW w:w="1398" w:type="dxa"/>
            <w:vAlign w:val="center"/>
          </w:tcPr>
          <w:p w:rsidR="0018113E" w:rsidRPr="002924D2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8" w:type="dxa"/>
            <w:vAlign w:val="center"/>
          </w:tcPr>
          <w:p w:rsidR="0018113E" w:rsidRPr="002924D2" w:rsidRDefault="0018113E" w:rsidP="00A5494C">
            <w:pPr>
              <w:jc w:val="center"/>
            </w:pPr>
            <w:r>
              <w:t>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13.</w:t>
            </w:r>
          </w:p>
        </w:tc>
        <w:tc>
          <w:tcPr>
            <w:tcW w:w="4394" w:type="dxa"/>
          </w:tcPr>
          <w:p w:rsidR="0018113E" w:rsidRPr="00297F3D" w:rsidRDefault="0018113E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Число планируемых к строительству объектов по переработке отходов производства,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A5494C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A5494C">
            <w:pPr>
              <w:jc w:val="center"/>
            </w:pPr>
            <w:r>
              <w:t>0</w:t>
            </w:r>
          </w:p>
        </w:tc>
        <w:tc>
          <w:tcPr>
            <w:tcW w:w="1398" w:type="dxa"/>
            <w:vAlign w:val="center"/>
          </w:tcPr>
          <w:p w:rsidR="0018113E" w:rsidRPr="002924D2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8" w:type="dxa"/>
            <w:vAlign w:val="center"/>
          </w:tcPr>
          <w:p w:rsidR="0018113E" w:rsidRPr="002924D2" w:rsidRDefault="0018113E" w:rsidP="00A5494C">
            <w:pPr>
              <w:jc w:val="center"/>
            </w:pPr>
            <w:r>
              <w:t>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14.</w:t>
            </w:r>
          </w:p>
        </w:tc>
        <w:tc>
          <w:tcPr>
            <w:tcW w:w="4394" w:type="dxa"/>
          </w:tcPr>
          <w:p w:rsidR="0018113E" w:rsidRPr="00297F3D" w:rsidRDefault="0018113E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Удельный вес прибыльных сельскохозяйственных организаций в общем их числе (для муниципальных районов),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15.</w:t>
            </w:r>
          </w:p>
        </w:tc>
        <w:tc>
          <w:tcPr>
            <w:tcW w:w="4394" w:type="dxa"/>
          </w:tcPr>
          <w:p w:rsidR="0018113E" w:rsidRPr="00297F3D" w:rsidRDefault="0018113E" w:rsidP="007807E6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Количество предприятий малого и среднего предпринимательства,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4F2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</w:t>
            </w:r>
          </w:p>
        </w:tc>
        <w:tc>
          <w:tcPr>
            <w:tcW w:w="1397" w:type="dxa"/>
            <w:vAlign w:val="center"/>
          </w:tcPr>
          <w:p w:rsidR="0018113E" w:rsidRPr="00CC43EC" w:rsidRDefault="0018113E" w:rsidP="002924D2">
            <w:pPr>
              <w:jc w:val="center"/>
              <w:rPr>
                <w:sz w:val="24"/>
                <w:szCs w:val="24"/>
              </w:rPr>
            </w:pPr>
            <w:r w:rsidRPr="00CC43EC">
              <w:rPr>
                <w:sz w:val="24"/>
                <w:szCs w:val="24"/>
              </w:rPr>
              <w:t>656</w:t>
            </w:r>
          </w:p>
        </w:tc>
        <w:tc>
          <w:tcPr>
            <w:tcW w:w="1398" w:type="dxa"/>
            <w:vAlign w:val="center"/>
          </w:tcPr>
          <w:p w:rsidR="0018113E" w:rsidRPr="002924D2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</w:t>
            </w:r>
          </w:p>
        </w:tc>
        <w:tc>
          <w:tcPr>
            <w:tcW w:w="1398" w:type="dxa"/>
            <w:vAlign w:val="center"/>
          </w:tcPr>
          <w:p w:rsidR="0018113E" w:rsidRPr="002924D2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16.</w:t>
            </w:r>
          </w:p>
        </w:tc>
        <w:tc>
          <w:tcPr>
            <w:tcW w:w="4394" w:type="dxa"/>
          </w:tcPr>
          <w:p w:rsidR="0018113E" w:rsidRPr="00297F3D" w:rsidRDefault="0018113E" w:rsidP="000B51C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Среднесписочная численность работников по предприятиям малого и среднего предпринимательства,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2170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2170</w:t>
            </w:r>
          </w:p>
        </w:tc>
        <w:tc>
          <w:tcPr>
            <w:tcW w:w="1398" w:type="dxa"/>
            <w:vAlign w:val="center"/>
          </w:tcPr>
          <w:p w:rsidR="0018113E" w:rsidRPr="002924D2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2192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2214</w:t>
            </w:r>
          </w:p>
        </w:tc>
        <w:tc>
          <w:tcPr>
            <w:tcW w:w="1397" w:type="dxa"/>
            <w:vAlign w:val="center"/>
          </w:tcPr>
          <w:p w:rsidR="0018113E" w:rsidRPr="002924D2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2236</w:t>
            </w:r>
          </w:p>
        </w:tc>
        <w:tc>
          <w:tcPr>
            <w:tcW w:w="1398" w:type="dxa"/>
            <w:vAlign w:val="center"/>
          </w:tcPr>
          <w:p w:rsidR="0018113E" w:rsidRPr="002924D2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2258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162E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17.</w:t>
            </w:r>
          </w:p>
        </w:tc>
        <w:tc>
          <w:tcPr>
            <w:tcW w:w="4394" w:type="dxa"/>
          </w:tcPr>
          <w:p w:rsidR="0018113E" w:rsidRPr="001D13BD" w:rsidRDefault="0018113E" w:rsidP="00156F3F">
            <w:pPr>
              <w:rPr>
                <w:sz w:val="24"/>
                <w:szCs w:val="24"/>
              </w:rPr>
            </w:pPr>
            <w:r w:rsidRPr="001D13BD">
              <w:rPr>
                <w:sz w:val="24"/>
                <w:szCs w:val="24"/>
              </w:rPr>
              <w:t>Объем привлеченных инвестиций по вопросам местного значения, миллионов рублей</w:t>
            </w:r>
          </w:p>
        </w:tc>
        <w:tc>
          <w:tcPr>
            <w:tcW w:w="1397" w:type="dxa"/>
            <w:vAlign w:val="center"/>
          </w:tcPr>
          <w:p w:rsidR="0018113E" w:rsidRPr="00C87D3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168,3</w:t>
            </w:r>
          </w:p>
        </w:tc>
        <w:tc>
          <w:tcPr>
            <w:tcW w:w="1397" w:type="dxa"/>
            <w:vAlign w:val="center"/>
          </w:tcPr>
          <w:p w:rsidR="0018113E" w:rsidRPr="00C87D39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</w:t>
            </w:r>
          </w:p>
        </w:tc>
        <w:tc>
          <w:tcPr>
            <w:tcW w:w="1397" w:type="dxa"/>
            <w:vAlign w:val="center"/>
          </w:tcPr>
          <w:p w:rsidR="0018113E" w:rsidRPr="00C87D3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398" w:type="dxa"/>
            <w:vAlign w:val="center"/>
          </w:tcPr>
          <w:p w:rsidR="0018113E" w:rsidRPr="00C87D3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207,8</w:t>
            </w:r>
          </w:p>
        </w:tc>
        <w:tc>
          <w:tcPr>
            <w:tcW w:w="1397" w:type="dxa"/>
            <w:vAlign w:val="center"/>
          </w:tcPr>
          <w:p w:rsidR="0018113E" w:rsidRPr="00C87D3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C87D3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C87D3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00691D" w:rsidRDefault="0018113E" w:rsidP="00895F5F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4394" w:type="dxa"/>
          </w:tcPr>
          <w:p w:rsidR="0018113E" w:rsidRPr="0000691D" w:rsidRDefault="0018113E" w:rsidP="004D4E54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Владение, пользование и распоряжение имуществом</w:t>
            </w: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1645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18113E" w:rsidRPr="00297F3D" w:rsidRDefault="0018113E" w:rsidP="00A234D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Доходы</w:t>
            </w:r>
            <w:r>
              <w:rPr>
                <w:sz w:val="24"/>
                <w:szCs w:val="24"/>
              </w:rPr>
              <w:t xml:space="preserve"> от использования муниципального </w:t>
            </w:r>
            <w:r w:rsidRPr="00297F3D">
              <w:rPr>
                <w:sz w:val="24"/>
                <w:szCs w:val="24"/>
              </w:rPr>
              <w:t>имущества</w:t>
            </w:r>
            <w:r>
              <w:rPr>
                <w:sz w:val="24"/>
                <w:szCs w:val="24"/>
              </w:rPr>
              <w:t>, тысяч рублей, в том числе: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29714,8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6286,2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16353,7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FF6C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33993,0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31875,0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33149,0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B337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34309,0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394" w:type="dxa"/>
          </w:tcPr>
          <w:p w:rsidR="0018113E" w:rsidRPr="00297F3D" w:rsidRDefault="0018113E" w:rsidP="004469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тысяч рублей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B337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15988,0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3736,0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7432,3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17965,0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4121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18561,0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4121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19303,0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19979,0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A234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394" w:type="dxa"/>
          </w:tcPr>
          <w:p w:rsidR="0018113E" w:rsidRPr="00297F3D" w:rsidRDefault="0018113E" w:rsidP="004469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платы за земельные участки после разграничения государственной собственности на землю, тысяч рублей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B337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234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166,4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394" w:type="dxa"/>
          </w:tcPr>
          <w:p w:rsidR="0018113E" w:rsidRPr="00297F3D" w:rsidRDefault="0018113E" w:rsidP="00156F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собственности, тысяч рублей 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B337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13593,6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2510,6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8755,0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15774,0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12824,0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13336,0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13802,0</w:t>
            </w:r>
          </w:p>
        </w:tc>
      </w:tr>
      <w:tr w:rsidR="0018113E" w:rsidRPr="00662E7F" w:rsidTr="001645A1">
        <w:tc>
          <w:tcPr>
            <w:tcW w:w="993" w:type="dxa"/>
          </w:tcPr>
          <w:p w:rsidR="0018113E" w:rsidRPr="00662E7F" w:rsidRDefault="0018113E" w:rsidP="00895F5F">
            <w:pPr>
              <w:rPr>
                <w:sz w:val="24"/>
                <w:szCs w:val="24"/>
              </w:rPr>
            </w:pPr>
            <w:r w:rsidRPr="00662E7F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18113E" w:rsidRPr="00662E7F" w:rsidRDefault="0018113E" w:rsidP="00156F3F">
            <w:pPr>
              <w:rPr>
                <w:sz w:val="24"/>
                <w:szCs w:val="24"/>
              </w:rPr>
            </w:pPr>
            <w:r w:rsidRPr="00662E7F">
              <w:rPr>
                <w:sz w:val="24"/>
                <w:szCs w:val="24"/>
              </w:rPr>
              <w:t>Налог на имущество физических лиц, зачисляемый в консолидированный бюджет района, тысяч рублей</w:t>
            </w:r>
          </w:p>
        </w:tc>
        <w:tc>
          <w:tcPr>
            <w:tcW w:w="1397" w:type="dxa"/>
            <w:vAlign w:val="center"/>
          </w:tcPr>
          <w:p w:rsidR="0018113E" w:rsidRPr="00662E7F" w:rsidRDefault="0018113E" w:rsidP="00A5494C">
            <w:pPr>
              <w:jc w:val="center"/>
              <w:rPr>
                <w:sz w:val="24"/>
                <w:szCs w:val="24"/>
              </w:rPr>
            </w:pPr>
            <w:r w:rsidRPr="00662E7F">
              <w:rPr>
                <w:sz w:val="24"/>
                <w:szCs w:val="24"/>
              </w:rPr>
              <w:t>7358,7</w:t>
            </w:r>
          </w:p>
        </w:tc>
        <w:tc>
          <w:tcPr>
            <w:tcW w:w="1397" w:type="dxa"/>
            <w:vAlign w:val="center"/>
          </w:tcPr>
          <w:p w:rsidR="0018113E" w:rsidRPr="00662E7F" w:rsidRDefault="0018113E" w:rsidP="001645A1">
            <w:pPr>
              <w:jc w:val="center"/>
              <w:rPr>
                <w:sz w:val="24"/>
                <w:szCs w:val="24"/>
              </w:rPr>
            </w:pPr>
            <w:r w:rsidRPr="00662E7F">
              <w:rPr>
                <w:sz w:val="24"/>
                <w:szCs w:val="24"/>
              </w:rPr>
              <w:t>742,4</w:t>
            </w:r>
          </w:p>
        </w:tc>
        <w:tc>
          <w:tcPr>
            <w:tcW w:w="1397" w:type="dxa"/>
            <w:vAlign w:val="center"/>
          </w:tcPr>
          <w:p w:rsidR="0018113E" w:rsidRPr="00662E7F" w:rsidRDefault="0018113E" w:rsidP="00A5494C">
            <w:pPr>
              <w:jc w:val="center"/>
              <w:rPr>
                <w:sz w:val="24"/>
                <w:szCs w:val="24"/>
              </w:rPr>
            </w:pPr>
            <w:r w:rsidRPr="00662E7F">
              <w:rPr>
                <w:sz w:val="24"/>
                <w:szCs w:val="24"/>
              </w:rPr>
              <w:t>1154,7</w:t>
            </w:r>
          </w:p>
        </w:tc>
        <w:tc>
          <w:tcPr>
            <w:tcW w:w="1398" w:type="dxa"/>
            <w:vAlign w:val="center"/>
          </w:tcPr>
          <w:p w:rsidR="0018113E" w:rsidRPr="00662E7F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7390,0</w:t>
            </w:r>
          </w:p>
        </w:tc>
        <w:tc>
          <w:tcPr>
            <w:tcW w:w="1397" w:type="dxa"/>
            <w:vAlign w:val="center"/>
          </w:tcPr>
          <w:p w:rsidR="0018113E" w:rsidRPr="00662E7F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7540,0</w:t>
            </w:r>
          </w:p>
        </w:tc>
        <w:tc>
          <w:tcPr>
            <w:tcW w:w="1397" w:type="dxa"/>
            <w:vAlign w:val="center"/>
          </w:tcPr>
          <w:p w:rsidR="0018113E" w:rsidRPr="00662E7F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7701,0</w:t>
            </w:r>
          </w:p>
        </w:tc>
        <w:tc>
          <w:tcPr>
            <w:tcW w:w="1398" w:type="dxa"/>
            <w:vAlign w:val="center"/>
          </w:tcPr>
          <w:p w:rsidR="0018113E" w:rsidRPr="00662E7F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7860,0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156F3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Земельный налог</w:t>
            </w:r>
            <w:r>
              <w:rPr>
                <w:sz w:val="24"/>
                <w:szCs w:val="24"/>
              </w:rPr>
              <w:t>, зачисляемый в консолидированный</w:t>
            </w:r>
            <w:r w:rsidRPr="00297F3D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 xml:space="preserve"> района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7513,5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1056,6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4553,2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8415,0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9008,0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9337,0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6F01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9441,0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EC1F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Число объектов муниципальной собственности, планируемых к приватизации, единиц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1F0E0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 муниципальных автономных учреждений от общего числа муниципальных учреждений в муниципальном районе,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основных фондов организаций муниципальной формы собственности, находящихся в стадии банкротства, в общей стоимости основных фондов организаций муниципальной формы собственности,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многоквартирных домов, расположенных на земельных участках, в отношении которых осуществлен государственный кадастровый учет,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8113E" w:rsidRPr="00B3482E" w:rsidTr="001645A1">
        <w:tc>
          <w:tcPr>
            <w:tcW w:w="993" w:type="dxa"/>
          </w:tcPr>
          <w:p w:rsidR="0018113E" w:rsidRPr="00B3482E" w:rsidRDefault="0018113E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482E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B3482E" w:rsidRDefault="0018113E" w:rsidP="00171DBC">
            <w:pPr>
              <w:rPr>
                <w:sz w:val="24"/>
                <w:szCs w:val="24"/>
              </w:rPr>
            </w:pPr>
            <w:r w:rsidRPr="00B3482E">
              <w:rPr>
                <w:sz w:val="24"/>
                <w:szCs w:val="24"/>
              </w:rPr>
              <w:t>Площадь земельных участков</w:t>
            </w:r>
            <w:r w:rsidRPr="00297F3D">
              <w:rPr>
                <w:sz w:val="24"/>
                <w:szCs w:val="24"/>
              </w:rPr>
              <w:t xml:space="preserve"> предоставленных для строительства</w:t>
            </w:r>
            <w:r w:rsidRPr="00B3482E">
              <w:rPr>
                <w:sz w:val="24"/>
                <w:szCs w:val="24"/>
              </w:rPr>
              <w:t>, квадратных метров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9C77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78000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EC21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4570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4570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60000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4570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60000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60000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9C77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60000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895F5F">
            <w:pPr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18113E" w:rsidRPr="00587E47" w:rsidRDefault="0018113E" w:rsidP="009C77BC">
            <w:pPr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Площадь земельных участков выставленных на торги, квадратных метров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9C77BC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82647,0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1645A1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4500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9C77BC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24000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60000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60000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60000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9C77BC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60000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A234DC">
            <w:pPr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10.</w:t>
            </w:r>
          </w:p>
        </w:tc>
        <w:tc>
          <w:tcPr>
            <w:tcW w:w="4394" w:type="dxa"/>
          </w:tcPr>
          <w:p w:rsidR="0018113E" w:rsidRPr="00587E47" w:rsidRDefault="0018113E" w:rsidP="00EC1FF3">
            <w:pPr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Кадастровая стоимость земельных участков, миллионов рублей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1089,3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1645A1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-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1090,0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1090,0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1090,0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A5494C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1090,0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A234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18113E" w:rsidRPr="00297F3D" w:rsidRDefault="0018113E" w:rsidP="00412B2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Кадастровая стоимость </w:t>
            </w:r>
            <w:r>
              <w:rPr>
                <w:sz w:val="24"/>
                <w:szCs w:val="24"/>
              </w:rPr>
              <w:t xml:space="preserve">налогооблагаемых </w:t>
            </w:r>
            <w:r w:rsidRPr="00297F3D">
              <w:rPr>
                <w:sz w:val="24"/>
                <w:szCs w:val="24"/>
              </w:rPr>
              <w:t xml:space="preserve">земельных участков, </w:t>
            </w:r>
            <w:r>
              <w:rPr>
                <w:sz w:val="24"/>
                <w:szCs w:val="24"/>
              </w:rPr>
              <w:t>миллионов рублей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137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952,9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6445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EC1F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площади земельных участков, являющихся объектами налогообложения земельным налогом, от общей площади муниципального района,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0,023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EC1F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фактически используемых сельскохозяйственных угодий в общей площади сельскохозяйственных угодий муниципального района,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37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37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137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95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4D4E5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  <w:t xml:space="preserve">используемых </w:t>
            </w:r>
            <w:r w:rsidRPr="00297F3D">
              <w:rPr>
                <w:sz w:val="24"/>
                <w:szCs w:val="24"/>
              </w:rPr>
              <w:t>земельных участков сельскохозяйственного назначения, гектаров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37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37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137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</w:t>
            </w:r>
          </w:p>
        </w:tc>
        <w:tc>
          <w:tcPr>
            <w:tcW w:w="1397" w:type="dxa"/>
            <w:vAlign w:val="center"/>
          </w:tcPr>
          <w:p w:rsidR="0018113E" w:rsidRPr="008107D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</w:t>
            </w:r>
          </w:p>
        </w:tc>
        <w:tc>
          <w:tcPr>
            <w:tcW w:w="1398" w:type="dxa"/>
            <w:vAlign w:val="center"/>
          </w:tcPr>
          <w:p w:rsidR="0018113E" w:rsidRPr="008107D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00691D" w:rsidRDefault="0018113E" w:rsidP="00FC2CE3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III</w:t>
            </w:r>
            <w:r w:rsidRPr="0000691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00691D" w:rsidRDefault="0018113E" w:rsidP="00297F3D">
            <w:pPr>
              <w:spacing w:line="240" w:lineRule="exact"/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Организация электроснабжения поселений района, создание условий для предоставления транспортной услуги и услуг связи населению района</w:t>
            </w: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1645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FC2CE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18113E" w:rsidRPr="00297F3D" w:rsidRDefault="0018113E" w:rsidP="00FC2CE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Общая протяженность электрических сетей,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329,6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329,6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329,6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329,6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329,6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329,6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329,6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FC2CE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18113E" w:rsidRPr="00297F3D" w:rsidRDefault="0018113E" w:rsidP="00171DB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Протяженность  электрических сетей, нуждающихся в замене,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213,6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213,6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791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213,6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208,1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202,6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197,1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C87D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191,6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FC2C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18113E" w:rsidRPr="00297F3D" w:rsidRDefault="0018113E" w:rsidP="00FC2CE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Протяженность  электрических сетей, нуждающихся в ремонте,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C87D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FC2C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18113E" w:rsidRPr="00297F3D" w:rsidRDefault="0018113E" w:rsidP="00171DB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Протяженност</w:t>
            </w:r>
            <w:r>
              <w:rPr>
                <w:sz w:val="24"/>
                <w:szCs w:val="24"/>
              </w:rPr>
              <w:t xml:space="preserve">ь электрических сетей </w:t>
            </w:r>
            <w:r w:rsidRPr="00297F3D">
              <w:rPr>
                <w:sz w:val="24"/>
                <w:szCs w:val="24"/>
              </w:rPr>
              <w:t xml:space="preserve">на которых произведена замена,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C87D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FC2C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18113E" w:rsidRPr="00297F3D" w:rsidRDefault="0018113E" w:rsidP="00171DB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Протяженност</w:t>
            </w:r>
            <w:r>
              <w:rPr>
                <w:sz w:val="24"/>
                <w:szCs w:val="24"/>
              </w:rPr>
              <w:t xml:space="preserve">ь </w:t>
            </w:r>
            <w:r w:rsidRPr="00297F3D">
              <w:rPr>
                <w:sz w:val="24"/>
                <w:szCs w:val="24"/>
              </w:rPr>
              <w:t>отремонтированны</w:t>
            </w:r>
            <w:r>
              <w:rPr>
                <w:sz w:val="24"/>
                <w:szCs w:val="24"/>
              </w:rPr>
              <w:t>х электрических сетей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B5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FC2C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18113E" w:rsidRPr="00297F3D" w:rsidRDefault="0018113E" w:rsidP="00FC2CE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BB5685" w:rsidRDefault="0018113E" w:rsidP="00345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397" w:type="dxa"/>
            <w:vAlign w:val="center"/>
          </w:tcPr>
          <w:p w:rsidR="0018113E" w:rsidRPr="00BB5685" w:rsidRDefault="0018113E" w:rsidP="003E5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397" w:type="dxa"/>
            <w:vAlign w:val="center"/>
          </w:tcPr>
          <w:p w:rsidR="0018113E" w:rsidRPr="00BB5685" w:rsidRDefault="0018113E" w:rsidP="003E5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398" w:type="dxa"/>
            <w:vAlign w:val="center"/>
          </w:tcPr>
          <w:p w:rsidR="0018113E" w:rsidRPr="00BB5685" w:rsidRDefault="0018113E" w:rsidP="003E5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397" w:type="dxa"/>
            <w:vAlign w:val="center"/>
          </w:tcPr>
          <w:p w:rsidR="0018113E" w:rsidRPr="00BB5685" w:rsidRDefault="0018113E" w:rsidP="003E5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397" w:type="dxa"/>
            <w:vAlign w:val="center"/>
          </w:tcPr>
          <w:p w:rsidR="0018113E" w:rsidRPr="00BB5685" w:rsidRDefault="0018113E" w:rsidP="003E5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398" w:type="dxa"/>
            <w:vAlign w:val="center"/>
          </w:tcPr>
          <w:p w:rsidR="0018113E" w:rsidRPr="00BB5685" w:rsidRDefault="0018113E" w:rsidP="003E5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EC1F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840BE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Число поселений, нуждающихся в услугах связи,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BB5685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vAlign w:val="center"/>
          </w:tcPr>
          <w:p w:rsidR="0018113E" w:rsidRPr="00BB5685" w:rsidRDefault="0018113E" w:rsidP="003E5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BB5685" w:rsidRDefault="0018113E" w:rsidP="005D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BB5685" w:rsidRDefault="0018113E" w:rsidP="005D1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BB5685" w:rsidRDefault="0018113E" w:rsidP="00085B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BB5685" w:rsidRDefault="0018113E" w:rsidP="00085B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BB5685" w:rsidRDefault="0018113E" w:rsidP="003E5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00691D" w:rsidRDefault="0018113E" w:rsidP="00013840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IV.</w:t>
            </w:r>
          </w:p>
        </w:tc>
        <w:tc>
          <w:tcPr>
            <w:tcW w:w="4394" w:type="dxa"/>
          </w:tcPr>
          <w:p w:rsidR="0018113E" w:rsidRPr="0000691D" w:rsidRDefault="0018113E" w:rsidP="005B6C72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Градостроительная деятельность, установка рекламных конструкций, дорожная деятельности в отношении автомобильных дорог местного значения, находящихся в муниципальной собственности района</w:t>
            </w: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1645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013840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18113E" w:rsidRPr="00297F3D" w:rsidRDefault="0018113E" w:rsidP="009A6A19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Ввод жилья, тыс</w:t>
            </w:r>
            <w:r>
              <w:rPr>
                <w:sz w:val="24"/>
                <w:szCs w:val="24"/>
              </w:rPr>
              <w:t>яч квадратных метров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5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D07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5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013840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18113E" w:rsidRPr="00297F3D" w:rsidRDefault="0018113E" w:rsidP="00013840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Разработка документов территориального планирования,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3C41C0">
            <w:pPr>
              <w:tabs>
                <w:tab w:val="left" w:pos="360"/>
                <w:tab w:val="center" w:pos="51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8113E" w:rsidRPr="005D573B" w:rsidTr="001645A1">
        <w:tc>
          <w:tcPr>
            <w:tcW w:w="993" w:type="dxa"/>
          </w:tcPr>
          <w:p w:rsidR="0018113E" w:rsidRPr="008E305C" w:rsidRDefault="0018113E" w:rsidP="00013840">
            <w:pPr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18113E" w:rsidRPr="008E305C" w:rsidRDefault="0018113E" w:rsidP="00013840">
            <w:pPr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Число разрешений, выдаваемых на установку рекламных конструкций, на  размещение рекламы на зданиях и сооружениях, находящихся в муниципальной собственности, единиц</w:t>
            </w:r>
          </w:p>
        </w:tc>
        <w:tc>
          <w:tcPr>
            <w:tcW w:w="1397" w:type="dxa"/>
            <w:vAlign w:val="center"/>
          </w:tcPr>
          <w:p w:rsidR="0018113E" w:rsidRPr="008E305C" w:rsidRDefault="0018113E" w:rsidP="00A5494C">
            <w:pPr>
              <w:tabs>
                <w:tab w:val="left" w:pos="444"/>
                <w:tab w:val="center" w:pos="517"/>
              </w:tabs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8E305C" w:rsidRDefault="0018113E" w:rsidP="001645A1">
            <w:pPr>
              <w:tabs>
                <w:tab w:val="left" w:pos="444"/>
                <w:tab w:val="center" w:pos="517"/>
              </w:tabs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8E305C" w:rsidRDefault="0018113E" w:rsidP="00A5494C">
            <w:pPr>
              <w:tabs>
                <w:tab w:val="left" w:pos="444"/>
                <w:tab w:val="center" w:pos="517"/>
              </w:tabs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8E305C" w:rsidRDefault="0018113E" w:rsidP="003C41C0">
            <w:pPr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3</w:t>
            </w:r>
          </w:p>
        </w:tc>
        <w:tc>
          <w:tcPr>
            <w:tcW w:w="1397" w:type="dxa"/>
            <w:vAlign w:val="center"/>
          </w:tcPr>
          <w:p w:rsidR="0018113E" w:rsidRPr="008E305C" w:rsidRDefault="0018113E" w:rsidP="003C41C0">
            <w:pPr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3</w:t>
            </w:r>
          </w:p>
        </w:tc>
        <w:tc>
          <w:tcPr>
            <w:tcW w:w="1397" w:type="dxa"/>
            <w:vAlign w:val="center"/>
          </w:tcPr>
          <w:p w:rsidR="0018113E" w:rsidRPr="008E305C" w:rsidRDefault="0018113E" w:rsidP="003C41C0">
            <w:pPr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3</w:t>
            </w:r>
          </w:p>
        </w:tc>
        <w:tc>
          <w:tcPr>
            <w:tcW w:w="1398" w:type="dxa"/>
            <w:vAlign w:val="center"/>
          </w:tcPr>
          <w:p w:rsidR="0018113E" w:rsidRPr="008E305C" w:rsidRDefault="0018113E" w:rsidP="00A5494C">
            <w:pPr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3</w:t>
            </w:r>
          </w:p>
        </w:tc>
      </w:tr>
      <w:tr w:rsidR="0018113E" w:rsidRPr="005D573B" w:rsidTr="001645A1">
        <w:tc>
          <w:tcPr>
            <w:tcW w:w="993" w:type="dxa"/>
          </w:tcPr>
          <w:p w:rsidR="0018113E" w:rsidRPr="008E305C" w:rsidRDefault="0018113E" w:rsidP="00013840">
            <w:pPr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18113E" w:rsidRPr="008E305C" w:rsidRDefault="0018113E" w:rsidP="00171DBC">
            <w:pPr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Доходы от уплаты госпошлины за выдачу разрешений на установку рекламных конструкций, тысяч рублей</w:t>
            </w:r>
          </w:p>
        </w:tc>
        <w:tc>
          <w:tcPr>
            <w:tcW w:w="1397" w:type="dxa"/>
            <w:vAlign w:val="center"/>
          </w:tcPr>
          <w:p w:rsidR="0018113E" w:rsidRPr="008E305C" w:rsidRDefault="0018113E" w:rsidP="00A5494C">
            <w:pPr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8E305C" w:rsidRDefault="0018113E" w:rsidP="001645A1">
            <w:pPr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8E305C" w:rsidRDefault="0018113E" w:rsidP="00A5494C">
            <w:pPr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8E305C" w:rsidRDefault="0018113E" w:rsidP="003C41C0">
            <w:pPr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15</w:t>
            </w:r>
          </w:p>
        </w:tc>
        <w:tc>
          <w:tcPr>
            <w:tcW w:w="1397" w:type="dxa"/>
            <w:vAlign w:val="center"/>
          </w:tcPr>
          <w:p w:rsidR="0018113E" w:rsidRPr="008E305C" w:rsidRDefault="0018113E" w:rsidP="003C41C0">
            <w:pPr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15</w:t>
            </w:r>
          </w:p>
        </w:tc>
        <w:tc>
          <w:tcPr>
            <w:tcW w:w="1397" w:type="dxa"/>
            <w:vAlign w:val="center"/>
          </w:tcPr>
          <w:p w:rsidR="0018113E" w:rsidRPr="008E305C" w:rsidRDefault="0018113E" w:rsidP="003C41C0">
            <w:pPr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15</w:t>
            </w:r>
          </w:p>
        </w:tc>
        <w:tc>
          <w:tcPr>
            <w:tcW w:w="1398" w:type="dxa"/>
            <w:vAlign w:val="center"/>
          </w:tcPr>
          <w:p w:rsidR="0018113E" w:rsidRPr="008E305C" w:rsidRDefault="0018113E" w:rsidP="00A5494C">
            <w:pPr>
              <w:jc w:val="center"/>
              <w:rPr>
                <w:sz w:val="24"/>
                <w:szCs w:val="24"/>
              </w:rPr>
            </w:pPr>
            <w:r w:rsidRPr="008E305C">
              <w:rPr>
                <w:sz w:val="24"/>
                <w:szCs w:val="24"/>
              </w:rPr>
              <w:t>15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18113E" w:rsidRPr="004D4E54" w:rsidRDefault="0018113E" w:rsidP="00855652">
            <w:pPr>
              <w:rPr>
                <w:sz w:val="24"/>
                <w:szCs w:val="24"/>
              </w:rPr>
            </w:pPr>
            <w:r w:rsidRPr="004D4E54">
              <w:rPr>
                <w:sz w:val="24"/>
                <w:szCs w:val="24"/>
              </w:rPr>
              <w:t xml:space="preserve">Общая протяженность автомобильных дорог общего пользования местного значения - всего,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175,41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235,16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235,16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589,276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589,276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589,276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589,276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4394" w:type="dxa"/>
          </w:tcPr>
          <w:p w:rsidR="0018113E" w:rsidRPr="00297F3D" w:rsidRDefault="0018113E" w:rsidP="00171DBC">
            <w:pPr>
              <w:rPr>
                <w:sz w:val="24"/>
                <w:szCs w:val="24"/>
              </w:rPr>
            </w:pPr>
            <w:r w:rsidRPr="004D4E54">
              <w:rPr>
                <w:sz w:val="24"/>
                <w:szCs w:val="24"/>
              </w:rPr>
              <w:t xml:space="preserve">Общая протяженность автомобильных дорог общего пользования местного значения </w:t>
            </w:r>
            <w:r w:rsidRPr="00297F3D">
              <w:rPr>
                <w:sz w:val="24"/>
                <w:szCs w:val="24"/>
              </w:rPr>
              <w:t xml:space="preserve">с твёрдым покрытием,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174,74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234,49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234,49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588,609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588,609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588,609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588,609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4394" w:type="dxa"/>
          </w:tcPr>
          <w:p w:rsidR="0018113E" w:rsidRPr="00297F3D" w:rsidRDefault="0018113E" w:rsidP="00171DBC">
            <w:pPr>
              <w:rPr>
                <w:sz w:val="24"/>
                <w:szCs w:val="24"/>
              </w:rPr>
            </w:pPr>
            <w:r w:rsidRPr="004D4E54">
              <w:rPr>
                <w:sz w:val="24"/>
                <w:szCs w:val="24"/>
              </w:rPr>
              <w:t xml:space="preserve">Общая протяженность автомобильных дорог общего пользования местного значения </w:t>
            </w:r>
            <w:r w:rsidRPr="00297F3D">
              <w:rPr>
                <w:sz w:val="24"/>
                <w:szCs w:val="24"/>
              </w:rPr>
              <w:t xml:space="preserve">с усовершенствованным твёрдым покрытием,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45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45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18113E" w:rsidRPr="00297F3D" w:rsidRDefault="0018113E" w:rsidP="00594B5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 с усовершенствованным покрытием в общей протяженности автомобильных дорог</w:t>
            </w:r>
            <w:r>
              <w:rPr>
                <w:sz w:val="24"/>
                <w:szCs w:val="24"/>
              </w:rPr>
              <w:t>, процентов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45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7C3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7C3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7C3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7C3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18113E" w:rsidRPr="004D4E54" w:rsidRDefault="0018113E" w:rsidP="009C77BC">
            <w:pPr>
              <w:rPr>
                <w:sz w:val="24"/>
                <w:szCs w:val="24"/>
              </w:rPr>
            </w:pPr>
            <w:r w:rsidRPr="004D4E54">
              <w:rPr>
                <w:sz w:val="24"/>
                <w:szCs w:val="24"/>
              </w:rPr>
              <w:t xml:space="preserve">Протяжённость автомобильных дорог общего пользования местного значения, подлежащих ремонту,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E5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113E" w:rsidRPr="00297F3D" w:rsidTr="00345B26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4394" w:type="dxa"/>
          </w:tcPr>
          <w:p w:rsidR="0018113E" w:rsidRPr="00297F3D" w:rsidRDefault="0018113E" w:rsidP="006F008D">
            <w:pPr>
              <w:rPr>
                <w:sz w:val="24"/>
                <w:szCs w:val="24"/>
              </w:rPr>
            </w:pPr>
            <w:r w:rsidRPr="004D4E54">
              <w:rPr>
                <w:sz w:val="24"/>
                <w:szCs w:val="24"/>
              </w:rPr>
              <w:t>Протяжённость автомобильных дорог общего пользования местного значения, подлежащих</w:t>
            </w:r>
            <w:r w:rsidRPr="00297F3D">
              <w:rPr>
                <w:sz w:val="24"/>
                <w:szCs w:val="24"/>
              </w:rPr>
              <w:t xml:space="preserve"> капитальному ремонту, </w:t>
            </w:r>
            <w:r>
              <w:rPr>
                <w:sz w:val="24"/>
                <w:szCs w:val="24"/>
              </w:rPr>
              <w:t>километров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vAlign w:val="center"/>
          </w:tcPr>
          <w:p w:rsidR="0018113E" w:rsidRPr="003E5018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3E5018">
              <w:rPr>
                <w:color w:val="000000"/>
                <w:sz w:val="24"/>
                <w:szCs w:val="24"/>
              </w:rPr>
              <w:t>6,0</w:t>
            </w:r>
          </w:p>
        </w:tc>
        <w:tc>
          <w:tcPr>
            <w:tcW w:w="1397" w:type="dxa"/>
            <w:vAlign w:val="center"/>
          </w:tcPr>
          <w:p w:rsidR="0018113E" w:rsidRPr="003E5018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3E5018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97" w:type="dxa"/>
            <w:vAlign w:val="center"/>
          </w:tcPr>
          <w:p w:rsidR="0018113E" w:rsidRPr="003E5018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 w:rsidRPr="003E5018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98" w:type="dxa"/>
            <w:vAlign w:val="center"/>
          </w:tcPr>
          <w:p w:rsidR="0018113E" w:rsidRPr="003E5018" w:rsidRDefault="0018113E" w:rsidP="00345B26">
            <w:pPr>
              <w:jc w:val="center"/>
              <w:rPr>
                <w:color w:val="000000"/>
                <w:sz w:val="24"/>
                <w:szCs w:val="24"/>
              </w:rPr>
            </w:pPr>
            <w:r w:rsidRPr="003E5018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:rsidR="0018113E" w:rsidRPr="00297F3D" w:rsidRDefault="0018113E" w:rsidP="009C77B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Норматив денежных затрат на содержание автомобильных дорог местного значения вне границ поселений </w:t>
            </w:r>
            <w:r w:rsidRPr="00297F3D">
              <w:rPr>
                <w:sz w:val="24"/>
                <w:szCs w:val="24"/>
                <w:lang w:val="en-US"/>
              </w:rPr>
              <w:t>V</w:t>
            </w:r>
            <w:r w:rsidRPr="00297F3D">
              <w:rPr>
                <w:sz w:val="24"/>
                <w:szCs w:val="24"/>
              </w:rPr>
              <w:t xml:space="preserve"> категории, тыс</w:t>
            </w:r>
            <w:r>
              <w:rPr>
                <w:sz w:val="24"/>
                <w:szCs w:val="24"/>
              </w:rPr>
              <w:t>яч</w:t>
            </w:r>
            <w:r w:rsidRPr="00297F3D">
              <w:rPr>
                <w:sz w:val="24"/>
                <w:szCs w:val="24"/>
              </w:rPr>
              <w:t> руб</w:t>
            </w:r>
            <w:r>
              <w:rPr>
                <w:sz w:val="24"/>
                <w:szCs w:val="24"/>
              </w:rPr>
              <w:t xml:space="preserve">лей </w:t>
            </w:r>
            <w:r w:rsidRPr="00297F3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9C77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216,850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325,272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45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325,272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325,272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433,700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542,120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45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543,120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4394" w:type="dxa"/>
          </w:tcPr>
          <w:p w:rsidR="0018113E" w:rsidRPr="00297F3D" w:rsidRDefault="0018113E" w:rsidP="009C77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денежных затрат на капитальный ремонт ав</w:t>
            </w:r>
            <w:r w:rsidRPr="00297F3D">
              <w:rPr>
                <w:sz w:val="24"/>
                <w:szCs w:val="24"/>
              </w:rPr>
              <w:t xml:space="preserve">томобильных дорог местного значения вне границ поселений </w:t>
            </w:r>
            <w:r w:rsidRPr="00297F3D">
              <w:rPr>
                <w:sz w:val="24"/>
                <w:szCs w:val="24"/>
                <w:lang w:val="en-US"/>
              </w:rPr>
              <w:t>V</w:t>
            </w:r>
            <w:r w:rsidRPr="00297F3D">
              <w:rPr>
                <w:sz w:val="24"/>
                <w:szCs w:val="24"/>
              </w:rPr>
              <w:t xml:space="preserve"> категории 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1930,350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2895,520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2895,520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2895,52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3860,690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4825,870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4825,870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4394" w:type="dxa"/>
          </w:tcPr>
          <w:p w:rsidR="0018113E" w:rsidRPr="00297F3D" w:rsidRDefault="0018113E" w:rsidP="009C77B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Норматив денежных затрат на </w:t>
            </w:r>
            <w:r>
              <w:rPr>
                <w:sz w:val="24"/>
                <w:szCs w:val="24"/>
              </w:rPr>
              <w:t>ремонт</w:t>
            </w:r>
            <w:r w:rsidRPr="00297F3D">
              <w:rPr>
                <w:sz w:val="24"/>
                <w:szCs w:val="24"/>
              </w:rPr>
              <w:t xml:space="preserve"> автомобильных дорог местного значения вне границ поселений </w:t>
            </w:r>
            <w:r w:rsidRPr="00297F3D">
              <w:rPr>
                <w:sz w:val="24"/>
                <w:szCs w:val="24"/>
                <w:lang w:val="en-US"/>
              </w:rPr>
              <w:t>V</w:t>
            </w:r>
            <w:r w:rsidRPr="00297F3D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6536,610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9804,91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9804,91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9804,91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13073,22</w:t>
            </w:r>
          </w:p>
        </w:tc>
        <w:tc>
          <w:tcPr>
            <w:tcW w:w="1397" w:type="dxa"/>
            <w:vAlign w:val="center"/>
          </w:tcPr>
          <w:p w:rsidR="0018113E" w:rsidRPr="00345B2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16341,52</w:t>
            </w:r>
          </w:p>
        </w:tc>
        <w:tc>
          <w:tcPr>
            <w:tcW w:w="1398" w:type="dxa"/>
            <w:vAlign w:val="center"/>
          </w:tcPr>
          <w:p w:rsidR="0018113E" w:rsidRPr="00345B2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16341,52</w:t>
            </w:r>
          </w:p>
        </w:tc>
      </w:tr>
      <w:tr w:rsidR="0018113E" w:rsidRPr="00084AEB" w:rsidTr="001645A1">
        <w:tc>
          <w:tcPr>
            <w:tcW w:w="993" w:type="dxa"/>
          </w:tcPr>
          <w:p w:rsidR="0018113E" w:rsidRPr="00084AEB" w:rsidRDefault="0018113E" w:rsidP="00D03187">
            <w:pPr>
              <w:rPr>
                <w:sz w:val="24"/>
                <w:szCs w:val="24"/>
              </w:rPr>
            </w:pPr>
            <w:r w:rsidRPr="00084AEB">
              <w:rPr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:rsidR="0018113E" w:rsidRPr="00084AEB" w:rsidRDefault="0018113E" w:rsidP="00207BDE">
            <w:pPr>
              <w:rPr>
                <w:sz w:val="24"/>
                <w:szCs w:val="24"/>
              </w:rPr>
            </w:pPr>
            <w:r w:rsidRPr="00084AEB">
              <w:rPr>
                <w:sz w:val="24"/>
                <w:szCs w:val="24"/>
              </w:rPr>
              <w:t>Наличие искусственных сооружений на автомобильных дорогах общего пользования местного значения, единиц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1398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1398" w:type="dxa"/>
            <w:vAlign w:val="center"/>
          </w:tcPr>
          <w:p w:rsidR="0018113E" w:rsidRPr="001409F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</w:t>
            </w:r>
          </w:p>
        </w:tc>
      </w:tr>
      <w:tr w:rsidR="0018113E" w:rsidRPr="00084AEB" w:rsidTr="001645A1">
        <w:tc>
          <w:tcPr>
            <w:tcW w:w="993" w:type="dxa"/>
          </w:tcPr>
          <w:p w:rsidR="0018113E" w:rsidRPr="00084AEB" w:rsidRDefault="0018113E" w:rsidP="00D03187">
            <w:pPr>
              <w:rPr>
                <w:sz w:val="24"/>
                <w:szCs w:val="24"/>
              </w:rPr>
            </w:pPr>
            <w:r w:rsidRPr="00084AEB">
              <w:rPr>
                <w:sz w:val="24"/>
                <w:szCs w:val="24"/>
              </w:rPr>
              <w:t>9а</w:t>
            </w:r>
          </w:p>
        </w:tc>
        <w:tc>
          <w:tcPr>
            <w:tcW w:w="4394" w:type="dxa"/>
          </w:tcPr>
          <w:p w:rsidR="0018113E" w:rsidRPr="00084AEB" w:rsidRDefault="0018113E" w:rsidP="00207BDE">
            <w:pPr>
              <w:rPr>
                <w:sz w:val="24"/>
                <w:szCs w:val="24"/>
              </w:rPr>
            </w:pPr>
            <w:r w:rsidRPr="00084AEB">
              <w:rPr>
                <w:sz w:val="24"/>
                <w:szCs w:val="24"/>
              </w:rPr>
              <w:t>Протяжённость искусственных сооружений на автомобильных дорогах общего пользования местного значения, погонных метров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2063,9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2645,7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2645,7</w:t>
            </w:r>
          </w:p>
        </w:tc>
        <w:tc>
          <w:tcPr>
            <w:tcW w:w="1398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2645,7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2645,7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2645,7</w:t>
            </w:r>
          </w:p>
        </w:tc>
        <w:tc>
          <w:tcPr>
            <w:tcW w:w="1398" w:type="dxa"/>
            <w:vAlign w:val="center"/>
          </w:tcPr>
          <w:p w:rsidR="0018113E" w:rsidRPr="001409FD" w:rsidRDefault="0018113E" w:rsidP="00084A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2645,7</w:t>
            </w:r>
          </w:p>
        </w:tc>
      </w:tr>
      <w:tr w:rsidR="0018113E" w:rsidRPr="001409F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10.</w:t>
            </w:r>
          </w:p>
        </w:tc>
        <w:tc>
          <w:tcPr>
            <w:tcW w:w="4394" w:type="dxa"/>
          </w:tcPr>
          <w:p w:rsidR="0018113E" w:rsidRPr="00297F3D" w:rsidRDefault="0018113E" w:rsidP="00207BDE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Капитальный ремонт, ремонт искусственных сооружений на автомобильных дорогах общего пользования местного значения,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98" w:type="dxa"/>
            <w:vAlign w:val="center"/>
          </w:tcPr>
          <w:p w:rsidR="0018113E" w:rsidRPr="001409F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8113E" w:rsidRPr="001409F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4394" w:type="dxa"/>
          </w:tcPr>
          <w:p w:rsidR="0018113E" w:rsidRPr="00297F3D" w:rsidRDefault="0018113E" w:rsidP="004036DC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Капитальный ремонт, ремонт искусственных сооружений на автомобильных дорогах общего пользования местного значения, </w:t>
            </w:r>
            <w:r>
              <w:rPr>
                <w:sz w:val="24"/>
                <w:szCs w:val="24"/>
              </w:rPr>
              <w:t>погонных метров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1409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97" w:type="dxa"/>
            <w:vAlign w:val="center"/>
          </w:tcPr>
          <w:p w:rsidR="0018113E" w:rsidRPr="001409FD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98" w:type="dxa"/>
            <w:vAlign w:val="center"/>
          </w:tcPr>
          <w:p w:rsidR="0018113E" w:rsidRPr="001409FD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00691D" w:rsidRDefault="0018113E" w:rsidP="00E106A1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V.</w:t>
            </w:r>
          </w:p>
        </w:tc>
        <w:tc>
          <w:tcPr>
            <w:tcW w:w="4394" w:type="dxa"/>
          </w:tcPr>
          <w:p w:rsidR="0018113E" w:rsidRPr="0000691D" w:rsidRDefault="0018113E" w:rsidP="007E020D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Участие в предупреждении и ликвидации последствий чрезвычайных ситуаций, осуществление мероприятий по гражданской обороне</w:t>
            </w:r>
          </w:p>
        </w:tc>
        <w:tc>
          <w:tcPr>
            <w:tcW w:w="1397" w:type="dxa"/>
            <w:vAlign w:val="center"/>
          </w:tcPr>
          <w:p w:rsidR="0018113E" w:rsidRPr="005A1BDC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A1BDC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A1BDC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E106A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18113E" w:rsidRPr="00297F3D" w:rsidRDefault="0018113E" w:rsidP="00E106A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Размер бюджетных расходов на участие в предупреждении и ликвидации чрезвычайных ситуаций,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150,100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6F01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346,200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6F01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346,200</w:t>
            </w:r>
          </w:p>
        </w:tc>
        <w:tc>
          <w:tcPr>
            <w:tcW w:w="1398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420,000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98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E106A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18113E" w:rsidRPr="00297F3D" w:rsidRDefault="0018113E" w:rsidP="003D3149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Количество мероприятий на участие в предупреждении и ликвидации чрезвычайных ситуаций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6F01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398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398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40C3F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18113E" w:rsidRPr="00297F3D" w:rsidRDefault="0018113E" w:rsidP="004D4E5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Количество мероприятий по гражданской обороне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6F01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6F01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98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398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00691D" w:rsidRDefault="0018113E" w:rsidP="00617904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VI.</w:t>
            </w:r>
          </w:p>
        </w:tc>
        <w:tc>
          <w:tcPr>
            <w:tcW w:w="4394" w:type="dxa"/>
          </w:tcPr>
          <w:p w:rsidR="0018113E" w:rsidRPr="0000691D" w:rsidRDefault="0018113E" w:rsidP="00601D1A">
            <w:pPr>
              <w:spacing w:line="240" w:lineRule="exact"/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Организация предоставления общедоступного и бесплатного общего образования, дополнительного, дошкольного образований и каникулярного отдыха детей</w:t>
            </w:r>
          </w:p>
        </w:tc>
        <w:tc>
          <w:tcPr>
            <w:tcW w:w="1397" w:type="dxa"/>
            <w:vAlign w:val="center"/>
          </w:tcPr>
          <w:p w:rsidR="0018113E" w:rsidRPr="005A1BDC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A1BDC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A1BDC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397" w:type="dxa"/>
            <w:vAlign w:val="center"/>
          </w:tcPr>
          <w:p w:rsidR="0018113E" w:rsidRPr="005A1BDC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A1BDC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A1BDC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A1BDC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8113E" w:rsidRPr="00297F3D" w:rsidTr="001645A1">
        <w:trPr>
          <w:trHeight w:val="1072"/>
        </w:trPr>
        <w:tc>
          <w:tcPr>
            <w:tcW w:w="993" w:type="dxa"/>
            <w:vMerge w:val="restart"/>
          </w:tcPr>
          <w:p w:rsidR="0018113E" w:rsidRPr="00297F3D" w:rsidRDefault="0018113E" w:rsidP="005B2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394" w:type="dxa"/>
          </w:tcPr>
          <w:p w:rsidR="0018113E" w:rsidRDefault="0018113E" w:rsidP="00CD04C1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Реализация основных общеобразовательных программ начального общего образования</w:t>
            </w:r>
          </w:p>
          <w:p w:rsidR="0018113E" w:rsidRPr="00A3217E" w:rsidRDefault="0018113E" w:rsidP="00CD04C1">
            <w:r w:rsidRPr="00A3217E">
              <w:t>наименование муниципальной услуги</w:t>
            </w:r>
          </w:p>
          <w:p w:rsidR="0018113E" w:rsidRPr="00CD04C1" w:rsidRDefault="0018113E" w:rsidP="00F5492B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123,6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72,7</w:t>
            </w:r>
          </w:p>
        </w:tc>
        <w:tc>
          <w:tcPr>
            <w:tcW w:w="1398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398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155,4</w:t>
            </w:r>
          </w:p>
        </w:tc>
      </w:tr>
      <w:tr w:rsidR="0018113E" w:rsidRPr="00297F3D" w:rsidTr="001645A1">
        <w:tc>
          <w:tcPr>
            <w:tcW w:w="993" w:type="dxa"/>
            <w:vMerge/>
          </w:tcPr>
          <w:p w:rsidR="0018113E" w:rsidRPr="00297F3D" w:rsidRDefault="0018113E" w:rsidP="004036DC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403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1454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1458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1458</w:t>
            </w:r>
          </w:p>
        </w:tc>
        <w:tc>
          <w:tcPr>
            <w:tcW w:w="1398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1466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</w:t>
            </w:r>
          </w:p>
        </w:tc>
        <w:tc>
          <w:tcPr>
            <w:tcW w:w="1398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</w:t>
            </w:r>
          </w:p>
        </w:tc>
      </w:tr>
      <w:tr w:rsidR="0018113E" w:rsidRPr="00297F3D" w:rsidTr="001645A1">
        <w:tc>
          <w:tcPr>
            <w:tcW w:w="993" w:type="dxa"/>
            <w:vMerge w:val="restart"/>
          </w:tcPr>
          <w:p w:rsidR="0018113E" w:rsidRPr="00297F3D" w:rsidRDefault="0018113E" w:rsidP="005B2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bottom w:val="nil"/>
            </w:tcBorders>
          </w:tcPr>
          <w:p w:rsidR="0018113E" w:rsidRDefault="0018113E" w:rsidP="006E40F3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Реализация основных общеобразовательных программ основного общего образования</w:t>
            </w:r>
          </w:p>
          <w:p w:rsidR="0018113E" w:rsidRPr="00A3217E" w:rsidRDefault="0018113E" w:rsidP="006E40F3">
            <w:r w:rsidRPr="00A3217E">
              <w:t>наименование муниципальной услуги</w:t>
            </w:r>
          </w:p>
          <w:p w:rsidR="0018113E" w:rsidRPr="00AF30FC" w:rsidRDefault="0018113E" w:rsidP="00AF30FC">
            <w:pPr>
              <w:rPr>
                <w:sz w:val="24"/>
                <w:szCs w:val="24"/>
              </w:rPr>
            </w:pPr>
            <w:r w:rsidRPr="00297F3D">
              <w:t xml:space="preserve">- </w:t>
            </w:r>
            <w:r w:rsidRPr="00CD04C1">
              <w:rPr>
                <w:sz w:val="24"/>
                <w:szCs w:val="24"/>
              </w:rPr>
              <w:t xml:space="preserve">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126,3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</w:t>
            </w:r>
          </w:p>
        </w:tc>
        <w:tc>
          <w:tcPr>
            <w:tcW w:w="1398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135,1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141,8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148,9</w:t>
            </w:r>
          </w:p>
        </w:tc>
        <w:tc>
          <w:tcPr>
            <w:tcW w:w="1398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156,4</w:t>
            </w:r>
          </w:p>
        </w:tc>
      </w:tr>
      <w:tr w:rsidR="0018113E" w:rsidRPr="00297F3D" w:rsidTr="001645A1">
        <w:tc>
          <w:tcPr>
            <w:tcW w:w="993" w:type="dxa"/>
            <w:vMerge/>
          </w:tcPr>
          <w:p w:rsidR="0018113E" w:rsidRPr="00297F3D" w:rsidRDefault="0018113E" w:rsidP="00B3482E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B34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1629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1629</w:t>
            </w:r>
          </w:p>
        </w:tc>
        <w:tc>
          <w:tcPr>
            <w:tcW w:w="1398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1653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</w:t>
            </w:r>
          </w:p>
        </w:tc>
        <w:tc>
          <w:tcPr>
            <w:tcW w:w="1398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</w:t>
            </w:r>
          </w:p>
        </w:tc>
      </w:tr>
      <w:tr w:rsidR="0018113E" w:rsidRPr="00297F3D" w:rsidTr="001645A1">
        <w:tc>
          <w:tcPr>
            <w:tcW w:w="993" w:type="dxa"/>
            <w:vMerge w:val="restart"/>
          </w:tcPr>
          <w:p w:rsidR="0018113E" w:rsidRPr="00297F3D" w:rsidRDefault="0018113E" w:rsidP="00A32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394" w:type="dxa"/>
            <w:tcBorders>
              <w:top w:val="nil"/>
            </w:tcBorders>
          </w:tcPr>
          <w:p w:rsidR="0018113E" w:rsidRDefault="0018113E" w:rsidP="00CD04C1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Реализация основных общеобразовательных программ основного среднего образования</w:t>
            </w:r>
          </w:p>
          <w:p w:rsidR="0018113E" w:rsidRPr="00A3217E" w:rsidRDefault="0018113E" w:rsidP="00CD04C1">
            <w:r w:rsidRPr="00A3217E">
              <w:t>наименование муниципальной услуги</w:t>
            </w:r>
          </w:p>
          <w:p w:rsidR="0018113E" w:rsidRPr="00AF30FC" w:rsidRDefault="0018113E" w:rsidP="009A6A19">
            <w:pPr>
              <w:rPr>
                <w:sz w:val="24"/>
                <w:szCs w:val="24"/>
              </w:rPr>
            </w:pPr>
            <w:r w:rsidRPr="00CD04C1">
              <w:rPr>
                <w:sz w:val="24"/>
                <w:szCs w:val="24"/>
              </w:rPr>
              <w:t xml:space="preserve">- 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125,3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398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134,8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141,5</w:t>
            </w:r>
          </w:p>
        </w:tc>
        <w:tc>
          <w:tcPr>
            <w:tcW w:w="1397" w:type="dxa"/>
            <w:vAlign w:val="center"/>
          </w:tcPr>
          <w:p w:rsidR="0018113E" w:rsidRPr="005B2A01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148,6</w:t>
            </w:r>
          </w:p>
        </w:tc>
        <w:tc>
          <w:tcPr>
            <w:tcW w:w="1398" w:type="dxa"/>
            <w:vAlign w:val="center"/>
          </w:tcPr>
          <w:p w:rsidR="0018113E" w:rsidRPr="005B2A01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156,0</w:t>
            </w:r>
          </w:p>
        </w:tc>
      </w:tr>
      <w:tr w:rsidR="0018113E" w:rsidRPr="00297F3D" w:rsidTr="001645A1">
        <w:tc>
          <w:tcPr>
            <w:tcW w:w="993" w:type="dxa"/>
            <w:vMerge/>
          </w:tcPr>
          <w:p w:rsidR="0018113E" w:rsidRDefault="0018113E" w:rsidP="00247E6A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Default="0018113E" w:rsidP="00247E6A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 w:rsidRPr="00CD04C1">
              <w:rPr>
                <w:sz w:val="24"/>
                <w:szCs w:val="24"/>
              </w:rPr>
              <w:t xml:space="preserve">- количество потребителей,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</w:t>
            </w:r>
          </w:p>
        </w:tc>
      </w:tr>
      <w:tr w:rsidR="0018113E" w:rsidRPr="00297F3D" w:rsidTr="001645A1">
        <w:trPr>
          <w:trHeight w:val="862"/>
        </w:trPr>
        <w:tc>
          <w:tcPr>
            <w:tcW w:w="993" w:type="dxa"/>
            <w:vMerge w:val="restart"/>
          </w:tcPr>
          <w:p w:rsidR="0018113E" w:rsidRPr="00297F3D" w:rsidRDefault="0018113E" w:rsidP="00A3217E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18113E" w:rsidRDefault="0018113E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Курсы "Профессиональное обучение младших воспитателей"</w:t>
            </w:r>
          </w:p>
          <w:p w:rsidR="0018113E" w:rsidRPr="00A3217E" w:rsidRDefault="0018113E" w:rsidP="00A3217E"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</w:p>
          <w:p w:rsidR="0018113E" w:rsidRPr="00297F3D" w:rsidRDefault="0018113E" w:rsidP="00DC0E3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платной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5B2A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5B2A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5B2A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5B2A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18113E" w:rsidRPr="00297F3D" w:rsidTr="001645A1">
        <w:tc>
          <w:tcPr>
            <w:tcW w:w="993" w:type="dxa"/>
            <w:vMerge/>
          </w:tcPr>
          <w:p w:rsidR="0018113E" w:rsidRPr="00297F3D" w:rsidRDefault="0018113E" w:rsidP="00DC0E38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DC0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113E" w:rsidRPr="00297F3D" w:rsidTr="001645A1">
        <w:trPr>
          <w:trHeight w:val="862"/>
        </w:trPr>
        <w:tc>
          <w:tcPr>
            <w:tcW w:w="993" w:type="dxa"/>
            <w:vMerge w:val="restart"/>
          </w:tcPr>
          <w:p w:rsidR="0018113E" w:rsidRPr="00297F3D" w:rsidRDefault="0018113E" w:rsidP="00A32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394" w:type="dxa"/>
          </w:tcPr>
          <w:p w:rsidR="0018113E" w:rsidRDefault="0018113E" w:rsidP="00CD04C1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Подготовка детей к обучению в школе</w:t>
            </w:r>
          </w:p>
          <w:p w:rsidR="0018113E" w:rsidRPr="00A3217E" w:rsidRDefault="0018113E" w:rsidP="00CD04C1"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</w:p>
          <w:p w:rsidR="0018113E" w:rsidRPr="00DC0E38" w:rsidRDefault="0018113E" w:rsidP="00DC0E3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платной 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18113E" w:rsidRPr="00297F3D" w:rsidTr="001645A1">
        <w:tc>
          <w:tcPr>
            <w:tcW w:w="993" w:type="dxa"/>
            <w:vMerge/>
          </w:tcPr>
          <w:p w:rsidR="0018113E" w:rsidRPr="00297F3D" w:rsidRDefault="0018113E" w:rsidP="00DC0E38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DC0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18113E" w:rsidRPr="00297F3D" w:rsidTr="001645A1">
        <w:trPr>
          <w:trHeight w:val="862"/>
        </w:trPr>
        <w:tc>
          <w:tcPr>
            <w:tcW w:w="993" w:type="dxa"/>
            <w:vMerge w:val="restart"/>
          </w:tcPr>
          <w:p w:rsidR="0018113E" w:rsidRPr="00297F3D" w:rsidRDefault="0018113E" w:rsidP="00A32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394" w:type="dxa"/>
          </w:tcPr>
          <w:p w:rsidR="0018113E" w:rsidRDefault="0018113E" w:rsidP="00CD04C1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Подготовительные курсы в ВУЗ</w:t>
            </w:r>
          </w:p>
          <w:p w:rsidR="0018113E" w:rsidRPr="00A3217E" w:rsidRDefault="0018113E" w:rsidP="00CD04C1"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</w:p>
          <w:p w:rsidR="0018113E" w:rsidRPr="00DC0E38" w:rsidRDefault="0018113E" w:rsidP="00DC0E3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платной 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  <w:tr w:rsidR="0018113E" w:rsidRPr="00297F3D" w:rsidTr="001645A1">
        <w:tc>
          <w:tcPr>
            <w:tcW w:w="993" w:type="dxa"/>
            <w:vMerge/>
          </w:tcPr>
          <w:p w:rsidR="0018113E" w:rsidRPr="00297F3D" w:rsidRDefault="0018113E" w:rsidP="00DC0E38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DC0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5B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18113E" w:rsidRPr="00297F3D" w:rsidTr="001645A1">
        <w:trPr>
          <w:trHeight w:val="542"/>
        </w:trPr>
        <w:tc>
          <w:tcPr>
            <w:tcW w:w="993" w:type="dxa"/>
          </w:tcPr>
          <w:p w:rsidR="0018113E" w:rsidRPr="00297F3D" w:rsidRDefault="0018113E" w:rsidP="006357EA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18113E" w:rsidRPr="00297F3D" w:rsidRDefault="0018113E" w:rsidP="0038155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Удовлетворенность населения качеством общего образования,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1645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113E" w:rsidRPr="00297F3D" w:rsidTr="001645A1">
        <w:trPr>
          <w:trHeight w:val="1037"/>
        </w:trPr>
        <w:tc>
          <w:tcPr>
            <w:tcW w:w="993" w:type="dxa"/>
            <w:vMerge w:val="restart"/>
          </w:tcPr>
          <w:p w:rsidR="0018113E" w:rsidRDefault="0018113E" w:rsidP="005B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18113E" w:rsidRDefault="0018113E" w:rsidP="00C32EE8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Реализация дополнительных общеразвивающих программ</w:t>
            </w:r>
          </w:p>
          <w:p w:rsidR="0018113E" w:rsidRPr="00A3217E" w:rsidRDefault="0018113E" w:rsidP="00C32EE8">
            <w:r w:rsidRPr="00A3217E">
              <w:t>наименование муниципальной услуги</w:t>
            </w:r>
          </w:p>
          <w:p w:rsidR="0018113E" w:rsidRPr="00DC0E38" w:rsidRDefault="0018113E" w:rsidP="00DC0E38">
            <w:pPr>
              <w:rPr>
                <w:sz w:val="24"/>
                <w:szCs w:val="24"/>
              </w:rPr>
            </w:pPr>
            <w:r w:rsidRPr="00A3217E">
              <w:rPr>
                <w:sz w:val="24"/>
                <w:szCs w:val="24"/>
              </w:rPr>
              <w:t xml:space="preserve">- 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A272D0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</w:t>
            </w:r>
          </w:p>
        </w:tc>
        <w:tc>
          <w:tcPr>
            <w:tcW w:w="1397" w:type="dxa"/>
            <w:vAlign w:val="center"/>
          </w:tcPr>
          <w:p w:rsidR="0018113E" w:rsidRPr="00A272D0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397" w:type="dxa"/>
            <w:vAlign w:val="center"/>
          </w:tcPr>
          <w:p w:rsidR="0018113E" w:rsidRPr="00A272D0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398" w:type="dxa"/>
            <w:vAlign w:val="center"/>
          </w:tcPr>
          <w:p w:rsidR="0018113E" w:rsidRPr="00A272D0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1397" w:type="dxa"/>
            <w:vAlign w:val="center"/>
          </w:tcPr>
          <w:p w:rsidR="0018113E" w:rsidRPr="00A272D0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1397" w:type="dxa"/>
            <w:vAlign w:val="center"/>
          </w:tcPr>
          <w:p w:rsidR="0018113E" w:rsidRPr="00A272D0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24,8</w:t>
            </w:r>
          </w:p>
        </w:tc>
        <w:tc>
          <w:tcPr>
            <w:tcW w:w="1398" w:type="dxa"/>
            <w:vAlign w:val="center"/>
          </w:tcPr>
          <w:p w:rsidR="0018113E" w:rsidRPr="00A272D0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</w:tr>
      <w:tr w:rsidR="0018113E" w:rsidRPr="00297F3D" w:rsidTr="001645A1">
        <w:tc>
          <w:tcPr>
            <w:tcW w:w="993" w:type="dxa"/>
            <w:vMerge/>
          </w:tcPr>
          <w:p w:rsidR="0018113E" w:rsidRPr="00297F3D" w:rsidRDefault="0018113E" w:rsidP="00DC0E38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DC0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397" w:type="dxa"/>
            <w:vAlign w:val="center"/>
          </w:tcPr>
          <w:p w:rsidR="0018113E" w:rsidRPr="00A272D0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2510</w:t>
            </w:r>
          </w:p>
        </w:tc>
        <w:tc>
          <w:tcPr>
            <w:tcW w:w="1397" w:type="dxa"/>
            <w:vAlign w:val="center"/>
          </w:tcPr>
          <w:p w:rsidR="0018113E" w:rsidRPr="00A272D0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2510</w:t>
            </w:r>
          </w:p>
        </w:tc>
        <w:tc>
          <w:tcPr>
            <w:tcW w:w="1397" w:type="dxa"/>
            <w:vAlign w:val="center"/>
          </w:tcPr>
          <w:p w:rsidR="0018113E" w:rsidRPr="00A272D0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2510</w:t>
            </w:r>
          </w:p>
        </w:tc>
        <w:tc>
          <w:tcPr>
            <w:tcW w:w="1398" w:type="dxa"/>
            <w:vAlign w:val="center"/>
          </w:tcPr>
          <w:p w:rsidR="0018113E" w:rsidRPr="00A272D0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2510</w:t>
            </w:r>
          </w:p>
        </w:tc>
        <w:tc>
          <w:tcPr>
            <w:tcW w:w="1397" w:type="dxa"/>
            <w:vAlign w:val="center"/>
          </w:tcPr>
          <w:p w:rsidR="0018113E" w:rsidRPr="00A272D0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2510</w:t>
            </w:r>
          </w:p>
        </w:tc>
        <w:tc>
          <w:tcPr>
            <w:tcW w:w="1397" w:type="dxa"/>
            <w:vAlign w:val="center"/>
          </w:tcPr>
          <w:p w:rsidR="0018113E" w:rsidRPr="00A272D0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2510</w:t>
            </w:r>
          </w:p>
        </w:tc>
        <w:tc>
          <w:tcPr>
            <w:tcW w:w="1398" w:type="dxa"/>
            <w:vAlign w:val="center"/>
          </w:tcPr>
          <w:p w:rsidR="0018113E" w:rsidRPr="00A272D0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2510</w:t>
            </w:r>
          </w:p>
        </w:tc>
      </w:tr>
      <w:tr w:rsidR="0018113E" w:rsidRPr="00225E11" w:rsidTr="001645A1">
        <w:trPr>
          <w:trHeight w:val="910"/>
        </w:trPr>
        <w:tc>
          <w:tcPr>
            <w:tcW w:w="993" w:type="dxa"/>
            <w:vMerge w:val="restart"/>
          </w:tcPr>
          <w:p w:rsidR="0018113E" w:rsidRPr="00805F34" w:rsidRDefault="0018113E" w:rsidP="00A3217E">
            <w:pPr>
              <w:rPr>
                <w:sz w:val="24"/>
                <w:szCs w:val="24"/>
              </w:rPr>
            </w:pPr>
            <w:r w:rsidRPr="00805F34">
              <w:rPr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18113E" w:rsidRPr="00805F34" w:rsidRDefault="0018113E" w:rsidP="00B830DB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 w:rsidRPr="00805F34">
              <w:rPr>
                <w:sz w:val="24"/>
                <w:szCs w:val="24"/>
                <w:u w:val="single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18113E" w:rsidRPr="00805F34" w:rsidRDefault="0018113E" w:rsidP="00B830DB">
            <w:r w:rsidRPr="00805F34">
              <w:t>наименование муниципальной услуги</w:t>
            </w:r>
          </w:p>
          <w:p w:rsidR="0018113E" w:rsidRPr="00805F34" w:rsidRDefault="0018113E" w:rsidP="00B830DB">
            <w:pPr>
              <w:rPr>
                <w:sz w:val="24"/>
                <w:szCs w:val="24"/>
              </w:rPr>
            </w:pPr>
            <w:r w:rsidRPr="00805F34">
              <w:rPr>
                <w:sz w:val="24"/>
                <w:szCs w:val="24"/>
              </w:rPr>
              <w:t>- стоимость муниципальной услуги, тысяч рублей</w:t>
            </w:r>
          </w:p>
        </w:tc>
        <w:tc>
          <w:tcPr>
            <w:tcW w:w="1397" w:type="dxa"/>
            <w:vAlign w:val="center"/>
          </w:tcPr>
          <w:p w:rsidR="0018113E" w:rsidRPr="009E69E3" w:rsidRDefault="0018113E" w:rsidP="00BF30BF">
            <w:pPr>
              <w:jc w:val="center"/>
              <w:rPr>
                <w:sz w:val="24"/>
                <w:szCs w:val="24"/>
              </w:rPr>
            </w:pPr>
            <w:r w:rsidRPr="009E69E3">
              <w:rPr>
                <w:sz w:val="24"/>
                <w:szCs w:val="24"/>
              </w:rPr>
              <w:t>53,1</w:t>
            </w:r>
          </w:p>
        </w:tc>
        <w:tc>
          <w:tcPr>
            <w:tcW w:w="1397" w:type="dxa"/>
            <w:vAlign w:val="center"/>
          </w:tcPr>
          <w:p w:rsidR="0018113E" w:rsidRPr="009E69E3" w:rsidRDefault="0018113E" w:rsidP="00BF30BF">
            <w:pPr>
              <w:jc w:val="center"/>
              <w:rPr>
                <w:sz w:val="24"/>
                <w:szCs w:val="24"/>
              </w:rPr>
            </w:pPr>
            <w:r w:rsidRPr="009E69E3">
              <w:rPr>
                <w:sz w:val="24"/>
                <w:szCs w:val="24"/>
              </w:rPr>
              <w:t>11,6</w:t>
            </w:r>
          </w:p>
        </w:tc>
        <w:tc>
          <w:tcPr>
            <w:tcW w:w="1397" w:type="dxa"/>
            <w:vAlign w:val="center"/>
          </w:tcPr>
          <w:p w:rsidR="0018113E" w:rsidRPr="009E69E3" w:rsidRDefault="0018113E" w:rsidP="00BF30BF">
            <w:pPr>
              <w:jc w:val="center"/>
              <w:rPr>
                <w:sz w:val="24"/>
                <w:szCs w:val="24"/>
              </w:rPr>
            </w:pPr>
            <w:r w:rsidRPr="009E69E3">
              <w:rPr>
                <w:sz w:val="24"/>
                <w:szCs w:val="24"/>
              </w:rPr>
              <w:t>38,4</w:t>
            </w:r>
          </w:p>
        </w:tc>
        <w:tc>
          <w:tcPr>
            <w:tcW w:w="1398" w:type="dxa"/>
            <w:vAlign w:val="center"/>
          </w:tcPr>
          <w:p w:rsidR="0018113E" w:rsidRPr="009E69E3" w:rsidRDefault="0018113E" w:rsidP="00BF30BF">
            <w:pPr>
              <w:jc w:val="center"/>
              <w:rPr>
                <w:sz w:val="24"/>
                <w:szCs w:val="24"/>
              </w:rPr>
            </w:pPr>
            <w:r w:rsidRPr="009E69E3">
              <w:rPr>
                <w:sz w:val="24"/>
                <w:szCs w:val="24"/>
              </w:rPr>
              <w:t>59,4</w:t>
            </w:r>
          </w:p>
        </w:tc>
        <w:tc>
          <w:tcPr>
            <w:tcW w:w="1397" w:type="dxa"/>
            <w:vAlign w:val="center"/>
          </w:tcPr>
          <w:p w:rsidR="0018113E" w:rsidRPr="009E69E3" w:rsidRDefault="0018113E" w:rsidP="00BF30BF">
            <w:pPr>
              <w:jc w:val="center"/>
              <w:rPr>
                <w:sz w:val="24"/>
                <w:szCs w:val="24"/>
              </w:rPr>
            </w:pPr>
            <w:r w:rsidRPr="009E69E3">
              <w:rPr>
                <w:sz w:val="24"/>
                <w:szCs w:val="24"/>
              </w:rPr>
              <w:t>59,4</w:t>
            </w:r>
          </w:p>
        </w:tc>
        <w:tc>
          <w:tcPr>
            <w:tcW w:w="1397" w:type="dxa"/>
            <w:vAlign w:val="center"/>
          </w:tcPr>
          <w:p w:rsidR="0018113E" w:rsidRPr="009E69E3" w:rsidRDefault="0018113E" w:rsidP="009E69E3">
            <w:pPr>
              <w:jc w:val="center"/>
              <w:rPr>
                <w:sz w:val="24"/>
                <w:szCs w:val="24"/>
              </w:rPr>
            </w:pPr>
            <w:r w:rsidRPr="009E69E3">
              <w:rPr>
                <w:sz w:val="24"/>
                <w:szCs w:val="24"/>
              </w:rPr>
              <w:t>59,4</w:t>
            </w:r>
          </w:p>
        </w:tc>
        <w:tc>
          <w:tcPr>
            <w:tcW w:w="1398" w:type="dxa"/>
            <w:vAlign w:val="center"/>
          </w:tcPr>
          <w:p w:rsidR="0018113E" w:rsidRPr="009E69E3" w:rsidRDefault="0018113E" w:rsidP="00B830DB">
            <w:pPr>
              <w:jc w:val="center"/>
              <w:rPr>
                <w:sz w:val="24"/>
                <w:szCs w:val="24"/>
              </w:rPr>
            </w:pPr>
            <w:r w:rsidRPr="009E69E3">
              <w:rPr>
                <w:sz w:val="24"/>
                <w:szCs w:val="24"/>
              </w:rPr>
              <w:t>59,4</w:t>
            </w:r>
          </w:p>
        </w:tc>
      </w:tr>
      <w:tr w:rsidR="0018113E" w:rsidRPr="00805F34" w:rsidTr="00B830DB">
        <w:trPr>
          <w:trHeight w:val="417"/>
        </w:trPr>
        <w:tc>
          <w:tcPr>
            <w:tcW w:w="993" w:type="dxa"/>
            <w:vMerge/>
          </w:tcPr>
          <w:p w:rsidR="0018113E" w:rsidRPr="00805F34" w:rsidRDefault="0018113E" w:rsidP="00A3217E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805F34" w:rsidRDefault="0018113E" w:rsidP="00B830DB">
            <w:pPr>
              <w:rPr>
                <w:sz w:val="24"/>
                <w:szCs w:val="24"/>
              </w:rPr>
            </w:pPr>
            <w:r w:rsidRPr="00805F34"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397" w:type="dxa"/>
            <w:vAlign w:val="center"/>
          </w:tcPr>
          <w:p w:rsidR="0018113E" w:rsidRPr="00805F34" w:rsidRDefault="0018113E" w:rsidP="00BF30BF">
            <w:pPr>
              <w:jc w:val="center"/>
              <w:rPr>
                <w:sz w:val="24"/>
                <w:szCs w:val="24"/>
              </w:rPr>
            </w:pPr>
            <w:r w:rsidRPr="00805F34">
              <w:rPr>
                <w:sz w:val="24"/>
                <w:szCs w:val="24"/>
              </w:rPr>
              <w:t>400</w:t>
            </w:r>
          </w:p>
        </w:tc>
        <w:tc>
          <w:tcPr>
            <w:tcW w:w="1397" w:type="dxa"/>
            <w:vAlign w:val="center"/>
          </w:tcPr>
          <w:p w:rsidR="0018113E" w:rsidRPr="00805F34" w:rsidRDefault="0018113E" w:rsidP="00BF30BF">
            <w:pPr>
              <w:jc w:val="center"/>
              <w:rPr>
                <w:sz w:val="24"/>
                <w:szCs w:val="24"/>
              </w:rPr>
            </w:pPr>
            <w:r w:rsidRPr="00805F34">
              <w:rPr>
                <w:sz w:val="24"/>
                <w:szCs w:val="24"/>
              </w:rPr>
              <w:t>400</w:t>
            </w:r>
          </w:p>
        </w:tc>
        <w:tc>
          <w:tcPr>
            <w:tcW w:w="1397" w:type="dxa"/>
            <w:vAlign w:val="center"/>
          </w:tcPr>
          <w:p w:rsidR="0018113E" w:rsidRPr="00805F34" w:rsidRDefault="0018113E" w:rsidP="00BF30BF">
            <w:pPr>
              <w:jc w:val="center"/>
              <w:rPr>
                <w:sz w:val="24"/>
                <w:szCs w:val="24"/>
              </w:rPr>
            </w:pPr>
            <w:r w:rsidRPr="00805F34">
              <w:rPr>
                <w:sz w:val="24"/>
                <w:szCs w:val="24"/>
              </w:rPr>
              <w:t>400</w:t>
            </w:r>
          </w:p>
        </w:tc>
        <w:tc>
          <w:tcPr>
            <w:tcW w:w="1398" w:type="dxa"/>
            <w:vAlign w:val="center"/>
          </w:tcPr>
          <w:p w:rsidR="0018113E" w:rsidRPr="00805F34" w:rsidRDefault="0018113E" w:rsidP="00BF30BF">
            <w:pPr>
              <w:jc w:val="center"/>
              <w:rPr>
                <w:sz w:val="24"/>
                <w:szCs w:val="24"/>
              </w:rPr>
            </w:pPr>
            <w:r w:rsidRPr="00805F34">
              <w:rPr>
                <w:sz w:val="24"/>
                <w:szCs w:val="24"/>
              </w:rPr>
              <w:t>400</w:t>
            </w:r>
          </w:p>
        </w:tc>
        <w:tc>
          <w:tcPr>
            <w:tcW w:w="1397" w:type="dxa"/>
            <w:vAlign w:val="center"/>
          </w:tcPr>
          <w:p w:rsidR="0018113E" w:rsidRPr="00805F34" w:rsidRDefault="0018113E" w:rsidP="00BF30BF">
            <w:pPr>
              <w:jc w:val="center"/>
              <w:rPr>
                <w:sz w:val="24"/>
                <w:szCs w:val="24"/>
              </w:rPr>
            </w:pPr>
            <w:r w:rsidRPr="00805F34">
              <w:rPr>
                <w:sz w:val="24"/>
                <w:szCs w:val="24"/>
              </w:rPr>
              <w:t>400</w:t>
            </w:r>
          </w:p>
        </w:tc>
        <w:tc>
          <w:tcPr>
            <w:tcW w:w="1397" w:type="dxa"/>
            <w:vAlign w:val="center"/>
          </w:tcPr>
          <w:p w:rsidR="0018113E" w:rsidRPr="00805F34" w:rsidRDefault="0018113E" w:rsidP="00BF30BF">
            <w:pPr>
              <w:jc w:val="center"/>
              <w:rPr>
                <w:sz w:val="24"/>
                <w:szCs w:val="24"/>
              </w:rPr>
            </w:pPr>
            <w:r w:rsidRPr="00805F34">
              <w:rPr>
                <w:sz w:val="24"/>
                <w:szCs w:val="24"/>
              </w:rPr>
              <w:t>400</w:t>
            </w:r>
          </w:p>
        </w:tc>
        <w:tc>
          <w:tcPr>
            <w:tcW w:w="1398" w:type="dxa"/>
            <w:vAlign w:val="center"/>
          </w:tcPr>
          <w:p w:rsidR="0018113E" w:rsidRPr="00805F34" w:rsidRDefault="0018113E" w:rsidP="00B8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18113E" w:rsidRPr="00297F3D" w:rsidTr="001645A1">
        <w:trPr>
          <w:trHeight w:val="910"/>
        </w:trPr>
        <w:tc>
          <w:tcPr>
            <w:tcW w:w="993" w:type="dxa"/>
          </w:tcPr>
          <w:p w:rsidR="0018113E" w:rsidRPr="00297F3D" w:rsidRDefault="0018113E" w:rsidP="00A321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18113E" w:rsidRPr="00297F3D" w:rsidRDefault="0018113E" w:rsidP="00DC0E3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Доля детей в возрасте от 5 до 18 лет, получающих услуги по дополнительному образованию – всего</w:t>
            </w:r>
            <w:r>
              <w:rPr>
                <w:sz w:val="24"/>
                <w:szCs w:val="24"/>
              </w:rPr>
              <w:t>, процентов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DC0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18113E" w:rsidRPr="00297F3D" w:rsidRDefault="0018113E" w:rsidP="00DC0E3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детей в возрасте от 5 до 18 лет, получающих услуги по дополнительному образованию в муниципальных учреждениях,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D3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9F729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Удовлетворенность населения качеством дополнительного образования,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397" w:type="dxa"/>
            <w:vAlign w:val="center"/>
          </w:tcPr>
          <w:p w:rsidR="0018113E" w:rsidRPr="00B52F24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398" w:type="dxa"/>
            <w:vAlign w:val="center"/>
          </w:tcPr>
          <w:p w:rsidR="0018113E" w:rsidRPr="00B52F24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9F7298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1645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113E" w:rsidRPr="00297F3D" w:rsidTr="001645A1">
        <w:trPr>
          <w:trHeight w:val="1110"/>
        </w:trPr>
        <w:tc>
          <w:tcPr>
            <w:tcW w:w="993" w:type="dxa"/>
            <w:vMerge w:val="restart"/>
          </w:tcPr>
          <w:p w:rsidR="0018113E" w:rsidRDefault="0018113E" w:rsidP="005B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4394" w:type="dxa"/>
          </w:tcPr>
          <w:p w:rsidR="0018113E" w:rsidRDefault="0018113E" w:rsidP="00675AFF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Реализация основных общеобразовательных программам дошкольного образования</w:t>
            </w:r>
          </w:p>
          <w:p w:rsidR="0018113E" w:rsidRPr="00A3217E" w:rsidRDefault="0018113E" w:rsidP="00675AFF">
            <w:r w:rsidRPr="00A3217E">
              <w:t>наименование муниципальной услуги</w:t>
            </w:r>
          </w:p>
          <w:p w:rsidR="0018113E" w:rsidRDefault="0018113E" w:rsidP="00FC2A1C">
            <w:r w:rsidRPr="00A3217E">
              <w:rPr>
                <w:sz w:val="24"/>
                <w:szCs w:val="24"/>
              </w:rPr>
              <w:t xml:space="preserve">- 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125,1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77,6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171,7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180,3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</w:tr>
      <w:tr w:rsidR="0018113E" w:rsidRPr="00297F3D" w:rsidTr="001645A1">
        <w:tc>
          <w:tcPr>
            <w:tcW w:w="993" w:type="dxa"/>
            <w:vMerge/>
          </w:tcPr>
          <w:p w:rsidR="0018113E" w:rsidRPr="00297F3D" w:rsidRDefault="0018113E" w:rsidP="00FC2A1C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FC2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1294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1287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1565</w:t>
            </w:r>
          </w:p>
        </w:tc>
      </w:tr>
      <w:tr w:rsidR="0018113E" w:rsidRPr="00297F3D" w:rsidTr="001645A1">
        <w:trPr>
          <w:trHeight w:val="832"/>
        </w:trPr>
        <w:tc>
          <w:tcPr>
            <w:tcW w:w="993" w:type="dxa"/>
            <w:vMerge w:val="restart"/>
          </w:tcPr>
          <w:p w:rsidR="0018113E" w:rsidRDefault="0018113E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4394" w:type="dxa"/>
          </w:tcPr>
          <w:p w:rsidR="0018113E" w:rsidRDefault="0018113E" w:rsidP="00675AFF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Присмотр и уход</w:t>
            </w:r>
          </w:p>
          <w:p w:rsidR="0018113E" w:rsidRPr="00A3217E" w:rsidRDefault="0018113E" w:rsidP="00675AFF">
            <w:r w:rsidRPr="00A3217E">
              <w:t>наименование муниципальной услуги</w:t>
            </w:r>
          </w:p>
          <w:p w:rsidR="0018113E" w:rsidRPr="00FC2A1C" w:rsidRDefault="0018113E" w:rsidP="007320C4">
            <w:pPr>
              <w:rPr>
                <w:sz w:val="24"/>
                <w:szCs w:val="24"/>
              </w:rPr>
            </w:pPr>
            <w:r w:rsidRPr="00A3217E">
              <w:rPr>
                <w:sz w:val="24"/>
                <w:szCs w:val="24"/>
              </w:rPr>
              <w:t xml:space="preserve">- стоимость муниципальной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</w:tr>
      <w:tr w:rsidR="0018113E" w:rsidRPr="00297F3D" w:rsidTr="001645A1">
        <w:tc>
          <w:tcPr>
            <w:tcW w:w="993" w:type="dxa"/>
            <w:vMerge/>
          </w:tcPr>
          <w:p w:rsidR="0018113E" w:rsidRPr="00297F3D" w:rsidRDefault="0018113E" w:rsidP="00FC2A1C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FC2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1276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1269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1286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1317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1542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1542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1542</w:t>
            </w:r>
          </w:p>
        </w:tc>
      </w:tr>
      <w:tr w:rsidR="0018113E" w:rsidRPr="00297F3D" w:rsidTr="00B85F91">
        <w:trPr>
          <w:trHeight w:val="825"/>
        </w:trPr>
        <w:tc>
          <w:tcPr>
            <w:tcW w:w="993" w:type="dxa"/>
            <w:vMerge w:val="restart"/>
          </w:tcPr>
          <w:p w:rsidR="0018113E" w:rsidRDefault="0018113E" w:rsidP="005B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4394" w:type="dxa"/>
          </w:tcPr>
          <w:p w:rsidR="0018113E" w:rsidRDefault="0018113E" w:rsidP="002943C7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Детское художественное творчество</w:t>
            </w:r>
          </w:p>
          <w:p w:rsidR="0018113E" w:rsidRPr="00A3217E" w:rsidRDefault="0018113E" w:rsidP="002943C7"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</w:p>
          <w:p w:rsidR="0018113E" w:rsidRDefault="0018113E" w:rsidP="00EA7BB7">
            <w:r w:rsidRPr="00297F3D">
              <w:rPr>
                <w:sz w:val="24"/>
                <w:szCs w:val="24"/>
              </w:rPr>
              <w:t xml:space="preserve">- стоимость платной 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397" w:type="dxa"/>
            <w:vAlign w:val="center"/>
          </w:tcPr>
          <w:p w:rsidR="0018113E" w:rsidRDefault="0018113E" w:rsidP="00B85F91">
            <w:pPr>
              <w:jc w:val="center"/>
            </w:pPr>
            <w:r w:rsidRPr="00346478">
              <w:rPr>
                <w:sz w:val="24"/>
                <w:szCs w:val="24"/>
              </w:rPr>
              <w:t>0,2</w:t>
            </w:r>
          </w:p>
        </w:tc>
        <w:tc>
          <w:tcPr>
            <w:tcW w:w="1398" w:type="dxa"/>
            <w:vAlign w:val="center"/>
          </w:tcPr>
          <w:p w:rsidR="0018113E" w:rsidRDefault="0018113E" w:rsidP="00B85F91">
            <w:pPr>
              <w:jc w:val="center"/>
            </w:pPr>
            <w:r w:rsidRPr="00346478">
              <w:rPr>
                <w:sz w:val="24"/>
                <w:szCs w:val="24"/>
              </w:rPr>
              <w:t>0,2</w:t>
            </w:r>
          </w:p>
        </w:tc>
        <w:tc>
          <w:tcPr>
            <w:tcW w:w="1397" w:type="dxa"/>
            <w:vAlign w:val="center"/>
          </w:tcPr>
          <w:p w:rsidR="0018113E" w:rsidRDefault="0018113E" w:rsidP="00B85F91">
            <w:pPr>
              <w:jc w:val="center"/>
            </w:pPr>
            <w:r w:rsidRPr="00346478">
              <w:rPr>
                <w:sz w:val="24"/>
                <w:szCs w:val="24"/>
              </w:rPr>
              <w:t>0,2</w:t>
            </w:r>
          </w:p>
        </w:tc>
        <w:tc>
          <w:tcPr>
            <w:tcW w:w="1397" w:type="dxa"/>
            <w:vAlign w:val="center"/>
          </w:tcPr>
          <w:p w:rsidR="0018113E" w:rsidRDefault="0018113E" w:rsidP="00B85F91">
            <w:pPr>
              <w:jc w:val="center"/>
            </w:pPr>
            <w:r w:rsidRPr="00346478">
              <w:rPr>
                <w:sz w:val="24"/>
                <w:szCs w:val="24"/>
              </w:rPr>
              <w:t>0,2</w:t>
            </w:r>
          </w:p>
        </w:tc>
        <w:tc>
          <w:tcPr>
            <w:tcW w:w="1398" w:type="dxa"/>
            <w:vAlign w:val="center"/>
          </w:tcPr>
          <w:p w:rsidR="0018113E" w:rsidRDefault="0018113E" w:rsidP="00B85F91">
            <w:pPr>
              <w:jc w:val="center"/>
            </w:pPr>
            <w:r w:rsidRPr="00346478">
              <w:rPr>
                <w:sz w:val="24"/>
                <w:szCs w:val="24"/>
              </w:rPr>
              <w:t>0,2</w:t>
            </w:r>
          </w:p>
        </w:tc>
      </w:tr>
      <w:tr w:rsidR="0018113E" w:rsidRPr="00297F3D" w:rsidTr="001645A1">
        <w:tc>
          <w:tcPr>
            <w:tcW w:w="993" w:type="dxa"/>
            <w:vMerge/>
          </w:tcPr>
          <w:p w:rsidR="0018113E" w:rsidRPr="00297F3D" w:rsidRDefault="0018113E" w:rsidP="00A5494C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A549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потребителей, единиц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5B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97" w:type="dxa"/>
            <w:vAlign w:val="center"/>
          </w:tcPr>
          <w:p w:rsidR="0018113E" w:rsidRPr="005B60EB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98" w:type="dxa"/>
            <w:vAlign w:val="center"/>
          </w:tcPr>
          <w:p w:rsidR="0018113E" w:rsidRPr="005B60EB" w:rsidRDefault="0018113E" w:rsidP="005B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EA7BB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Доля детских дошкольных учреждений (кроме муниципальных), оказывающих услуги по дошкольному образованию детей и  получающих средства бюджета муниципального района, </w:t>
            </w:r>
            <w:r>
              <w:rPr>
                <w:sz w:val="24"/>
                <w:szCs w:val="24"/>
              </w:rPr>
              <w:t>процентов</w:t>
            </w:r>
            <w:r w:rsidRPr="00297F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842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Численность детей, состоящих на учете для определения в дошкольное образовательное учреждение,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A5494C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</w:pPr>
            <w:r>
              <w:t>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BF30BF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</w:pPr>
            <w:r>
              <w:t>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BF30BF">
            <w:pPr>
              <w:jc w:val="center"/>
            </w:pPr>
            <w:r>
              <w:t>0</w:t>
            </w:r>
          </w:p>
        </w:tc>
      </w:tr>
      <w:tr w:rsidR="0018113E" w:rsidRPr="00297F3D" w:rsidTr="001645A1">
        <w:trPr>
          <w:trHeight w:val="506"/>
        </w:trPr>
        <w:tc>
          <w:tcPr>
            <w:tcW w:w="993" w:type="dxa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CD4A20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Удовлетворенность населения качеством </w:t>
            </w:r>
            <w:r>
              <w:rPr>
                <w:sz w:val="24"/>
                <w:szCs w:val="24"/>
              </w:rPr>
              <w:t>дошкольного</w:t>
            </w:r>
            <w:r w:rsidRPr="00297F3D">
              <w:rPr>
                <w:sz w:val="24"/>
                <w:szCs w:val="24"/>
              </w:rPr>
              <w:t xml:space="preserve"> образования,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0D7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0D7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394" w:type="dxa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0D7ECD" w:rsidRDefault="0018113E" w:rsidP="00164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0D7ECD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0D7ECD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0D7ECD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0D7ECD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0D7ECD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18113E" w:rsidRPr="00084AEB" w:rsidTr="001645A1">
        <w:tc>
          <w:tcPr>
            <w:tcW w:w="993" w:type="dxa"/>
          </w:tcPr>
          <w:p w:rsidR="0018113E" w:rsidRPr="00084AEB" w:rsidRDefault="0018113E" w:rsidP="00247E6A">
            <w:pPr>
              <w:rPr>
                <w:sz w:val="24"/>
                <w:szCs w:val="24"/>
              </w:rPr>
            </w:pPr>
            <w:r w:rsidRPr="00084AEB">
              <w:rPr>
                <w:sz w:val="24"/>
                <w:szCs w:val="24"/>
              </w:rPr>
              <w:t>12.1</w:t>
            </w:r>
          </w:p>
        </w:tc>
        <w:tc>
          <w:tcPr>
            <w:tcW w:w="4394" w:type="dxa"/>
          </w:tcPr>
          <w:p w:rsidR="0018113E" w:rsidRPr="00084AEB" w:rsidRDefault="0018113E" w:rsidP="009C77BC">
            <w:pPr>
              <w:rPr>
                <w:sz w:val="24"/>
                <w:szCs w:val="24"/>
              </w:rPr>
            </w:pPr>
            <w:r w:rsidRPr="00084AEB">
              <w:rPr>
                <w:sz w:val="24"/>
                <w:szCs w:val="24"/>
              </w:rPr>
              <w:t>Доля детей, получивших путевки в загородные оздоровительные лагеря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8113E" w:rsidRPr="00297F3D" w:rsidTr="001645A1">
        <w:tc>
          <w:tcPr>
            <w:tcW w:w="993" w:type="dxa"/>
            <w:vMerge w:val="restart"/>
          </w:tcPr>
          <w:p w:rsidR="0018113E" w:rsidRPr="00297F3D" w:rsidRDefault="0018113E" w:rsidP="00247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297F3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18113E" w:rsidRPr="00297F3D" w:rsidRDefault="0018113E" w:rsidP="00617904">
            <w:pPr>
              <w:rPr>
                <w:sz w:val="24"/>
                <w:szCs w:val="24"/>
                <w:u w:val="single"/>
              </w:rPr>
            </w:pPr>
            <w:r w:rsidRPr="00297F3D">
              <w:rPr>
                <w:sz w:val="24"/>
                <w:szCs w:val="24"/>
                <w:u w:val="single"/>
              </w:rPr>
              <w:t>Организация отдыха детей в загородных оздоровительных лагерях</w:t>
            </w:r>
          </w:p>
          <w:p w:rsidR="0018113E" w:rsidRPr="00297F3D" w:rsidRDefault="0018113E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платной 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8113E" w:rsidRPr="00297F3D" w:rsidTr="001645A1">
        <w:trPr>
          <w:trHeight w:val="383"/>
        </w:trPr>
        <w:tc>
          <w:tcPr>
            <w:tcW w:w="993" w:type="dxa"/>
            <w:vMerge/>
          </w:tcPr>
          <w:p w:rsidR="0018113E" w:rsidRDefault="0018113E" w:rsidP="0061790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247E6A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количество потребителей,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0D7ECD" w:rsidRDefault="0018113E" w:rsidP="00BF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8113E" w:rsidRPr="00297F3D" w:rsidTr="001645A1">
        <w:trPr>
          <w:trHeight w:val="383"/>
        </w:trPr>
        <w:tc>
          <w:tcPr>
            <w:tcW w:w="993" w:type="dxa"/>
          </w:tcPr>
          <w:p w:rsidR="0018113E" w:rsidRDefault="0018113E" w:rsidP="00247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</w:t>
            </w:r>
            <w:r w:rsidRPr="00297F3D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18113E" w:rsidRPr="00297F3D" w:rsidRDefault="0018113E" w:rsidP="00EA7BB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Доля детей, получивших путевки</w:t>
            </w:r>
            <w:r>
              <w:rPr>
                <w:sz w:val="24"/>
                <w:szCs w:val="24"/>
              </w:rPr>
              <w:t xml:space="preserve"> в</w:t>
            </w:r>
            <w:r w:rsidRPr="00297F3D">
              <w:rPr>
                <w:sz w:val="24"/>
                <w:szCs w:val="24"/>
              </w:rPr>
              <w:t xml:space="preserve"> оздоровительные лагеря с дневным пребыванием</w:t>
            </w:r>
            <w:r>
              <w:rPr>
                <w:sz w:val="24"/>
                <w:szCs w:val="24"/>
              </w:rPr>
              <w:t>, процентов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398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398" w:type="dxa"/>
            <w:vAlign w:val="center"/>
          </w:tcPr>
          <w:p w:rsidR="0018113E" w:rsidRPr="00CC173C" w:rsidRDefault="0018113E" w:rsidP="00CC17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</w:tr>
      <w:tr w:rsidR="0018113E" w:rsidRPr="00297F3D" w:rsidTr="001645A1">
        <w:trPr>
          <w:trHeight w:val="383"/>
        </w:trPr>
        <w:tc>
          <w:tcPr>
            <w:tcW w:w="993" w:type="dxa"/>
            <w:vMerge w:val="restart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</w:t>
            </w:r>
          </w:p>
        </w:tc>
        <w:tc>
          <w:tcPr>
            <w:tcW w:w="4394" w:type="dxa"/>
          </w:tcPr>
          <w:p w:rsidR="0018113E" w:rsidRPr="00297F3D" w:rsidRDefault="0018113E" w:rsidP="00617904">
            <w:pPr>
              <w:rPr>
                <w:sz w:val="24"/>
                <w:szCs w:val="24"/>
                <w:u w:val="single"/>
              </w:rPr>
            </w:pPr>
            <w:r w:rsidRPr="00297F3D">
              <w:rPr>
                <w:sz w:val="24"/>
                <w:szCs w:val="24"/>
                <w:u w:val="single"/>
              </w:rPr>
              <w:t>Организация отдыха детей в оздоровительных лагерях с дневным пребыванием</w:t>
            </w:r>
          </w:p>
          <w:p w:rsidR="0018113E" w:rsidRPr="00297F3D" w:rsidRDefault="0018113E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стоимость платной 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CC173C">
            <w:pPr>
              <w:tabs>
                <w:tab w:val="left" w:pos="307"/>
                <w:tab w:val="center" w:pos="6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5,612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5,900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CC17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5,900</w:t>
            </w:r>
          </w:p>
        </w:tc>
        <w:tc>
          <w:tcPr>
            <w:tcW w:w="1398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5,900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6,000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6,500</w:t>
            </w:r>
          </w:p>
        </w:tc>
        <w:tc>
          <w:tcPr>
            <w:tcW w:w="1398" w:type="dxa"/>
            <w:vAlign w:val="center"/>
          </w:tcPr>
          <w:p w:rsidR="0018113E" w:rsidRPr="00CC173C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7,000</w:t>
            </w:r>
          </w:p>
        </w:tc>
      </w:tr>
      <w:tr w:rsidR="0018113E" w:rsidRPr="00297F3D" w:rsidTr="001645A1">
        <w:tc>
          <w:tcPr>
            <w:tcW w:w="993" w:type="dxa"/>
            <w:vMerge/>
          </w:tcPr>
          <w:p w:rsidR="0018113E" w:rsidRPr="00747761" w:rsidRDefault="0018113E" w:rsidP="00D03187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00691D" w:rsidRDefault="0018113E" w:rsidP="006200DB">
            <w:pPr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Pr="00297F3D">
              <w:rPr>
                <w:sz w:val="24"/>
                <w:szCs w:val="24"/>
              </w:rPr>
              <w:t xml:space="preserve"> количество потребителей,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5209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</w:t>
            </w:r>
          </w:p>
        </w:tc>
        <w:tc>
          <w:tcPr>
            <w:tcW w:w="1398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5215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5215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5215</w:t>
            </w:r>
          </w:p>
        </w:tc>
        <w:tc>
          <w:tcPr>
            <w:tcW w:w="1398" w:type="dxa"/>
            <w:vAlign w:val="center"/>
          </w:tcPr>
          <w:p w:rsidR="0018113E" w:rsidRPr="00CC173C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5215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00691D" w:rsidRDefault="0018113E" w:rsidP="00D03187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VII.</w:t>
            </w:r>
          </w:p>
        </w:tc>
        <w:tc>
          <w:tcPr>
            <w:tcW w:w="4394" w:type="dxa"/>
          </w:tcPr>
          <w:p w:rsidR="0018113E" w:rsidRPr="0000691D" w:rsidRDefault="0018113E" w:rsidP="00601D1A">
            <w:pPr>
              <w:spacing w:line="240" w:lineRule="exact"/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Формирование и содержание муниципального архива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18113E" w:rsidRPr="00297F3D" w:rsidRDefault="0018113E" w:rsidP="00381555">
            <w:pPr>
              <w:spacing w:line="240" w:lineRule="exact"/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Информационное обеспечение граждан и юридических лиц на основе документов архивного фонда Российской Федерации и других архивных документов на территории Верхнебуреинского района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D03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1а</w:t>
            </w:r>
          </w:p>
        </w:tc>
        <w:tc>
          <w:tcPr>
            <w:tcW w:w="4394" w:type="dxa"/>
          </w:tcPr>
          <w:p w:rsidR="0018113E" w:rsidRDefault="0018113E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Социально-правовые запросы</w:t>
            </w:r>
          </w:p>
          <w:p w:rsidR="0018113E" w:rsidRPr="00A3217E" w:rsidRDefault="0018113E" w:rsidP="00A3217E">
            <w:r w:rsidRPr="00A3217E">
              <w:t>наименование муниципальной услуги</w:t>
            </w:r>
          </w:p>
          <w:p w:rsidR="0018113E" w:rsidRPr="00297F3D" w:rsidRDefault="0018113E" w:rsidP="00E20D95">
            <w:pPr>
              <w:rPr>
                <w:sz w:val="24"/>
                <w:szCs w:val="24"/>
                <w:u w:val="single"/>
              </w:rPr>
            </w:pPr>
            <w:r w:rsidRPr="00297F3D">
              <w:rPr>
                <w:sz w:val="24"/>
                <w:szCs w:val="24"/>
              </w:rPr>
              <w:t>- количество потребителей услуги, человек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1160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8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398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0D2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1б</w:t>
            </w:r>
          </w:p>
        </w:tc>
        <w:tc>
          <w:tcPr>
            <w:tcW w:w="4394" w:type="dxa"/>
          </w:tcPr>
          <w:p w:rsidR="0018113E" w:rsidRDefault="0018113E" w:rsidP="000D26DB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Тематические запросы</w:t>
            </w:r>
          </w:p>
          <w:p w:rsidR="0018113E" w:rsidRPr="00A3217E" w:rsidRDefault="0018113E" w:rsidP="000D26DB">
            <w:r w:rsidRPr="00A3217E">
              <w:t>наименование муниципальной услуги</w:t>
            </w:r>
          </w:p>
          <w:p w:rsidR="0018113E" w:rsidRPr="00297F3D" w:rsidRDefault="0018113E" w:rsidP="000D26DB">
            <w:pPr>
              <w:rPr>
                <w:sz w:val="24"/>
                <w:szCs w:val="24"/>
                <w:u w:val="single"/>
              </w:rPr>
            </w:pPr>
            <w:r w:rsidRPr="00297F3D">
              <w:rPr>
                <w:sz w:val="24"/>
                <w:szCs w:val="24"/>
              </w:rPr>
              <w:t>- количество потребителей услуги, человек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398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398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00691D" w:rsidRDefault="0018113E" w:rsidP="00F129F7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VIII.</w:t>
            </w:r>
          </w:p>
        </w:tc>
        <w:tc>
          <w:tcPr>
            <w:tcW w:w="4394" w:type="dxa"/>
          </w:tcPr>
          <w:p w:rsidR="0018113E" w:rsidRPr="0000691D" w:rsidRDefault="0018113E" w:rsidP="00F129F7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Создание условий для обеспечения поселений района услугами общественного питания, торговли и бытового обслуживания</w:t>
            </w:r>
          </w:p>
        </w:tc>
        <w:tc>
          <w:tcPr>
            <w:tcW w:w="1397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954BA0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954BA0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6C52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18113E" w:rsidRPr="00297F3D" w:rsidRDefault="0018113E" w:rsidP="006C52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Число поселений, нуждающихся в услугах</w:t>
            </w:r>
            <w:r>
              <w:rPr>
                <w:sz w:val="24"/>
                <w:szCs w:val="24"/>
              </w:rPr>
              <w:t xml:space="preserve"> </w:t>
            </w:r>
            <w:r w:rsidRPr="00297F3D">
              <w:rPr>
                <w:sz w:val="24"/>
                <w:szCs w:val="24"/>
              </w:rPr>
              <w:t xml:space="preserve">общественного питания,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D3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D3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 w:rsidRPr="00CC173C"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CC173C" w:rsidRDefault="0018113E" w:rsidP="00D3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18113E" w:rsidRPr="00297F3D" w:rsidRDefault="0018113E" w:rsidP="0061790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Число поселений, нуждающихся в услугах бытового обслуживания,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D3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D3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98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98" w:type="dxa"/>
            <w:vAlign w:val="center"/>
          </w:tcPr>
          <w:p w:rsidR="0018113E" w:rsidRPr="00CC173C" w:rsidRDefault="0018113E" w:rsidP="00D3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00691D" w:rsidRDefault="0018113E" w:rsidP="00F129F7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IX.</w:t>
            </w:r>
          </w:p>
        </w:tc>
        <w:tc>
          <w:tcPr>
            <w:tcW w:w="4394" w:type="dxa"/>
          </w:tcPr>
          <w:p w:rsidR="0018113E" w:rsidRPr="0000691D" w:rsidRDefault="0018113E" w:rsidP="00617904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Организация библиотечного обслуживания, созданию условий для обеспечения поселений услугами по организации досуга и услугами организаций культуры и развитию местного традиционного художественного творчества в поселениях района</w:t>
            </w: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1600E" w:rsidRDefault="0018113E" w:rsidP="001645A1">
            <w:pPr>
              <w:jc w:val="center"/>
              <w:rPr>
                <w:color w:val="FF0000"/>
                <w:sz w:val="24"/>
                <w:szCs w:val="24"/>
                <w:vertAlign w:val="superscript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8420F8" w:rsidRDefault="0018113E" w:rsidP="00617904">
            <w:pPr>
              <w:rPr>
                <w:b/>
                <w:sz w:val="24"/>
                <w:szCs w:val="24"/>
              </w:rPr>
            </w:pPr>
            <w:r w:rsidRPr="008420F8">
              <w:rPr>
                <w:b/>
                <w:sz w:val="24"/>
                <w:szCs w:val="24"/>
              </w:rPr>
              <w:t>Организация библиотечного обслуживания межпоселенческими библиотеками, комплектование и обеспечение сохранности  их библиотечных фондов</w:t>
            </w: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1645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113E" w:rsidRPr="008107D6" w:rsidTr="00BF30BF">
        <w:tc>
          <w:tcPr>
            <w:tcW w:w="993" w:type="dxa"/>
            <w:vMerge w:val="restart"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18113E" w:rsidRDefault="0018113E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18113E" w:rsidRDefault="0018113E" w:rsidP="00A3217E">
            <w:pPr>
              <w:rPr>
                <w:sz w:val="24"/>
                <w:szCs w:val="24"/>
              </w:rPr>
            </w:pPr>
            <w:r w:rsidRPr="00A3217E">
              <w:t>наименование муниципальной услуги</w:t>
            </w:r>
            <w:r w:rsidRPr="00297F3D">
              <w:rPr>
                <w:sz w:val="24"/>
                <w:szCs w:val="24"/>
              </w:rPr>
              <w:t xml:space="preserve"> </w:t>
            </w:r>
          </w:p>
          <w:p w:rsidR="0018113E" w:rsidRPr="00297F3D" w:rsidRDefault="0018113E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- средняя стоимость услуги</w:t>
            </w:r>
            <w:r>
              <w:rPr>
                <w:sz w:val="24"/>
                <w:szCs w:val="24"/>
              </w:rPr>
              <w:t>, тысяч рублей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1,829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0,813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1,488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2,614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2,614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2,614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2,614</w:t>
            </w:r>
          </w:p>
        </w:tc>
      </w:tr>
      <w:tr w:rsidR="0018113E" w:rsidRPr="008107D6" w:rsidTr="00BF30BF">
        <w:tc>
          <w:tcPr>
            <w:tcW w:w="993" w:type="dxa"/>
            <w:vMerge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- количество потребителей услуги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14194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10703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12900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12900</w:t>
            </w:r>
          </w:p>
        </w:tc>
      </w:tr>
      <w:tr w:rsidR="0018113E" w:rsidRPr="00297F3D" w:rsidTr="00BF30BF">
        <w:tc>
          <w:tcPr>
            <w:tcW w:w="993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18113E" w:rsidRPr="00297F3D" w:rsidRDefault="0018113E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Количество проводимых массовых мероприятий</w:t>
            </w:r>
            <w:r>
              <w:rPr>
                <w:sz w:val="24"/>
                <w:szCs w:val="24"/>
              </w:rPr>
              <w:t xml:space="preserve"> по </w:t>
            </w:r>
            <w:r w:rsidRPr="007320C4">
              <w:rPr>
                <w:sz w:val="24"/>
                <w:szCs w:val="24"/>
              </w:rPr>
              <w:t>организации библиотечного обслуживания межпоселенческими библиотеками, комплектование и обеспечение сохранности  их библиотечных фондов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1689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</w:tr>
      <w:tr w:rsidR="0018113E" w:rsidRPr="00297F3D" w:rsidTr="00BF30BF">
        <w:tc>
          <w:tcPr>
            <w:tcW w:w="993" w:type="dxa"/>
            <w:vMerge w:val="restart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18113E" w:rsidRDefault="0018113E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18113E" w:rsidRDefault="0018113E" w:rsidP="00A3217E">
            <w:pPr>
              <w:rPr>
                <w:sz w:val="24"/>
                <w:szCs w:val="24"/>
              </w:rPr>
            </w:pPr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  <w:r w:rsidRPr="00297F3D">
              <w:rPr>
                <w:sz w:val="24"/>
                <w:szCs w:val="24"/>
              </w:rPr>
              <w:t xml:space="preserve"> </w:t>
            </w:r>
          </w:p>
          <w:p w:rsidR="0018113E" w:rsidRPr="00297F3D" w:rsidRDefault="0018113E" w:rsidP="00A3217E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средняя стоимость платной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0,331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0,389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0,171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0,171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0,171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0,171</w:t>
            </w:r>
          </w:p>
        </w:tc>
      </w:tr>
      <w:tr w:rsidR="0018113E" w:rsidRPr="00297F3D" w:rsidTr="00BF30BF">
        <w:tc>
          <w:tcPr>
            <w:tcW w:w="993" w:type="dxa"/>
            <w:vMerge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количество потребителей,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926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</w:tr>
      <w:tr w:rsidR="0018113E" w:rsidRPr="00297F3D" w:rsidTr="00BF30BF">
        <w:tc>
          <w:tcPr>
            <w:tcW w:w="993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18113E" w:rsidRPr="00297F3D" w:rsidRDefault="0018113E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Доходы от платных услуг</w:t>
            </w:r>
            <w:r>
              <w:rPr>
                <w:sz w:val="24"/>
                <w:szCs w:val="24"/>
              </w:rPr>
              <w:t xml:space="preserve"> по </w:t>
            </w:r>
            <w:r w:rsidRPr="007320C4">
              <w:rPr>
                <w:sz w:val="24"/>
                <w:szCs w:val="24"/>
              </w:rPr>
              <w:t>организации библиотечного обслуживания межпоселенческими библиотеками, комплектование и обеспечение сохранности  их библиотечных фондов,</w:t>
            </w:r>
            <w:r w:rsidRPr="00297F3D">
              <w:rPr>
                <w:sz w:val="24"/>
                <w:szCs w:val="24"/>
              </w:rPr>
              <w:t xml:space="preserve"> тыс</w:t>
            </w:r>
            <w:r>
              <w:rPr>
                <w:sz w:val="24"/>
                <w:szCs w:val="24"/>
              </w:rPr>
              <w:t xml:space="preserve">яч </w:t>
            </w:r>
            <w:r w:rsidRPr="00297F3D">
              <w:rPr>
                <w:sz w:val="24"/>
                <w:szCs w:val="24"/>
              </w:rPr>
              <w:t>рублей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573,802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60,570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158,368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159,000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159,000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159,000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159,000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8420F8" w:rsidRDefault="0018113E" w:rsidP="002264F1">
            <w:pPr>
              <w:rPr>
                <w:b/>
                <w:sz w:val="24"/>
                <w:szCs w:val="24"/>
              </w:rPr>
            </w:pPr>
            <w:r w:rsidRPr="008420F8">
              <w:rPr>
                <w:b/>
                <w:sz w:val="24"/>
                <w:szCs w:val="24"/>
              </w:rPr>
              <w:t xml:space="preserve">Создание условий для обеспечения поселений, входящих в состав муниципального района, услугами по организации досуга и услугами организаций культуры </w:t>
            </w:r>
          </w:p>
        </w:tc>
        <w:tc>
          <w:tcPr>
            <w:tcW w:w="1397" w:type="dxa"/>
            <w:vAlign w:val="center"/>
          </w:tcPr>
          <w:p w:rsidR="0018113E" w:rsidRPr="00CC173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CC173C" w:rsidRDefault="0018113E" w:rsidP="001645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CC173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CC173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CC173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CC173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113E" w:rsidRPr="00297F3D" w:rsidTr="00BF30BF">
        <w:tc>
          <w:tcPr>
            <w:tcW w:w="993" w:type="dxa"/>
            <w:vMerge w:val="restart"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18113E" w:rsidRDefault="0018113E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  <w:p w:rsidR="0018113E" w:rsidRDefault="0018113E" w:rsidP="00A3217E">
            <w:pPr>
              <w:rPr>
                <w:sz w:val="24"/>
                <w:szCs w:val="24"/>
              </w:rPr>
            </w:pPr>
            <w:r w:rsidRPr="00A3217E">
              <w:t>наименование муниципальной услуги</w:t>
            </w:r>
            <w:r w:rsidRPr="00297F3D">
              <w:rPr>
                <w:sz w:val="24"/>
                <w:szCs w:val="24"/>
              </w:rPr>
              <w:t xml:space="preserve"> </w:t>
            </w:r>
          </w:p>
          <w:p w:rsidR="0018113E" w:rsidRPr="00297F3D" w:rsidRDefault="0018113E" w:rsidP="00A3217E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средняя стоимость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0,559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0,366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0,307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0,430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0,430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0,430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0,430</w:t>
            </w:r>
          </w:p>
        </w:tc>
      </w:tr>
      <w:tr w:rsidR="0018113E" w:rsidRPr="00297F3D" w:rsidTr="00BF30BF">
        <w:tc>
          <w:tcPr>
            <w:tcW w:w="993" w:type="dxa"/>
            <w:vMerge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7320C4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количество потребителей услуги,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102844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30014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60762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90589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90589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90589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90589</w:t>
            </w:r>
          </w:p>
        </w:tc>
      </w:tr>
      <w:tr w:rsidR="0018113E" w:rsidRPr="00297F3D" w:rsidTr="00BF30BF">
        <w:tc>
          <w:tcPr>
            <w:tcW w:w="993" w:type="dxa"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18113E" w:rsidRPr="00297F3D" w:rsidRDefault="0018113E" w:rsidP="00962462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Количество проводимых массовых мероприятий</w:t>
            </w:r>
            <w:r>
              <w:rPr>
                <w:sz w:val="24"/>
                <w:szCs w:val="24"/>
              </w:rPr>
              <w:t xml:space="preserve"> по </w:t>
            </w:r>
            <w:r w:rsidRPr="00962462">
              <w:rPr>
                <w:sz w:val="24"/>
                <w:szCs w:val="24"/>
              </w:rPr>
              <w:t>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3435</w:t>
            </w:r>
          </w:p>
        </w:tc>
        <w:tc>
          <w:tcPr>
            <w:tcW w:w="1397" w:type="dxa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</w:t>
            </w:r>
          </w:p>
        </w:tc>
        <w:tc>
          <w:tcPr>
            <w:tcW w:w="1397" w:type="dxa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</w:t>
            </w:r>
          </w:p>
        </w:tc>
        <w:tc>
          <w:tcPr>
            <w:tcW w:w="1398" w:type="dxa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3314</w:t>
            </w:r>
          </w:p>
        </w:tc>
        <w:tc>
          <w:tcPr>
            <w:tcW w:w="1397" w:type="dxa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3314</w:t>
            </w:r>
          </w:p>
        </w:tc>
        <w:tc>
          <w:tcPr>
            <w:tcW w:w="1397" w:type="dxa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3314</w:t>
            </w:r>
          </w:p>
        </w:tc>
        <w:tc>
          <w:tcPr>
            <w:tcW w:w="1398" w:type="dxa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3314</w:t>
            </w:r>
          </w:p>
        </w:tc>
      </w:tr>
      <w:tr w:rsidR="0018113E" w:rsidRPr="00297F3D" w:rsidTr="00BF30BF">
        <w:tc>
          <w:tcPr>
            <w:tcW w:w="993" w:type="dxa"/>
            <w:vMerge w:val="restart"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18113E" w:rsidRDefault="0018113E" w:rsidP="00A3217E">
            <w:pPr>
              <w:pBdr>
                <w:bottom w:val="single" w:sz="12" w:space="1" w:color="auto"/>
              </w:pBd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  <w:p w:rsidR="0018113E" w:rsidRDefault="0018113E" w:rsidP="00A3217E">
            <w:pPr>
              <w:rPr>
                <w:sz w:val="24"/>
                <w:szCs w:val="24"/>
              </w:rPr>
            </w:pPr>
            <w:r w:rsidRPr="00A3217E">
              <w:t xml:space="preserve">наименование </w:t>
            </w:r>
            <w:r>
              <w:t>платной</w:t>
            </w:r>
            <w:r w:rsidRPr="00A3217E">
              <w:t xml:space="preserve"> услуги</w:t>
            </w:r>
            <w:r w:rsidRPr="00297F3D">
              <w:rPr>
                <w:sz w:val="24"/>
                <w:szCs w:val="24"/>
              </w:rPr>
              <w:t xml:space="preserve"> </w:t>
            </w:r>
          </w:p>
          <w:p w:rsidR="0018113E" w:rsidRPr="00297F3D" w:rsidRDefault="0018113E" w:rsidP="00A3217E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средняя стоимость платной услуги,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0,065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0,054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0,038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0,038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0,038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805F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0,038</w:t>
            </w:r>
          </w:p>
        </w:tc>
      </w:tr>
      <w:tr w:rsidR="0018113E" w:rsidRPr="00297F3D" w:rsidTr="00BF30BF">
        <w:tc>
          <w:tcPr>
            <w:tcW w:w="993" w:type="dxa"/>
            <w:vMerge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297F3D" w:rsidRDefault="0018113E" w:rsidP="00962462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- количество потребителей,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25292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9482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15800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39186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39186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39186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39186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Объем муниципальных услуг, организация выполнения которых переданы на основе размещения муниципального заказа,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A5494C">
            <w:pPr>
              <w:jc w:val="center"/>
            </w:pPr>
            <w:r>
              <w:t>0</w:t>
            </w:r>
          </w:p>
        </w:tc>
        <w:tc>
          <w:tcPr>
            <w:tcW w:w="1398" w:type="dxa"/>
            <w:vAlign w:val="center"/>
          </w:tcPr>
          <w:p w:rsidR="0018113E" w:rsidRPr="006851C9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3C41C0">
            <w:pPr>
              <w:jc w:val="center"/>
            </w:pPr>
            <w:r>
              <w:t>0</w:t>
            </w:r>
          </w:p>
        </w:tc>
        <w:tc>
          <w:tcPr>
            <w:tcW w:w="1398" w:type="dxa"/>
            <w:vAlign w:val="center"/>
          </w:tcPr>
          <w:p w:rsidR="0018113E" w:rsidRPr="006851C9" w:rsidRDefault="0018113E" w:rsidP="00A5494C">
            <w:pPr>
              <w:jc w:val="center"/>
            </w:pPr>
            <w:r>
              <w:t>0</w:t>
            </w:r>
          </w:p>
        </w:tc>
      </w:tr>
      <w:tr w:rsidR="0018113E" w:rsidRPr="00297F3D" w:rsidTr="00BF30BF">
        <w:tc>
          <w:tcPr>
            <w:tcW w:w="993" w:type="dxa"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Доходы от платных услуг</w:t>
            </w:r>
            <w:r>
              <w:rPr>
                <w:sz w:val="24"/>
                <w:szCs w:val="24"/>
              </w:rPr>
              <w:t xml:space="preserve"> по </w:t>
            </w:r>
            <w:r w:rsidRPr="00962462">
              <w:rPr>
                <w:sz w:val="24"/>
                <w:szCs w:val="24"/>
              </w:rPr>
              <w:t>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1776,823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618,697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854,968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1478,000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1478,000</w:t>
            </w:r>
          </w:p>
        </w:tc>
        <w:tc>
          <w:tcPr>
            <w:tcW w:w="1397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1478,000</w:t>
            </w:r>
          </w:p>
        </w:tc>
        <w:tc>
          <w:tcPr>
            <w:tcW w:w="1398" w:type="dxa"/>
            <w:vAlign w:val="bottom"/>
          </w:tcPr>
          <w:p w:rsidR="0018113E" w:rsidRPr="00D8359F" w:rsidRDefault="0018113E" w:rsidP="00BF30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1478,000</w:t>
            </w:r>
          </w:p>
        </w:tc>
      </w:tr>
      <w:tr w:rsidR="0018113E" w:rsidRPr="00297F3D" w:rsidTr="00625EC3">
        <w:tc>
          <w:tcPr>
            <w:tcW w:w="993" w:type="dxa"/>
          </w:tcPr>
          <w:p w:rsidR="0018113E" w:rsidRPr="00297F3D" w:rsidRDefault="0018113E" w:rsidP="00F129F7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10.</w:t>
            </w:r>
          </w:p>
        </w:tc>
        <w:tc>
          <w:tcPr>
            <w:tcW w:w="4394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Удовлетворенность населения качеством предоставляемых услуг в сфере культуры (качеством культурного обслуживания), </w:t>
            </w: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73,2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73,2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73,2</w:t>
            </w:r>
          </w:p>
        </w:tc>
        <w:tc>
          <w:tcPr>
            <w:tcW w:w="1398" w:type="dxa"/>
            <w:vAlign w:val="center"/>
          </w:tcPr>
          <w:p w:rsidR="0018113E" w:rsidRDefault="0018113E" w:rsidP="00625EC3">
            <w:pPr>
              <w:jc w:val="center"/>
            </w:pPr>
            <w:r w:rsidRPr="0008069C">
              <w:rPr>
                <w:sz w:val="24"/>
                <w:szCs w:val="24"/>
              </w:rPr>
              <w:t>73,2</w:t>
            </w:r>
          </w:p>
        </w:tc>
        <w:tc>
          <w:tcPr>
            <w:tcW w:w="1397" w:type="dxa"/>
            <w:vAlign w:val="center"/>
          </w:tcPr>
          <w:p w:rsidR="0018113E" w:rsidRDefault="0018113E" w:rsidP="00625EC3">
            <w:pPr>
              <w:jc w:val="center"/>
            </w:pPr>
            <w:r w:rsidRPr="0008069C">
              <w:rPr>
                <w:sz w:val="24"/>
                <w:szCs w:val="24"/>
              </w:rPr>
              <w:t>73,2</w:t>
            </w:r>
          </w:p>
        </w:tc>
        <w:tc>
          <w:tcPr>
            <w:tcW w:w="1397" w:type="dxa"/>
            <w:vAlign w:val="center"/>
          </w:tcPr>
          <w:p w:rsidR="0018113E" w:rsidRDefault="0018113E" w:rsidP="00625EC3">
            <w:pPr>
              <w:jc w:val="center"/>
            </w:pPr>
            <w:r w:rsidRPr="0008069C">
              <w:rPr>
                <w:sz w:val="24"/>
                <w:szCs w:val="24"/>
              </w:rPr>
              <w:t>73,2</w:t>
            </w:r>
          </w:p>
        </w:tc>
        <w:tc>
          <w:tcPr>
            <w:tcW w:w="1398" w:type="dxa"/>
            <w:vAlign w:val="center"/>
          </w:tcPr>
          <w:p w:rsidR="0018113E" w:rsidRDefault="0018113E" w:rsidP="00625EC3">
            <w:pPr>
              <w:jc w:val="center"/>
            </w:pPr>
            <w:r w:rsidRPr="0008069C">
              <w:rPr>
                <w:sz w:val="24"/>
                <w:szCs w:val="24"/>
              </w:rPr>
              <w:t>73,2</w:t>
            </w:r>
          </w:p>
        </w:tc>
      </w:tr>
      <w:tr w:rsidR="0018113E" w:rsidRPr="00625EC3" w:rsidTr="001645A1">
        <w:tc>
          <w:tcPr>
            <w:tcW w:w="993" w:type="dxa"/>
          </w:tcPr>
          <w:p w:rsidR="0018113E" w:rsidRPr="00625EC3" w:rsidRDefault="0018113E" w:rsidP="002264F1">
            <w:pPr>
              <w:rPr>
                <w:b/>
                <w:sz w:val="24"/>
                <w:szCs w:val="24"/>
                <w:lang w:val="en-US"/>
              </w:rPr>
            </w:pPr>
            <w:r w:rsidRPr="00625EC3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394" w:type="dxa"/>
          </w:tcPr>
          <w:p w:rsidR="0018113E" w:rsidRPr="00625EC3" w:rsidRDefault="0018113E" w:rsidP="00367726">
            <w:pPr>
              <w:jc w:val="both"/>
              <w:rPr>
                <w:b/>
                <w:sz w:val="24"/>
                <w:szCs w:val="24"/>
              </w:rPr>
            </w:pPr>
            <w:r w:rsidRPr="00625EC3">
              <w:rPr>
                <w:b/>
                <w:sz w:val="24"/>
                <w:szCs w:val="24"/>
              </w:rPr>
              <w:t xml:space="preserve">Обеспечение условий для развития физической культуры и массового спорта, организация проведения физкультурно-оздоровительных и спортивных мероприятий </w:t>
            </w:r>
          </w:p>
        </w:tc>
        <w:tc>
          <w:tcPr>
            <w:tcW w:w="1397" w:type="dxa"/>
            <w:vAlign w:val="center"/>
          </w:tcPr>
          <w:p w:rsidR="0018113E" w:rsidRPr="00625EC3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625EC3" w:rsidRDefault="0018113E" w:rsidP="00164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625EC3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625EC3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625EC3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625EC3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625EC3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18113E" w:rsidRPr="00625EC3" w:rsidTr="001645A1">
        <w:tc>
          <w:tcPr>
            <w:tcW w:w="993" w:type="dxa"/>
          </w:tcPr>
          <w:p w:rsidR="0018113E" w:rsidRPr="00625EC3" w:rsidRDefault="0018113E" w:rsidP="002264F1">
            <w:pPr>
              <w:rPr>
                <w:sz w:val="24"/>
                <w:szCs w:val="24"/>
              </w:rPr>
            </w:pPr>
            <w:r w:rsidRPr="00625EC3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18113E" w:rsidRPr="00625EC3" w:rsidRDefault="0018113E" w:rsidP="002264F1">
            <w:pPr>
              <w:rPr>
                <w:sz w:val="24"/>
                <w:szCs w:val="24"/>
              </w:rPr>
            </w:pPr>
            <w:r w:rsidRPr="00625EC3">
              <w:rPr>
                <w:sz w:val="24"/>
                <w:szCs w:val="24"/>
              </w:rPr>
              <w:t>Количество мероприятий по физической культуре и массовому спорту, единиц</w:t>
            </w:r>
          </w:p>
        </w:tc>
        <w:tc>
          <w:tcPr>
            <w:tcW w:w="1397" w:type="dxa"/>
            <w:vAlign w:val="center"/>
          </w:tcPr>
          <w:p w:rsidR="0018113E" w:rsidRPr="00625EC3" w:rsidRDefault="0018113E" w:rsidP="00BF30BF">
            <w:pPr>
              <w:jc w:val="center"/>
              <w:rPr>
                <w:sz w:val="24"/>
                <w:szCs w:val="24"/>
              </w:rPr>
            </w:pPr>
            <w:r w:rsidRPr="00625EC3">
              <w:rPr>
                <w:sz w:val="24"/>
                <w:szCs w:val="24"/>
              </w:rPr>
              <w:t>53</w:t>
            </w:r>
          </w:p>
        </w:tc>
        <w:tc>
          <w:tcPr>
            <w:tcW w:w="1397" w:type="dxa"/>
            <w:vAlign w:val="center"/>
          </w:tcPr>
          <w:p w:rsidR="0018113E" w:rsidRPr="00625EC3" w:rsidRDefault="0018113E" w:rsidP="00BF30BF">
            <w:pPr>
              <w:jc w:val="center"/>
              <w:rPr>
                <w:sz w:val="24"/>
                <w:szCs w:val="24"/>
              </w:rPr>
            </w:pPr>
            <w:r w:rsidRPr="00625EC3">
              <w:rPr>
                <w:sz w:val="24"/>
                <w:szCs w:val="24"/>
              </w:rPr>
              <w:t>39</w:t>
            </w:r>
          </w:p>
        </w:tc>
        <w:tc>
          <w:tcPr>
            <w:tcW w:w="1397" w:type="dxa"/>
            <w:vAlign w:val="center"/>
          </w:tcPr>
          <w:p w:rsidR="0018113E" w:rsidRPr="00625EC3" w:rsidRDefault="0018113E" w:rsidP="00BF30BF">
            <w:pPr>
              <w:jc w:val="center"/>
              <w:rPr>
                <w:sz w:val="24"/>
                <w:szCs w:val="24"/>
              </w:rPr>
            </w:pPr>
            <w:r w:rsidRPr="00625EC3">
              <w:rPr>
                <w:sz w:val="24"/>
                <w:szCs w:val="24"/>
              </w:rPr>
              <w:t>55</w:t>
            </w:r>
          </w:p>
        </w:tc>
        <w:tc>
          <w:tcPr>
            <w:tcW w:w="1398" w:type="dxa"/>
            <w:vAlign w:val="center"/>
          </w:tcPr>
          <w:p w:rsidR="0018113E" w:rsidRPr="00625EC3" w:rsidRDefault="0018113E" w:rsidP="00BF30BF">
            <w:pPr>
              <w:jc w:val="center"/>
              <w:rPr>
                <w:sz w:val="24"/>
                <w:szCs w:val="24"/>
              </w:rPr>
            </w:pPr>
            <w:r w:rsidRPr="00625EC3">
              <w:rPr>
                <w:sz w:val="24"/>
                <w:szCs w:val="24"/>
              </w:rPr>
              <w:t>58</w:t>
            </w:r>
          </w:p>
        </w:tc>
        <w:tc>
          <w:tcPr>
            <w:tcW w:w="1397" w:type="dxa"/>
            <w:vAlign w:val="center"/>
          </w:tcPr>
          <w:p w:rsidR="0018113E" w:rsidRPr="00625EC3" w:rsidRDefault="0018113E" w:rsidP="00BF30BF">
            <w:pPr>
              <w:jc w:val="center"/>
              <w:rPr>
                <w:sz w:val="24"/>
                <w:szCs w:val="24"/>
              </w:rPr>
            </w:pPr>
            <w:r w:rsidRPr="00625EC3">
              <w:rPr>
                <w:sz w:val="24"/>
                <w:szCs w:val="24"/>
              </w:rPr>
              <w:t>59</w:t>
            </w:r>
          </w:p>
        </w:tc>
        <w:tc>
          <w:tcPr>
            <w:tcW w:w="1397" w:type="dxa"/>
            <w:vAlign w:val="center"/>
          </w:tcPr>
          <w:p w:rsidR="0018113E" w:rsidRPr="00625EC3" w:rsidRDefault="0018113E" w:rsidP="00BF30BF">
            <w:pPr>
              <w:jc w:val="center"/>
              <w:rPr>
                <w:sz w:val="24"/>
                <w:szCs w:val="24"/>
              </w:rPr>
            </w:pPr>
            <w:r w:rsidRPr="00625EC3">
              <w:rPr>
                <w:sz w:val="24"/>
                <w:szCs w:val="24"/>
              </w:rPr>
              <w:t>60</w:t>
            </w:r>
          </w:p>
        </w:tc>
        <w:tc>
          <w:tcPr>
            <w:tcW w:w="1398" w:type="dxa"/>
            <w:vAlign w:val="center"/>
          </w:tcPr>
          <w:p w:rsidR="0018113E" w:rsidRPr="00625EC3" w:rsidRDefault="0018113E" w:rsidP="00A5494C">
            <w:pPr>
              <w:jc w:val="center"/>
              <w:rPr>
                <w:sz w:val="24"/>
                <w:szCs w:val="24"/>
              </w:rPr>
            </w:pPr>
            <w:r w:rsidRPr="00625EC3">
              <w:rPr>
                <w:sz w:val="24"/>
                <w:szCs w:val="24"/>
              </w:rPr>
              <w:t>60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00691D" w:rsidRDefault="0018113E" w:rsidP="002264F1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XI.</w:t>
            </w:r>
          </w:p>
        </w:tc>
        <w:tc>
          <w:tcPr>
            <w:tcW w:w="4394" w:type="dxa"/>
          </w:tcPr>
          <w:p w:rsidR="0018113E" w:rsidRPr="0000691D" w:rsidRDefault="0018113E" w:rsidP="002264F1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Организация проведения мероприятий межпоселенческого характера по работе с детьми и молодёжью</w:t>
            </w: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1645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A234DC" w:rsidRDefault="0018113E" w:rsidP="003C41C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A234DC" w:rsidRDefault="0018113E" w:rsidP="00A5494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18113E" w:rsidRPr="00297F3D" w:rsidRDefault="0018113E" w:rsidP="006C52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Количество мероприятий, акций по работе с детьми и молодёжью в соответствии с муниципальной </w:t>
            </w:r>
            <w:r>
              <w:rPr>
                <w:sz w:val="24"/>
                <w:szCs w:val="24"/>
              </w:rPr>
              <w:t>молодежной политики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37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37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398" w:type="dxa"/>
            <w:vAlign w:val="center"/>
          </w:tcPr>
          <w:p w:rsidR="0018113E" w:rsidRPr="006851C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398" w:type="dxa"/>
            <w:vAlign w:val="center"/>
          </w:tcPr>
          <w:p w:rsidR="0018113E" w:rsidRPr="006851C9" w:rsidRDefault="0018113E" w:rsidP="0037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18113E" w:rsidRPr="00297F3D" w:rsidRDefault="0018113E" w:rsidP="006C52C5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бъём финансирования мероприятий</w:t>
            </w:r>
            <w:r w:rsidRPr="00297F3D">
              <w:rPr>
                <w:sz w:val="24"/>
                <w:szCs w:val="24"/>
              </w:rPr>
              <w:t xml:space="preserve"> акций в соответствии с муниципальной программой </w:t>
            </w:r>
            <w:r>
              <w:rPr>
                <w:sz w:val="24"/>
                <w:szCs w:val="24"/>
              </w:rPr>
              <w:t>в сфере молодежного предпринимательства</w:t>
            </w:r>
            <w:r w:rsidRPr="00297F3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6851C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8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Количество сертификатов, выданным молодым семьям, участвующим в подпрограмме «Обеспечение жильём молодых семей муниципальной программы «Жилище»,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98" w:type="dxa"/>
            <w:vAlign w:val="center"/>
          </w:tcPr>
          <w:p w:rsidR="0018113E" w:rsidRPr="006851C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98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8113E" w:rsidRPr="00297F3D" w:rsidTr="00914286">
        <w:tc>
          <w:tcPr>
            <w:tcW w:w="993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Объём финансирования подпрограммы «Обеспечение жильём молодых семей муниципальной программы «Жилище»,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6632,844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164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2215,170</w:t>
            </w:r>
          </w:p>
        </w:tc>
        <w:tc>
          <w:tcPr>
            <w:tcW w:w="1398" w:type="dxa"/>
            <w:vAlign w:val="center"/>
          </w:tcPr>
          <w:p w:rsidR="0018113E" w:rsidRPr="006851C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7369,827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914286">
            <w:pPr>
              <w:tabs>
                <w:tab w:val="center" w:pos="51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500,000*</w:t>
            </w:r>
          </w:p>
        </w:tc>
        <w:tc>
          <w:tcPr>
            <w:tcW w:w="1397" w:type="dxa"/>
            <w:vAlign w:val="center"/>
          </w:tcPr>
          <w:p w:rsidR="0018113E" w:rsidRPr="006851C9" w:rsidRDefault="0018113E" w:rsidP="003C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1398" w:type="dxa"/>
            <w:vAlign w:val="center"/>
          </w:tcPr>
          <w:p w:rsidR="0018113E" w:rsidRPr="006851C9" w:rsidRDefault="0018113E" w:rsidP="00A54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</w:tr>
      <w:tr w:rsidR="0018113E" w:rsidRPr="00297F3D" w:rsidTr="001645A1">
        <w:tc>
          <w:tcPr>
            <w:tcW w:w="993" w:type="dxa"/>
          </w:tcPr>
          <w:p w:rsidR="0018113E" w:rsidRPr="0000691D" w:rsidRDefault="0018113E" w:rsidP="002264F1">
            <w:pPr>
              <w:rPr>
                <w:b/>
                <w:sz w:val="24"/>
                <w:szCs w:val="24"/>
                <w:lang w:val="en-US"/>
              </w:rPr>
            </w:pPr>
            <w:r w:rsidRPr="0000691D">
              <w:rPr>
                <w:b/>
                <w:sz w:val="24"/>
                <w:szCs w:val="24"/>
                <w:lang w:val="en-US"/>
              </w:rPr>
              <w:t>XII.</w:t>
            </w:r>
          </w:p>
        </w:tc>
        <w:tc>
          <w:tcPr>
            <w:tcW w:w="4394" w:type="dxa"/>
          </w:tcPr>
          <w:p w:rsidR="0018113E" w:rsidRPr="0000691D" w:rsidRDefault="0018113E" w:rsidP="002264F1">
            <w:pPr>
              <w:rPr>
                <w:b/>
                <w:sz w:val="24"/>
                <w:szCs w:val="24"/>
              </w:rPr>
            </w:pPr>
            <w:r w:rsidRPr="0000691D">
              <w:rPr>
                <w:b/>
                <w:sz w:val="24"/>
                <w:szCs w:val="24"/>
              </w:rPr>
              <w:t>Размещение муниципального заказа</w:t>
            </w:r>
          </w:p>
        </w:tc>
        <w:tc>
          <w:tcPr>
            <w:tcW w:w="1397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6F0186" w:rsidRDefault="0018113E" w:rsidP="001645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6F0186" w:rsidRDefault="0018113E" w:rsidP="003C4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6F0186" w:rsidRDefault="0018113E" w:rsidP="00A549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8113E" w:rsidRPr="00FC4E22" w:rsidTr="001645A1">
        <w:tc>
          <w:tcPr>
            <w:tcW w:w="993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18113E" w:rsidRPr="00297F3D" w:rsidRDefault="0018113E" w:rsidP="006445F3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Объём размещаемого муниципального заказа, </w:t>
            </w:r>
            <w:r>
              <w:rPr>
                <w:sz w:val="24"/>
                <w:szCs w:val="24"/>
              </w:rPr>
              <w:t>тысяч рублей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EC625A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49036,7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1645A1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6053,6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30030,5</w:t>
            </w:r>
          </w:p>
        </w:tc>
        <w:tc>
          <w:tcPr>
            <w:tcW w:w="1398" w:type="dxa"/>
            <w:vAlign w:val="center"/>
          </w:tcPr>
          <w:p w:rsidR="0018113E" w:rsidRPr="00497B72" w:rsidRDefault="0018113E" w:rsidP="00EC625A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109107,4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EC625A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60200,0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6553C5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66424,0</w:t>
            </w:r>
          </w:p>
        </w:tc>
        <w:tc>
          <w:tcPr>
            <w:tcW w:w="1398" w:type="dxa"/>
            <w:vAlign w:val="center"/>
          </w:tcPr>
          <w:p w:rsidR="0018113E" w:rsidRPr="00497B72" w:rsidRDefault="0018113E" w:rsidP="006553C5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69795,2</w:t>
            </w:r>
          </w:p>
        </w:tc>
      </w:tr>
      <w:tr w:rsidR="0018113E" w:rsidRPr="00FC4E22" w:rsidTr="001645A1">
        <w:tc>
          <w:tcPr>
            <w:tcW w:w="993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Количество заключённых контрактов,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88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1645A1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37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49</w:t>
            </w:r>
          </w:p>
        </w:tc>
        <w:tc>
          <w:tcPr>
            <w:tcW w:w="1398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87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95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95</w:t>
            </w:r>
          </w:p>
        </w:tc>
        <w:tc>
          <w:tcPr>
            <w:tcW w:w="1398" w:type="dxa"/>
            <w:vAlign w:val="center"/>
          </w:tcPr>
          <w:p w:rsidR="0018113E" w:rsidRPr="00497B72" w:rsidRDefault="0018113E" w:rsidP="006F0186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95</w:t>
            </w:r>
          </w:p>
        </w:tc>
      </w:tr>
      <w:tr w:rsidR="0018113E" w:rsidRPr="00FC4E22" w:rsidTr="001645A1">
        <w:tc>
          <w:tcPr>
            <w:tcW w:w="993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Проведено торгов и запросов котировок,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74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6F0186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26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35</w:t>
            </w:r>
          </w:p>
        </w:tc>
        <w:tc>
          <w:tcPr>
            <w:tcW w:w="1398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70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70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70</w:t>
            </w:r>
          </w:p>
        </w:tc>
        <w:tc>
          <w:tcPr>
            <w:tcW w:w="1398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70</w:t>
            </w:r>
          </w:p>
        </w:tc>
      </w:tr>
      <w:tr w:rsidR="0018113E" w:rsidRPr="00FC4E22" w:rsidTr="001645A1">
        <w:tc>
          <w:tcPr>
            <w:tcW w:w="993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 xml:space="preserve">Внесено изменений в контракт, </w:t>
            </w: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1645A1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2</w:t>
            </w:r>
          </w:p>
        </w:tc>
        <w:tc>
          <w:tcPr>
            <w:tcW w:w="1398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10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10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10</w:t>
            </w:r>
          </w:p>
        </w:tc>
        <w:tc>
          <w:tcPr>
            <w:tcW w:w="1398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10</w:t>
            </w:r>
          </w:p>
        </w:tc>
      </w:tr>
      <w:tr w:rsidR="0018113E" w:rsidRPr="00FC4E22" w:rsidTr="001645A1">
        <w:tc>
          <w:tcPr>
            <w:tcW w:w="993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18113E" w:rsidRPr="00297F3D" w:rsidRDefault="0018113E" w:rsidP="002264F1">
            <w:pPr>
              <w:rPr>
                <w:sz w:val="24"/>
                <w:szCs w:val="24"/>
              </w:rPr>
            </w:pPr>
            <w:r w:rsidRPr="00297F3D">
              <w:rPr>
                <w:sz w:val="24"/>
                <w:szCs w:val="24"/>
              </w:rPr>
              <w:t>Расторгнуто контрактов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9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1645A1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3</w:t>
            </w:r>
          </w:p>
        </w:tc>
        <w:tc>
          <w:tcPr>
            <w:tcW w:w="1398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vAlign w:val="center"/>
          </w:tcPr>
          <w:p w:rsidR="0018113E" w:rsidRPr="00497B72" w:rsidRDefault="0018113E" w:rsidP="003C41C0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7</w:t>
            </w:r>
          </w:p>
        </w:tc>
        <w:tc>
          <w:tcPr>
            <w:tcW w:w="1398" w:type="dxa"/>
            <w:vAlign w:val="center"/>
          </w:tcPr>
          <w:p w:rsidR="0018113E" w:rsidRPr="00497B72" w:rsidRDefault="0018113E" w:rsidP="00A5494C">
            <w:pPr>
              <w:jc w:val="center"/>
              <w:rPr>
                <w:sz w:val="24"/>
                <w:szCs w:val="24"/>
              </w:rPr>
            </w:pPr>
            <w:r w:rsidRPr="00497B72">
              <w:rPr>
                <w:sz w:val="24"/>
                <w:szCs w:val="24"/>
              </w:rPr>
              <w:t>7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2264F1">
            <w:pPr>
              <w:rPr>
                <w:b/>
                <w:sz w:val="24"/>
                <w:szCs w:val="24"/>
                <w:lang w:val="en-US"/>
              </w:rPr>
            </w:pPr>
            <w:r w:rsidRPr="00587E47">
              <w:rPr>
                <w:b/>
                <w:sz w:val="24"/>
                <w:szCs w:val="24"/>
                <w:lang w:val="en-US"/>
              </w:rPr>
              <w:t>XIII.</w:t>
            </w:r>
          </w:p>
        </w:tc>
        <w:tc>
          <w:tcPr>
            <w:tcW w:w="4394" w:type="dxa"/>
          </w:tcPr>
          <w:p w:rsidR="0018113E" w:rsidRPr="00587E47" w:rsidRDefault="0018113E" w:rsidP="002264F1">
            <w:pPr>
              <w:spacing w:line="240" w:lineRule="exact"/>
              <w:rPr>
                <w:b/>
                <w:sz w:val="24"/>
                <w:szCs w:val="24"/>
              </w:rPr>
            </w:pPr>
            <w:r w:rsidRPr="00587E47">
              <w:rPr>
                <w:b/>
                <w:sz w:val="24"/>
                <w:szCs w:val="24"/>
              </w:rPr>
              <w:t>Выравниванию уровня бюджетной обеспеченности поселений за счёт средств бюджета района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164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87E47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2264F1">
            <w:pPr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18113E" w:rsidRPr="00587E47" w:rsidRDefault="0018113E" w:rsidP="002264F1">
            <w:pPr>
              <w:spacing w:line="240" w:lineRule="exact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Уровень бюджетной обеспеченности в разрезе поселений на одного жителя поселения, рублей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164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87E47" w:rsidRDefault="0018113E" w:rsidP="00A5494C">
            <w:pPr>
              <w:jc w:val="center"/>
              <w:rPr>
                <w:sz w:val="24"/>
                <w:szCs w:val="24"/>
              </w:rPr>
            </w:pP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Городское поселение "Рабочий поселок "Чегдомын"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6245,07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6462,58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6515,06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6731,29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6906,31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Новоургальское городское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5995,46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6841,16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6306,49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6504,15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6673,26</w:t>
            </w:r>
          </w:p>
        </w:tc>
      </w:tr>
      <w:tr w:rsidR="0018113E" w:rsidRPr="00587E47" w:rsidTr="00587E47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Аланапское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2302,28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2176,10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2301,89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2446,54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2510,15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Сельское поселение "Поселок Алонка"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6439,2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4476,33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4565,09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4760,36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4884,12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Сельское поселение "Поселок Герби"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4731,25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4759,2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4879,6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5123,75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5256,96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Согдинское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8139,55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8527,95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9223,6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9956,52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10215,39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Сельское поселение "Поселок Софийск"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7559,99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6777,45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6991,10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7273,00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7462,09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Среднеургальское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2439,76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2271,19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2406,78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2535,11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2601,02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Сулукское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2743,12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2936,12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2943,49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3068,80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3148,58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Тырминское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1796,22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1831,45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1886,74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1968,33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2019,51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Сельское поселение "Село Усть-Ургал"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1734,83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1567,07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1670,73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1768,29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1814,27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Чекундинское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4108,55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3019,80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3250,83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3465,35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3555,45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Сельское поселение "Поселок Этыркэн"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2598,01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3155,20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3241,62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3354,50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3441,71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Выравнивание бюджетного уровня за счет средств бюджета муниципального района в расчете на одного жителя, в разрезе поселений, рублей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Городское поселение "Рабочий поселок Чегдомын"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6977,22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7106,15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7157,13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7388,14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D32A1D">
            <w:pPr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7563,15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Новоургальское городское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6023,38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6913,68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6354,17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6553,60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D32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6722,71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Аланапское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24788,75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24511,51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23634,03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23722,08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D32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23785,69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Сельское поселение "Поселок Алонка"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11263,93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14490,80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9830,12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9912,96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D32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10036,73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Сельское поселение "Поселок Герби"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8876,00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9905,79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9525,32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9665,79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D32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9799,00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Согдинское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17835,57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20468,88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19502,92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20198,57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D32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20457,44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Сельское поселение "Поселок Софийск"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11371,8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7204,72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7011,45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7294,12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D32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7483,22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Среднеургальское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7985,86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8198,69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7872,98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7969,83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D32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8035,74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Сулукское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6025,17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7586,52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7398,16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7439,93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D32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7519,71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Тырминское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3958,71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4648,95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4695,95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4844,29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D32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4895,47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Сельское поселение "Село Усть-Ургал"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11627,12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13185,67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12167,20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12246,46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D32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12292,44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Чекундинское сельское поселение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11019,71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17699,14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11368,91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11540,53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11630,63</w:t>
            </w:r>
          </w:p>
        </w:tc>
      </w:tr>
      <w:tr w:rsidR="0018113E" w:rsidRPr="00587E47" w:rsidTr="001645A1">
        <w:tc>
          <w:tcPr>
            <w:tcW w:w="993" w:type="dxa"/>
          </w:tcPr>
          <w:p w:rsidR="0018113E" w:rsidRPr="00587E47" w:rsidRDefault="0018113E" w:rsidP="004B66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8113E" w:rsidRPr="00587E47" w:rsidRDefault="0018113E" w:rsidP="000D26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Сельское поселение "Поселок Этыркэн"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674F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8676,60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70B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х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8987,55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8847,55</w:t>
            </w:r>
          </w:p>
        </w:tc>
        <w:tc>
          <w:tcPr>
            <w:tcW w:w="1397" w:type="dxa"/>
            <w:vAlign w:val="center"/>
          </w:tcPr>
          <w:p w:rsidR="0018113E" w:rsidRPr="00587E47" w:rsidRDefault="0018113E" w:rsidP="003C41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8902,22</w:t>
            </w:r>
          </w:p>
        </w:tc>
        <w:tc>
          <w:tcPr>
            <w:tcW w:w="1398" w:type="dxa"/>
            <w:vAlign w:val="center"/>
          </w:tcPr>
          <w:p w:rsidR="0018113E" w:rsidRPr="00587E47" w:rsidRDefault="0018113E" w:rsidP="00A549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E47">
              <w:rPr>
                <w:sz w:val="24"/>
                <w:szCs w:val="24"/>
              </w:rPr>
              <w:t>8989,44</w:t>
            </w:r>
          </w:p>
        </w:tc>
      </w:tr>
    </w:tbl>
    <w:p w:rsidR="0018113E" w:rsidRPr="00587E47" w:rsidRDefault="0018113E" w:rsidP="00EA7BB7">
      <w:pPr>
        <w:spacing w:line="240" w:lineRule="exact"/>
        <w:jc w:val="both"/>
      </w:pPr>
    </w:p>
    <w:p w:rsidR="0018113E" w:rsidRPr="00587E47" w:rsidRDefault="0018113E" w:rsidP="00EA7BB7">
      <w:pPr>
        <w:spacing w:line="240" w:lineRule="exact"/>
        <w:jc w:val="both"/>
      </w:pPr>
    </w:p>
    <w:p w:rsidR="0018113E" w:rsidRPr="00587E47" w:rsidRDefault="0018113E" w:rsidP="00EA7BB7">
      <w:pPr>
        <w:spacing w:line="240" w:lineRule="exact"/>
        <w:jc w:val="both"/>
      </w:pPr>
    </w:p>
    <w:p w:rsidR="0018113E" w:rsidRDefault="0018113E" w:rsidP="00EA7BB7">
      <w:pPr>
        <w:spacing w:line="240" w:lineRule="exact"/>
        <w:jc w:val="both"/>
      </w:pPr>
    </w:p>
    <w:p w:rsidR="0018113E" w:rsidRPr="006C52C5" w:rsidRDefault="0018113E" w:rsidP="00EA7BB7">
      <w:pPr>
        <w:spacing w:line="240" w:lineRule="exact"/>
        <w:jc w:val="both"/>
        <w:rPr>
          <w:sz w:val="28"/>
          <w:szCs w:val="28"/>
        </w:rPr>
      </w:pPr>
      <w:r w:rsidRPr="006C52C5">
        <w:rPr>
          <w:sz w:val="28"/>
          <w:szCs w:val="28"/>
        </w:rPr>
        <w:t xml:space="preserve">Начальник отдела по экономике и работе </w:t>
      </w:r>
    </w:p>
    <w:p w:rsidR="0018113E" w:rsidRPr="006C52C5" w:rsidRDefault="0018113E" w:rsidP="00EA7BB7">
      <w:pPr>
        <w:spacing w:line="240" w:lineRule="exact"/>
        <w:jc w:val="both"/>
        <w:rPr>
          <w:sz w:val="28"/>
          <w:szCs w:val="28"/>
        </w:rPr>
      </w:pPr>
      <w:r w:rsidRPr="006C52C5">
        <w:rPr>
          <w:sz w:val="28"/>
          <w:szCs w:val="28"/>
        </w:rPr>
        <w:t>с малым бизнесом</w:t>
      </w:r>
      <w:r w:rsidRPr="006C52C5">
        <w:rPr>
          <w:sz w:val="28"/>
          <w:szCs w:val="28"/>
        </w:rPr>
        <w:tab/>
      </w:r>
      <w:r w:rsidRPr="006C52C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6C52C5">
        <w:rPr>
          <w:sz w:val="28"/>
          <w:szCs w:val="28"/>
        </w:rPr>
        <w:tab/>
      </w:r>
      <w:r w:rsidRPr="006C52C5">
        <w:rPr>
          <w:sz w:val="28"/>
          <w:szCs w:val="28"/>
        </w:rPr>
        <w:tab/>
      </w:r>
      <w:r w:rsidRPr="006C52C5">
        <w:rPr>
          <w:sz w:val="28"/>
          <w:szCs w:val="28"/>
        </w:rPr>
        <w:tab/>
      </w:r>
      <w:r w:rsidRPr="006C52C5">
        <w:rPr>
          <w:sz w:val="28"/>
          <w:szCs w:val="28"/>
        </w:rPr>
        <w:tab/>
      </w:r>
      <w:r w:rsidRPr="006C52C5">
        <w:rPr>
          <w:sz w:val="28"/>
          <w:szCs w:val="28"/>
        </w:rPr>
        <w:tab/>
      </w:r>
      <w:r w:rsidRPr="006C52C5">
        <w:rPr>
          <w:sz w:val="28"/>
          <w:szCs w:val="28"/>
        </w:rPr>
        <w:tab/>
      </w:r>
      <w:r w:rsidRPr="006C52C5">
        <w:rPr>
          <w:sz w:val="28"/>
          <w:szCs w:val="28"/>
        </w:rPr>
        <w:tab/>
      </w:r>
      <w:r w:rsidRPr="006C52C5">
        <w:rPr>
          <w:sz w:val="28"/>
          <w:szCs w:val="28"/>
        </w:rPr>
        <w:tab/>
      </w:r>
      <w:r w:rsidRPr="006C52C5">
        <w:rPr>
          <w:sz w:val="28"/>
          <w:szCs w:val="28"/>
        </w:rPr>
        <w:tab/>
      </w:r>
      <w:r w:rsidRPr="006C52C5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6C52C5">
        <w:rPr>
          <w:sz w:val="28"/>
          <w:szCs w:val="28"/>
        </w:rPr>
        <w:t>И.А. Рудык</w:t>
      </w:r>
    </w:p>
    <w:sectPr w:rsidR="0018113E" w:rsidRPr="006C52C5" w:rsidSect="0096143A">
      <w:headerReference w:type="even" r:id="rId7"/>
      <w:headerReference w:type="default" r:id="rId8"/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13E" w:rsidRDefault="0018113E">
      <w:r>
        <w:separator/>
      </w:r>
    </w:p>
  </w:endnote>
  <w:endnote w:type="continuationSeparator" w:id="0">
    <w:p w:rsidR="0018113E" w:rsidRDefault="00181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13E" w:rsidRDefault="0018113E">
      <w:r>
        <w:separator/>
      </w:r>
    </w:p>
  </w:footnote>
  <w:footnote w:type="continuationSeparator" w:id="0">
    <w:p w:rsidR="0018113E" w:rsidRDefault="00181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13E" w:rsidRDefault="0018113E" w:rsidP="00BC4B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:rsidR="0018113E" w:rsidRDefault="001811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13E" w:rsidRDefault="0018113E" w:rsidP="00BC4B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8113E" w:rsidRDefault="001811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22A50"/>
    <w:multiLevelType w:val="hybridMultilevel"/>
    <w:tmpl w:val="91862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743E45"/>
    <w:multiLevelType w:val="hybridMultilevel"/>
    <w:tmpl w:val="01E06DA6"/>
    <w:lvl w:ilvl="0" w:tplc="B1442B6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F0527D"/>
    <w:multiLevelType w:val="hybridMultilevel"/>
    <w:tmpl w:val="C5B68FD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17391"/>
    <w:multiLevelType w:val="hybridMultilevel"/>
    <w:tmpl w:val="BC36F1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9A5156"/>
    <w:multiLevelType w:val="hybridMultilevel"/>
    <w:tmpl w:val="5AC6E2FA"/>
    <w:lvl w:ilvl="0" w:tplc="2A569A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943"/>
    <w:rsid w:val="00005D14"/>
    <w:rsid w:val="0000691D"/>
    <w:rsid w:val="00013840"/>
    <w:rsid w:val="0001390E"/>
    <w:rsid w:val="00014677"/>
    <w:rsid w:val="0002142F"/>
    <w:rsid w:val="00027E95"/>
    <w:rsid w:val="0003013A"/>
    <w:rsid w:val="00030D32"/>
    <w:rsid w:val="00033AF1"/>
    <w:rsid w:val="00035EB6"/>
    <w:rsid w:val="00036419"/>
    <w:rsid w:val="0004684F"/>
    <w:rsid w:val="00050583"/>
    <w:rsid w:val="00066070"/>
    <w:rsid w:val="00072292"/>
    <w:rsid w:val="00074105"/>
    <w:rsid w:val="00075316"/>
    <w:rsid w:val="00075B09"/>
    <w:rsid w:val="0007659E"/>
    <w:rsid w:val="0008069C"/>
    <w:rsid w:val="0008272D"/>
    <w:rsid w:val="00083FAB"/>
    <w:rsid w:val="00084AEB"/>
    <w:rsid w:val="00085B1C"/>
    <w:rsid w:val="0008669D"/>
    <w:rsid w:val="00090970"/>
    <w:rsid w:val="0009239E"/>
    <w:rsid w:val="000933C6"/>
    <w:rsid w:val="00097667"/>
    <w:rsid w:val="000A037B"/>
    <w:rsid w:val="000A2F0D"/>
    <w:rsid w:val="000A48BB"/>
    <w:rsid w:val="000A5E1C"/>
    <w:rsid w:val="000A7570"/>
    <w:rsid w:val="000B3B39"/>
    <w:rsid w:val="000B44AD"/>
    <w:rsid w:val="000B4B0F"/>
    <w:rsid w:val="000B51C7"/>
    <w:rsid w:val="000D0BDA"/>
    <w:rsid w:val="000D26DB"/>
    <w:rsid w:val="000D3A8D"/>
    <w:rsid w:val="000D7ECD"/>
    <w:rsid w:val="000E165A"/>
    <w:rsid w:val="000E2B94"/>
    <w:rsid w:val="000E39D8"/>
    <w:rsid w:val="000E4248"/>
    <w:rsid w:val="000E5999"/>
    <w:rsid w:val="000F32BA"/>
    <w:rsid w:val="000F37D1"/>
    <w:rsid w:val="000F49D7"/>
    <w:rsid w:val="000F63FE"/>
    <w:rsid w:val="001008CF"/>
    <w:rsid w:val="00111EFD"/>
    <w:rsid w:val="001127AA"/>
    <w:rsid w:val="001132BA"/>
    <w:rsid w:val="001204DC"/>
    <w:rsid w:val="00122381"/>
    <w:rsid w:val="00122808"/>
    <w:rsid w:val="00131954"/>
    <w:rsid w:val="00132619"/>
    <w:rsid w:val="00134BEF"/>
    <w:rsid w:val="001377C1"/>
    <w:rsid w:val="00137A36"/>
    <w:rsid w:val="001409FD"/>
    <w:rsid w:val="00142717"/>
    <w:rsid w:val="0014346E"/>
    <w:rsid w:val="0014397B"/>
    <w:rsid w:val="00143D21"/>
    <w:rsid w:val="00150AB6"/>
    <w:rsid w:val="00156F3F"/>
    <w:rsid w:val="001605CF"/>
    <w:rsid w:val="00160B5A"/>
    <w:rsid w:val="00161757"/>
    <w:rsid w:val="00161DC9"/>
    <w:rsid w:val="00162EC5"/>
    <w:rsid w:val="001645A1"/>
    <w:rsid w:val="00171DBC"/>
    <w:rsid w:val="00173CF1"/>
    <w:rsid w:val="001802B3"/>
    <w:rsid w:val="0018113E"/>
    <w:rsid w:val="00181C02"/>
    <w:rsid w:val="00181DB2"/>
    <w:rsid w:val="001965E5"/>
    <w:rsid w:val="001A1535"/>
    <w:rsid w:val="001A1D61"/>
    <w:rsid w:val="001A4039"/>
    <w:rsid w:val="001A4272"/>
    <w:rsid w:val="001A5BFD"/>
    <w:rsid w:val="001C25C2"/>
    <w:rsid w:val="001C4348"/>
    <w:rsid w:val="001C4E5B"/>
    <w:rsid w:val="001D13BD"/>
    <w:rsid w:val="001D18CD"/>
    <w:rsid w:val="001D1A23"/>
    <w:rsid w:val="001D1AC3"/>
    <w:rsid w:val="001D4E17"/>
    <w:rsid w:val="001E02EB"/>
    <w:rsid w:val="001E1FC0"/>
    <w:rsid w:val="001E2F00"/>
    <w:rsid w:val="001E3027"/>
    <w:rsid w:val="001E5F0F"/>
    <w:rsid w:val="001F0E08"/>
    <w:rsid w:val="001F29F4"/>
    <w:rsid w:val="00200639"/>
    <w:rsid w:val="0020172D"/>
    <w:rsid w:val="00203764"/>
    <w:rsid w:val="00203A9C"/>
    <w:rsid w:val="002048CD"/>
    <w:rsid w:val="00205850"/>
    <w:rsid w:val="00207BDE"/>
    <w:rsid w:val="00211864"/>
    <w:rsid w:val="002119AC"/>
    <w:rsid w:val="0021209C"/>
    <w:rsid w:val="00215C94"/>
    <w:rsid w:val="002161FD"/>
    <w:rsid w:val="00222C1F"/>
    <w:rsid w:val="00225E11"/>
    <w:rsid w:val="002264F1"/>
    <w:rsid w:val="002276DA"/>
    <w:rsid w:val="00237943"/>
    <w:rsid w:val="00237BE2"/>
    <w:rsid w:val="00237CA3"/>
    <w:rsid w:val="00240C2F"/>
    <w:rsid w:val="002452E4"/>
    <w:rsid w:val="00247E6A"/>
    <w:rsid w:val="00255280"/>
    <w:rsid w:val="00255799"/>
    <w:rsid w:val="00256C39"/>
    <w:rsid w:val="00257D25"/>
    <w:rsid w:val="00266BA2"/>
    <w:rsid w:val="00267FF9"/>
    <w:rsid w:val="00276B60"/>
    <w:rsid w:val="00284DC1"/>
    <w:rsid w:val="00291C75"/>
    <w:rsid w:val="002924D2"/>
    <w:rsid w:val="002930B7"/>
    <w:rsid w:val="002941BA"/>
    <w:rsid w:val="002943C7"/>
    <w:rsid w:val="00297F3D"/>
    <w:rsid w:val="002A0A2E"/>
    <w:rsid w:val="002B0A4F"/>
    <w:rsid w:val="002C302C"/>
    <w:rsid w:val="002C30B2"/>
    <w:rsid w:val="002C3770"/>
    <w:rsid w:val="002C3952"/>
    <w:rsid w:val="002C741F"/>
    <w:rsid w:val="002D3097"/>
    <w:rsid w:val="002D4196"/>
    <w:rsid w:val="002D5674"/>
    <w:rsid w:val="002D76F1"/>
    <w:rsid w:val="002E4904"/>
    <w:rsid w:val="002E56C9"/>
    <w:rsid w:val="002F01E2"/>
    <w:rsid w:val="002F087F"/>
    <w:rsid w:val="002F0A4B"/>
    <w:rsid w:val="002F1789"/>
    <w:rsid w:val="002F2DB3"/>
    <w:rsid w:val="002F59F6"/>
    <w:rsid w:val="002F5E7E"/>
    <w:rsid w:val="002F7D8C"/>
    <w:rsid w:val="003002ED"/>
    <w:rsid w:val="00302C8E"/>
    <w:rsid w:val="003037F3"/>
    <w:rsid w:val="00303E57"/>
    <w:rsid w:val="003056B2"/>
    <w:rsid w:val="00311246"/>
    <w:rsid w:val="00312EE2"/>
    <w:rsid w:val="00313175"/>
    <w:rsid w:val="00317477"/>
    <w:rsid w:val="003207C5"/>
    <w:rsid w:val="00321666"/>
    <w:rsid w:val="003228DB"/>
    <w:rsid w:val="0032479F"/>
    <w:rsid w:val="00324D88"/>
    <w:rsid w:val="003372D7"/>
    <w:rsid w:val="0034098F"/>
    <w:rsid w:val="00343D63"/>
    <w:rsid w:val="00344F24"/>
    <w:rsid w:val="00345B26"/>
    <w:rsid w:val="00346478"/>
    <w:rsid w:val="00347973"/>
    <w:rsid w:val="00351B4E"/>
    <w:rsid w:val="00351EBC"/>
    <w:rsid w:val="0035459B"/>
    <w:rsid w:val="00364B82"/>
    <w:rsid w:val="003659BC"/>
    <w:rsid w:val="003668BE"/>
    <w:rsid w:val="00367006"/>
    <w:rsid w:val="00367726"/>
    <w:rsid w:val="00367B61"/>
    <w:rsid w:val="00370B07"/>
    <w:rsid w:val="00371B74"/>
    <w:rsid w:val="00375FE3"/>
    <w:rsid w:val="00376490"/>
    <w:rsid w:val="00381555"/>
    <w:rsid w:val="00381886"/>
    <w:rsid w:val="00384AB2"/>
    <w:rsid w:val="00385C92"/>
    <w:rsid w:val="00387845"/>
    <w:rsid w:val="00390BEB"/>
    <w:rsid w:val="00393470"/>
    <w:rsid w:val="00393A6F"/>
    <w:rsid w:val="003A19E8"/>
    <w:rsid w:val="003A6A97"/>
    <w:rsid w:val="003B0FC7"/>
    <w:rsid w:val="003B1B1D"/>
    <w:rsid w:val="003B3271"/>
    <w:rsid w:val="003B3A75"/>
    <w:rsid w:val="003C41C0"/>
    <w:rsid w:val="003C489A"/>
    <w:rsid w:val="003C589D"/>
    <w:rsid w:val="003D109C"/>
    <w:rsid w:val="003D15AD"/>
    <w:rsid w:val="003D3149"/>
    <w:rsid w:val="003D4E90"/>
    <w:rsid w:val="003E17E5"/>
    <w:rsid w:val="003E296F"/>
    <w:rsid w:val="003E4597"/>
    <w:rsid w:val="003E48C2"/>
    <w:rsid w:val="003E5018"/>
    <w:rsid w:val="003E5712"/>
    <w:rsid w:val="003E580F"/>
    <w:rsid w:val="003F0AC0"/>
    <w:rsid w:val="003F1470"/>
    <w:rsid w:val="003F29BA"/>
    <w:rsid w:val="003F4100"/>
    <w:rsid w:val="003F47C7"/>
    <w:rsid w:val="00400BB2"/>
    <w:rsid w:val="004010EF"/>
    <w:rsid w:val="004036DC"/>
    <w:rsid w:val="004044CC"/>
    <w:rsid w:val="00404E50"/>
    <w:rsid w:val="00406956"/>
    <w:rsid w:val="00412154"/>
    <w:rsid w:val="00412B21"/>
    <w:rsid w:val="004155CB"/>
    <w:rsid w:val="00415A9B"/>
    <w:rsid w:val="00416233"/>
    <w:rsid w:val="00422765"/>
    <w:rsid w:val="00423E46"/>
    <w:rsid w:val="00427023"/>
    <w:rsid w:val="0044086A"/>
    <w:rsid w:val="00443B66"/>
    <w:rsid w:val="00446905"/>
    <w:rsid w:val="00450958"/>
    <w:rsid w:val="00451E08"/>
    <w:rsid w:val="004535B9"/>
    <w:rsid w:val="00455706"/>
    <w:rsid w:val="00456FF7"/>
    <w:rsid w:val="004570E6"/>
    <w:rsid w:val="004602FC"/>
    <w:rsid w:val="00465FA2"/>
    <w:rsid w:val="004709C8"/>
    <w:rsid w:val="004741D5"/>
    <w:rsid w:val="00475174"/>
    <w:rsid w:val="004772F2"/>
    <w:rsid w:val="00477D45"/>
    <w:rsid w:val="00483E19"/>
    <w:rsid w:val="00485D25"/>
    <w:rsid w:val="00487FED"/>
    <w:rsid w:val="00497B72"/>
    <w:rsid w:val="004A6733"/>
    <w:rsid w:val="004A7DAF"/>
    <w:rsid w:val="004B2774"/>
    <w:rsid w:val="004B66AE"/>
    <w:rsid w:val="004C06E3"/>
    <w:rsid w:val="004C40AB"/>
    <w:rsid w:val="004C7E7E"/>
    <w:rsid w:val="004D048E"/>
    <w:rsid w:val="004D11BF"/>
    <w:rsid w:val="004D158C"/>
    <w:rsid w:val="004D2A6D"/>
    <w:rsid w:val="004D4E54"/>
    <w:rsid w:val="004D5E66"/>
    <w:rsid w:val="004E0709"/>
    <w:rsid w:val="004E25CA"/>
    <w:rsid w:val="004E527C"/>
    <w:rsid w:val="004F11F8"/>
    <w:rsid w:val="004F2DA4"/>
    <w:rsid w:val="004F62CB"/>
    <w:rsid w:val="004F727B"/>
    <w:rsid w:val="004F7DF7"/>
    <w:rsid w:val="005000CB"/>
    <w:rsid w:val="00500508"/>
    <w:rsid w:val="005070B2"/>
    <w:rsid w:val="005079B7"/>
    <w:rsid w:val="00512469"/>
    <w:rsid w:val="00512C67"/>
    <w:rsid w:val="005132F9"/>
    <w:rsid w:val="005152F5"/>
    <w:rsid w:val="00516B89"/>
    <w:rsid w:val="00517F96"/>
    <w:rsid w:val="00521B51"/>
    <w:rsid w:val="005301FD"/>
    <w:rsid w:val="005303F6"/>
    <w:rsid w:val="0053247C"/>
    <w:rsid w:val="005443AC"/>
    <w:rsid w:val="00546F0A"/>
    <w:rsid w:val="00547953"/>
    <w:rsid w:val="0055043C"/>
    <w:rsid w:val="005504A3"/>
    <w:rsid w:val="00551949"/>
    <w:rsid w:val="00552ACE"/>
    <w:rsid w:val="00553B86"/>
    <w:rsid w:val="00563D91"/>
    <w:rsid w:val="00570B66"/>
    <w:rsid w:val="005714B9"/>
    <w:rsid w:val="00576FD0"/>
    <w:rsid w:val="00580565"/>
    <w:rsid w:val="005828D9"/>
    <w:rsid w:val="00587E47"/>
    <w:rsid w:val="0059106F"/>
    <w:rsid w:val="00594B53"/>
    <w:rsid w:val="005A1B83"/>
    <w:rsid w:val="005A1BDC"/>
    <w:rsid w:val="005A2438"/>
    <w:rsid w:val="005A3600"/>
    <w:rsid w:val="005A51D6"/>
    <w:rsid w:val="005B07B9"/>
    <w:rsid w:val="005B1BAD"/>
    <w:rsid w:val="005B2A01"/>
    <w:rsid w:val="005B4290"/>
    <w:rsid w:val="005B60EB"/>
    <w:rsid w:val="005B6C72"/>
    <w:rsid w:val="005B6D3A"/>
    <w:rsid w:val="005C1F49"/>
    <w:rsid w:val="005C69B9"/>
    <w:rsid w:val="005C7D71"/>
    <w:rsid w:val="005D0C81"/>
    <w:rsid w:val="005D14D6"/>
    <w:rsid w:val="005D1CE7"/>
    <w:rsid w:val="005D36A4"/>
    <w:rsid w:val="005D4DA9"/>
    <w:rsid w:val="005D573B"/>
    <w:rsid w:val="005E245E"/>
    <w:rsid w:val="005E29B5"/>
    <w:rsid w:val="005E2ED3"/>
    <w:rsid w:val="005E572A"/>
    <w:rsid w:val="005F15AD"/>
    <w:rsid w:val="005F27E0"/>
    <w:rsid w:val="005F4842"/>
    <w:rsid w:val="005F696F"/>
    <w:rsid w:val="00601D1A"/>
    <w:rsid w:val="00601E6F"/>
    <w:rsid w:val="00602467"/>
    <w:rsid w:val="00603E72"/>
    <w:rsid w:val="00603F48"/>
    <w:rsid w:val="00604F06"/>
    <w:rsid w:val="00611067"/>
    <w:rsid w:val="006128CB"/>
    <w:rsid w:val="00616C4E"/>
    <w:rsid w:val="00617904"/>
    <w:rsid w:val="006200DB"/>
    <w:rsid w:val="00624235"/>
    <w:rsid w:val="00625EC3"/>
    <w:rsid w:val="00627B05"/>
    <w:rsid w:val="00632FB9"/>
    <w:rsid w:val="006357EA"/>
    <w:rsid w:val="00636CE5"/>
    <w:rsid w:val="006419D0"/>
    <w:rsid w:val="00643FE9"/>
    <w:rsid w:val="006445F3"/>
    <w:rsid w:val="006458BB"/>
    <w:rsid w:val="006502AC"/>
    <w:rsid w:val="006513A7"/>
    <w:rsid w:val="00651E3A"/>
    <w:rsid w:val="00651F75"/>
    <w:rsid w:val="0065209D"/>
    <w:rsid w:val="00654EC4"/>
    <w:rsid w:val="006553C5"/>
    <w:rsid w:val="0066224A"/>
    <w:rsid w:val="00662E7F"/>
    <w:rsid w:val="00663DF6"/>
    <w:rsid w:val="00672C11"/>
    <w:rsid w:val="00673779"/>
    <w:rsid w:val="00674185"/>
    <w:rsid w:val="00674FD2"/>
    <w:rsid w:val="00675AFF"/>
    <w:rsid w:val="006760FA"/>
    <w:rsid w:val="00683886"/>
    <w:rsid w:val="006842AF"/>
    <w:rsid w:val="006851C9"/>
    <w:rsid w:val="00685D1D"/>
    <w:rsid w:val="00686678"/>
    <w:rsid w:val="0069097C"/>
    <w:rsid w:val="00695141"/>
    <w:rsid w:val="00696928"/>
    <w:rsid w:val="006975DB"/>
    <w:rsid w:val="006A10E7"/>
    <w:rsid w:val="006A281F"/>
    <w:rsid w:val="006A57F8"/>
    <w:rsid w:val="006B5225"/>
    <w:rsid w:val="006B5AD3"/>
    <w:rsid w:val="006B639B"/>
    <w:rsid w:val="006C02CD"/>
    <w:rsid w:val="006C52C5"/>
    <w:rsid w:val="006C55BC"/>
    <w:rsid w:val="006C57B5"/>
    <w:rsid w:val="006E40F3"/>
    <w:rsid w:val="006E6725"/>
    <w:rsid w:val="006E7A4D"/>
    <w:rsid w:val="006E7E74"/>
    <w:rsid w:val="006F008D"/>
    <w:rsid w:val="006F0186"/>
    <w:rsid w:val="006F4F73"/>
    <w:rsid w:val="006F5E5E"/>
    <w:rsid w:val="00700D8C"/>
    <w:rsid w:val="00703AA1"/>
    <w:rsid w:val="0070408B"/>
    <w:rsid w:val="0070461E"/>
    <w:rsid w:val="00706864"/>
    <w:rsid w:val="00707D2E"/>
    <w:rsid w:val="00712425"/>
    <w:rsid w:val="00717E28"/>
    <w:rsid w:val="00720EFA"/>
    <w:rsid w:val="00724060"/>
    <w:rsid w:val="007310A6"/>
    <w:rsid w:val="007320C4"/>
    <w:rsid w:val="00733975"/>
    <w:rsid w:val="00737554"/>
    <w:rsid w:val="00742412"/>
    <w:rsid w:val="00747761"/>
    <w:rsid w:val="0075062C"/>
    <w:rsid w:val="00761064"/>
    <w:rsid w:val="0076144C"/>
    <w:rsid w:val="00761745"/>
    <w:rsid w:val="00763EB1"/>
    <w:rsid w:val="00764B4D"/>
    <w:rsid w:val="00766DE4"/>
    <w:rsid w:val="007807E6"/>
    <w:rsid w:val="0079146E"/>
    <w:rsid w:val="0079432C"/>
    <w:rsid w:val="0079666D"/>
    <w:rsid w:val="00797F9A"/>
    <w:rsid w:val="007A0933"/>
    <w:rsid w:val="007A350D"/>
    <w:rsid w:val="007B043D"/>
    <w:rsid w:val="007B0CC4"/>
    <w:rsid w:val="007B2040"/>
    <w:rsid w:val="007B225E"/>
    <w:rsid w:val="007B4946"/>
    <w:rsid w:val="007C0FE4"/>
    <w:rsid w:val="007C1000"/>
    <w:rsid w:val="007C37B3"/>
    <w:rsid w:val="007C3C89"/>
    <w:rsid w:val="007E020D"/>
    <w:rsid w:val="007E18AA"/>
    <w:rsid w:val="007F0F47"/>
    <w:rsid w:val="007F3695"/>
    <w:rsid w:val="007F5B9D"/>
    <w:rsid w:val="00802894"/>
    <w:rsid w:val="00805F34"/>
    <w:rsid w:val="00805F84"/>
    <w:rsid w:val="00807E1D"/>
    <w:rsid w:val="008107D6"/>
    <w:rsid w:val="00810C96"/>
    <w:rsid w:val="008118EA"/>
    <w:rsid w:val="0081676C"/>
    <w:rsid w:val="008179FC"/>
    <w:rsid w:val="008209F8"/>
    <w:rsid w:val="00820B53"/>
    <w:rsid w:val="00824D25"/>
    <w:rsid w:val="00826021"/>
    <w:rsid w:val="00837845"/>
    <w:rsid w:val="00840BEF"/>
    <w:rsid w:val="00840C3F"/>
    <w:rsid w:val="008420F8"/>
    <w:rsid w:val="008425F4"/>
    <w:rsid w:val="008450B3"/>
    <w:rsid w:val="00845FF6"/>
    <w:rsid w:val="00847B3C"/>
    <w:rsid w:val="0085352E"/>
    <w:rsid w:val="00854920"/>
    <w:rsid w:val="00855652"/>
    <w:rsid w:val="0086027B"/>
    <w:rsid w:val="008644AB"/>
    <w:rsid w:val="008661FF"/>
    <w:rsid w:val="00866F06"/>
    <w:rsid w:val="00872C51"/>
    <w:rsid w:val="00877AC3"/>
    <w:rsid w:val="00882745"/>
    <w:rsid w:val="00882F7A"/>
    <w:rsid w:val="00883807"/>
    <w:rsid w:val="00895F5F"/>
    <w:rsid w:val="0089633B"/>
    <w:rsid w:val="0089651C"/>
    <w:rsid w:val="008A0931"/>
    <w:rsid w:val="008A0A54"/>
    <w:rsid w:val="008A433C"/>
    <w:rsid w:val="008B485C"/>
    <w:rsid w:val="008B58FA"/>
    <w:rsid w:val="008B68B1"/>
    <w:rsid w:val="008B71A6"/>
    <w:rsid w:val="008B7D31"/>
    <w:rsid w:val="008C1898"/>
    <w:rsid w:val="008C41DB"/>
    <w:rsid w:val="008C5B03"/>
    <w:rsid w:val="008C6BFE"/>
    <w:rsid w:val="008C6FC0"/>
    <w:rsid w:val="008D1250"/>
    <w:rsid w:val="008D3DAC"/>
    <w:rsid w:val="008D7AC8"/>
    <w:rsid w:val="008E305C"/>
    <w:rsid w:val="008E34DC"/>
    <w:rsid w:val="008E6BCE"/>
    <w:rsid w:val="008F43CA"/>
    <w:rsid w:val="008F4713"/>
    <w:rsid w:val="008F65E8"/>
    <w:rsid w:val="00906ACA"/>
    <w:rsid w:val="00912629"/>
    <w:rsid w:val="00914286"/>
    <w:rsid w:val="0091652E"/>
    <w:rsid w:val="00922F38"/>
    <w:rsid w:val="00923619"/>
    <w:rsid w:val="00923743"/>
    <w:rsid w:val="00932B81"/>
    <w:rsid w:val="00934887"/>
    <w:rsid w:val="00943EF4"/>
    <w:rsid w:val="00944CE6"/>
    <w:rsid w:val="00952657"/>
    <w:rsid w:val="00954BA0"/>
    <w:rsid w:val="009551A8"/>
    <w:rsid w:val="00955CBE"/>
    <w:rsid w:val="0096143A"/>
    <w:rsid w:val="00962462"/>
    <w:rsid w:val="00967070"/>
    <w:rsid w:val="00974C17"/>
    <w:rsid w:val="00975119"/>
    <w:rsid w:val="00980D01"/>
    <w:rsid w:val="00981940"/>
    <w:rsid w:val="00981B70"/>
    <w:rsid w:val="00983608"/>
    <w:rsid w:val="00984DB3"/>
    <w:rsid w:val="00985555"/>
    <w:rsid w:val="00985D6D"/>
    <w:rsid w:val="00995A0D"/>
    <w:rsid w:val="00997F2B"/>
    <w:rsid w:val="009A6A19"/>
    <w:rsid w:val="009A725C"/>
    <w:rsid w:val="009B3F69"/>
    <w:rsid w:val="009C28EE"/>
    <w:rsid w:val="009C2DD7"/>
    <w:rsid w:val="009C60B6"/>
    <w:rsid w:val="009C61DD"/>
    <w:rsid w:val="009C77BC"/>
    <w:rsid w:val="009D0231"/>
    <w:rsid w:val="009D12C2"/>
    <w:rsid w:val="009D1D48"/>
    <w:rsid w:val="009D2A7F"/>
    <w:rsid w:val="009D3664"/>
    <w:rsid w:val="009D48A2"/>
    <w:rsid w:val="009D510C"/>
    <w:rsid w:val="009E214C"/>
    <w:rsid w:val="009E3C57"/>
    <w:rsid w:val="009E69E3"/>
    <w:rsid w:val="009F1AD2"/>
    <w:rsid w:val="009F4F92"/>
    <w:rsid w:val="009F7298"/>
    <w:rsid w:val="00A02B7D"/>
    <w:rsid w:val="00A05E04"/>
    <w:rsid w:val="00A079C9"/>
    <w:rsid w:val="00A07D53"/>
    <w:rsid w:val="00A10F59"/>
    <w:rsid w:val="00A11BC5"/>
    <w:rsid w:val="00A146F7"/>
    <w:rsid w:val="00A15125"/>
    <w:rsid w:val="00A1600E"/>
    <w:rsid w:val="00A234DC"/>
    <w:rsid w:val="00A2380D"/>
    <w:rsid w:val="00A2452D"/>
    <w:rsid w:val="00A272D0"/>
    <w:rsid w:val="00A3217E"/>
    <w:rsid w:val="00A32C22"/>
    <w:rsid w:val="00A403AE"/>
    <w:rsid w:val="00A46F0E"/>
    <w:rsid w:val="00A4794D"/>
    <w:rsid w:val="00A5494C"/>
    <w:rsid w:val="00A56011"/>
    <w:rsid w:val="00A61E41"/>
    <w:rsid w:val="00A6489C"/>
    <w:rsid w:val="00A67BA6"/>
    <w:rsid w:val="00A71FC8"/>
    <w:rsid w:val="00A72352"/>
    <w:rsid w:val="00A75196"/>
    <w:rsid w:val="00A76042"/>
    <w:rsid w:val="00A77E18"/>
    <w:rsid w:val="00A804D1"/>
    <w:rsid w:val="00A804EF"/>
    <w:rsid w:val="00A80A58"/>
    <w:rsid w:val="00A82B8B"/>
    <w:rsid w:val="00A858D6"/>
    <w:rsid w:val="00A87F79"/>
    <w:rsid w:val="00A91AF9"/>
    <w:rsid w:val="00AA18E9"/>
    <w:rsid w:val="00AA1F22"/>
    <w:rsid w:val="00AA2B39"/>
    <w:rsid w:val="00AA2D50"/>
    <w:rsid w:val="00AA57FF"/>
    <w:rsid w:val="00AA633D"/>
    <w:rsid w:val="00AB0BE0"/>
    <w:rsid w:val="00AB1E3E"/>
    <w:rsid w:val="00AB2AAA"/>
    <w:rsid w:val="00AC0CED"/>
    <w:rsid w:val="00AE34C4"/>
    <w:rsid w:val="00AE5826"/>
    <w:rsid w:val="00AE5EBA"/>
    <w:rsid w:val="00AF0AEF"/>
    <w:rsid w:val="00AF0D08"/>
    <w:rsid w:val="00AF30FC"/>
    <w:rsid w:val="00AF7D4A"/>
    <w:rsid w:val="00B0226B"/>
    <w:rsid w:val="00B14248"/>
    <w:rsid w:val="00B160F9"/>
    <w:rsid w:val="00B17F72"/>
    <w:rsid w:val="00B20B97"/>
    <w:rsid w:val="00B23828"/>
    <w:rsid w:val="00B25FB3"/>
    <w:rsid w:val="00B2613D"/>
    <w:rsid w:val="00B33715"/>
    <w:rsid w:val="00B343F2"/>
    <w:rsid w:val="00B3482E"/>
    <w:rsid w:val="00B354DD"/>
    <w:rsid w:val="00B36DAA"/>
    <w:rsid w:val="00B37682"/>
    <w:rsid w:val="00B40B24"/>
    <w:rsid w:val="00B40C34"/>
    <w:rsid w:val="00B44681"/>
    <w:rsid w:val="00B47300"/>
    <w:rsid w:val="00B508C5"/>
    <w:rsid w:val="00B52A37"/>
    <w:rsid w:val="00B52F24"/>
    <w:rsid w:val="00B533BD"/>
    <w:rsid w:val="00B5377A"/>
    <w:rsid w:val="00B55A30"/>
    <w:rsid w:val="00B57E62"/>
    <w:rsid w:val="00B61ED2"/>
    <w:rsid w:val="00B62868"/>
    <w:rsid w:val="00B64381"/>
    <w:rsid w:val="00B64E78"/>
    <w:rsid w:val="00B76B74"/>
    <w:rsid w:val="00B76DB8"/>
    <w:rsid w:val="00B77A74"/>
    <w:rsid w:val="00B82A23"/>
    <w:rsid w:val="00B830DB"/>
    <w:rsid w:val="00B85BEF"/>
    <w:rsid w:val="00B85F91"/>
    <w:rsid w:val="00B91854"/>
    <w:rsid w:val="00B93B1A"/>
    <w:rsid w:val="00BA09AA"/>
    <w:rsid w:val="00BA10C1"/>
    <w:rsid w:val="00BA3AF6"/>
    <w:rsid w:val="00BA58DB"/>
    <w:rsid w:val="00BA6767"/>
    <w:rsid w:val="00BB5685"/>
    <w:rsid w:val="00BB7ECF"/>
    <w:rsid w:val="00BC0B97"/>
    <w:rsid w:val="00BC1F52"/>
    <w:rsid w:val="00BC4B01"/>
    <w:rsid w:val="00BC5A2D"/>
    <w:rsid w:val="00BC5D33"/>
    <w:rsid w:val="00BC6117"/>
    <w:rsid w:val="00BD07E9"/>
    <w:rsid w:val="00BD0FA7"/>
    <w:rsid w:val="00BE02EC"/>
    <w:rsid w:val="00BE10D1"/>
    <w:rsid w:val="00BF1B79"/>
    <w:rsid w:val="00BF30BF"/>
    <w:rsid w:val="00BF3409"/>
    <w:rsid w:val="00BF49CE"/>
    <w:rsid w:val="00C040DC"/>
    <w:rsid w:val="00C06DCB"/>
    <w:rsid w:val="00C07BE6"/>
    <w:rsid w:val="00C13146"/>
    <w:rsid w:val="00C14756"/>
    <w:rsid w:val="00C15ABE"/>
    <w:rsid w:val="00C201DA"/>
    <w:rsid w:val="00C20532"/>
    <w:rsid w:val="00C22802"/>
    <w:rsid w:val="00C232AC"/>
    <w:rsid w:val="00C24973"/>
    <w:rsid w:val="00C26810"/>
    <w:rsid w:val="00C32EE8"/>
    <w:rsid w:val="00C36C70"/>
    <w:rsid w:val="00C375B8"/>
    <w:rsid w:val="00C43F56"/>
    <w:rsid w:val="00C4598F"/>
    <w:rsid w:val="00C45B63"/>
    <w:rsid w:val="00C50571"/>
    <w:rsid w:val="00C50636"/>
    <w:rsid w:val="00C50EF8"/>
    <w:rsid w:val="00C51899"/>
    <w:rsid w:val="00C5590E"/>
    <w:rsid w:val="00C57E83"/>
    <w:rsid w:val="00C6209A"/>
    <w:rsid w:val="00C65580"/>
    <w:rsid w:val="00C665CA"/>
    <w:rsid w:val="00C70B5D"/>
    <w:rsid w:val="00C7320C"/>
    <w:rsid w:val="00C744FB"/>
    <w:rsid w:val="00C7484B"/>
    <w:rsid w:val="00C841C4"/>
    <w:rsid w:val="00C845CA"/>
    <w:rsid w:val="00C87BA8"/>
    <w:rsid w:val="00C87D39"/>
    <w:rsid w:val="00C96D87"/>
    <w:rsid w:val="00CA0CAE"/>
    <w:rsid w:val="00CA67C9"/>
    <w:rsid w:val="00CA798A"/>
    <w:rsid w:val="00CB247D"/>
    <w:rsid w:val="00CC09D8"/>
    <w:rsid w:val="00CC173C"/>
    <w:rsid w:val="00CC43EC"/>
    <w:rsid w:val="00CD0178"/>
    <w:rsid w:val="00CD04C1"/>
    <w:rsid w:val="00CD2927"/>
    <w:rsid w:val="00CD3739"/>
    <w:rsid w:val="00CD43CE"/>
    <w:rsid w:val="00CD4A20"/>
    <w:rsid w:val="00CE2B40"/>
    <w:rsid w:val="00CF0F08"/>
    <w:rsid w:val="00CF3EC0"/>
    <w:rsid w:val="00CF6CFB"/>
    <w:rsid w:val="00D02B01"/>
    <w:rsid w:val="00D03187"/>
    <w:rsid w:val="00D04112"/>
    <w:rsid w:val="00D15EFA"/>
    <w:rsid w:val="00D161B9"/>
    <w:rsid w:val="00D16B94"/>
    <w:rsid w:val="00D220F8"/>
    <w:rsid w:val="00D24716"/>
    <w:rsid w:val="00D254B9"/>
    <w:rsid w:val="00D27C0F"/>
    <w:rsid w:val="00D308CC"/>
    <w:rsid w:val="00D30E8A"/>
    <w:rsid w:val="00D32A1D"/>
    <w:rsid w:val="00D35EFB"/>
    <w:rsid w:val="00D36765"/>
    <w:rsid w:val="00D457DF"/>
    <w:rsid w:val="00D472FF"/>
    <w:rsid w:val="00D5465A"/>
    <w:rsid w:val="00D54BA9"/>
    <w:rsid w:val="00D5509C"/>
    <w:rsid w:val="00D56A35"/>
    <w:rsid w:val="00D6056A"/>
    <w:rsid w:val="00D611B5"/>
    <w:rsid w:val="00D637A5"/>
    <w:rsid w:val="00D6668E"/>
    <w:rsid w:val="00D670F5"/>
    <w:rsid w:val="00D67A95"/>
    <w:rsid w:val="00D70A21"/>
    <w:rsid w:val="00D7128A"/>
    <w:rsid w:val="00D7159B"/>
    <w:rsid w:val="00D7637C"/>
    <w:rsid w:val="00D80FF5"/>
    <w:rsid w:val="00D81A22"/>
    <w:rsid w:val="00D81EA8"/>
    <w:rsid w:val="00D8359F"/>
    <w:rsid w:val="00D8400A"/>
    <w:rsid w:val="00D86B6E"/>
    <w:rsid w:val="00D910F0"/>
    <w:rsid w:val="00D948BD"/>
    <w:rsid w:val="00D972A1"/>
    <w:rsid w:val="00D97744"/>
    <w:rsid w:val="00DA2430"/>
    <w:rsid w:val="00DB0C3D"/>
    <w:rsid w:val="00DB1945"/>
    <w:rsid w:val="00DB2601"/>
    <w:rsid w:val="00DB5353"/>
    <w:rsid w:val="00DB5C2C"/>
    <w:rsid w:val="00DC0E38"/>
    <w:rsid w:val="00DC1BFF"/>
    <w:rsid w:val="00DC4809"/>
    <w:rsid w:val="00DC700A"/>
    <w:rsid w:val="00DC7688"/>
    <w:rsid w:val="00DC7B6C"/>
    <w:rsid w:val="00DD207A"/>
    <w:rsid w:val="00DE0DAC"/>
    <w:rsid w:val="00DF1477"/>
    <w:rsid w:val="00DF2343"/>
    <w:rsid w:val="00DF62A4"/>
    <w:rsid w:val="00DF7809"/>
    <w:rsid w:val="00E01773"/>
    <w:rsid w:val="00E01A98"/>
    <w:rsid w:val="00E01FF2"/>
    <w:rsid w:val="00E03E7F"/>
    <w:rsid w:val="00E07FE2"/>
    <w:rsid w:val="00E106A1"/>
    <w:rsid w:val="00E1245D"/>
    <w:rsid w:val="00E20D95"/>
    <w:rsid w:val="00E21D4D"/>
    <w:rsid w:val="00E23F42"/>
    <w:rsid w:val="00E24DBF"/>
    <w:rsid w:val="00E305D3"/>
    <w:rsid w:val="00E31EE9"/>
    <w:rsid w:val="00E3207F"/>
    <w:rsid w:val="00E355BD"/>
    <w:rsid w:val="00E37E38"/>
    <w:rsid w:val="00E41439"/>
    <w:rsid w:val="00E448B2"/>
    <w:rsid w:val="00E45759"/>
    <w:rsid w:val="00E51EE0"/>
    <w:rsid w:val="00E613F3"/>
    <w:rsid w:val="00E62A90"/>
    <w:rsid w:val="00E634FB"/>
    <w:rsid w:val="00E7245C"/>
    <w:rsid w:val="00E73DC6"/>
    <w:rsid w:val="00E766B6"/>
    <w:rsid w:val="00E7696C"/>
    <w:rsid w:val="00E77F23"/>
    <w:rsid w:val="00E81C94"/>
    <w:rsid w:val="00E852CE"/>
    <w:rsid w:val="00E86FC3"/>
    <w:rsid w:val="00E927C4"/>
    <w:rsid w:val="00E94710"/>
    <w:rsid w:val="00EA17BC"/>
    <w:rsid w:val="00EA377D"/>
    <w:rsid w:val="00EA74AD"/>
    <w:rsid w:val="00EA7BB7"/>
    <w:rsid w:val="00EB24F6"/>
    <w:rsid w:val="00EB457B"/>
    <w:rsid w:val="00EC1656"/>
    <w:rsid w:val="00EC1FF3"/>
    <w:rsid w:val="00EC21E8"/>
    <w:rsid w:val="00EC61B5"/>
    <w:rsid w:val="00EC625A"/>
    <w:rsid w:val="00ED4776"/>
    <w:rsid w:val="00ED6DD0"/>
    <w:rsid w:val="00ED736F"/>
    <w:rsid w:val="00EE576A"/>
    <w:rsid w:val="00F02904"/>
    <w:rsid w:val="00F03935"/>
    <w:rsid w:val="00F03FC0"/>
    <w:rsid w:val="00F04F14"/>
    <w:rsid w:val="00F05E28"/>
    <w:rsid w:val="00F0651B"/>
    <w:rsid w:val="00F07777"/>
    <w:rsid w:val="00F07952"/>
    <w:rsid w:val="00F129F7"/>
    <w:rsid w:val="00F14F78"/>
    <w:rsid w:val="00F27EE9"/>
    <w:rsid w:val="00F3337D"/>
    <w:rsid w:val="00F37011"/>
    <w:rsid w:val="00F537DC"/>
    <w:rsid w:val="00F5492B"/>
    <w:rsid w:val="00F54C0A"/>
    <w:rsid w:val="00F60849"/>
    <w:rsid w:val="00F66570"/>
    <w:rsid w:val="00F66E6F"/>
    <w:rsid w:val="00F7093B"/>
    <w:rsid w:val="00F71536"/>
    <w:rsid w:val="00F729C5"/>
    <w:rsid w:val="00F82ABF"/>
    <w:rsid w:val="00F83E66"/>
    <w:rsid w:val="00F85B00"/>
    <w:rsid w:val="00F85D15"/>
    <w:rsid w:val="00F8745E"/>
    <w:rsid w:val="00FA251E"/>
    <w:rsid w:val="00FA30F1"/>
    <w:rsid w:val="00FB1EDA"/>
    <w:rsid w:val="00FB28EE"/>
    <w:rsid w:val="00FB4936"/>
    <w:rsid w:val="00FC2A1C"/>
    <w:rsid w:val="00FC2CE3"/>
    <w:rsid w:val="00FC4E22"/>
    <w:rsid w:val="00FC55AE"/>
    <w:rsid w:val="00FC5FFC"/>
    <w:rsid w:val="00FD0962"/>
    <w:rsid w:val="00FD0CA8"/>
    <w:rsid w:val="00FD3419"/>
    <w:rsid w:val="00FD6E84"/>
    <w:rsid w:val="00FE025B"/>
    <w:rsid w:val="00FE5084"/>
    <w:rsid w:val="00FE5412"/>
    <w:rsid w:val="00FF5ADF"/>
    <w:rsid w:val="00FF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943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37943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37943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A71F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E02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BE02EC"/>
    <w:rPr>
      <w:rFonts w:cs="Times New Roman"/>
    </w:rPr>
  </w:style>
  <w:style w:type="character" w:styleId="Hyperlink">
    <w:name w:val="Hyperlink"/>
    <w:basedOn w:val="DefaultParagraphFont"/>
    <w:uiPriority w:val="99"/>
    <w:rsid w:val="00C07BE6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5152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52F5"/>
    <w:rPr>
      <w:rFonts w:cs="Times New Roman"/>
    </w:rPr>
  </w:style>
  <w:style w:type="paragraph" w:styleId="ListParagraph">
    <w:name w:val="List Paragraph"/>
    <w:basedOn w:val="Normal"/>
    <w:uiPriority w:val="99"/>
    <w:qFormat/>
    <w:rsid w:val="00497B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554</TotalTime>
  <Pages>15</Pages>
  <Words>3271</Words>
  <Characters>18646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T</dc:creator>
  <cp:keywords/>
  <dc:description/>
  <cp:lastModifiedBy>Org4</cp:lastModifiedBy>
  <cp:revision>63</cp:revision>
  <cp:lastPrinted>2018-09-03T10:19:00Z</cp:lastPrinted>
  <dcterms:created xsi:type="dcterms:W3CDTF">2018-07-10T02:43:00Z</dcterms:created>
  <dcterms:modified xsi:type="dcterms:W3CDTF">2018-10-29T04:47:00Z</dcterms:modified>
</cp:coreProperties>
</file>