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B5B" w:rsidRPr="00465DA5" w:rsidRDefault="00885B5B" w:rsidP="00E93837">
      <w:pPr>
        <w:pStyle w:val="ConsPlusNormal"/>
        <w:jc w:val="center"/>
        <w:outlineLvl w:val="0"/>
        <w:rPr>
          <w:szCs w:val="28"/>
        </w:rPr>
      </w:pPr>
      <w:r w:rsidRPr="00465DA5">
        <w:rPr>
          <w:szCs w:val="28"/>
        </w:rPr>
        <w:t>Администрация</w:t>
      </w:r>
    </w:p>
    <w:p w:rsidR="00885B5B" w:rsidRPr="00465DA5" w:rsidRDefault="00885B5B" w:rsidP="00E93837">
      <w:pPr>
        <w:pStyle w:val="ConsPlusNormal"/>
        <w:jc w:val="center"/>
        <w:outlineLvl w:val="0"/>
        <w:rPr>
          <w:szCs w:val="28"/>
        </w:rPr>
      </w:pPr>
      <w:r w:rsidRPr="00465DA5">
        <w:rPr>
          <w:szCs w:val="28"/>
        </w:rPr>
        <w:t>Верхнебуреинского муниципального района</w:t>
      </w:r>
    </w:p>
    <w:p w:rsidR="00885B5B" w:rsidRPr="00465DA5" w:rsidRDefault="00885B5B" w:rsidP="00E93837">
      <w:pPr>
        <w:pStyle w:val="ConsPlusNormal"/>
        <w:jc w:val="center"/>
        <w:outlineLvl w:val="0"/>
        <w:rPr>
          <w:szCs w:val="28"/>
        </w:rPr>
      </w:pPr>
    </w:p>
    <w:p w:rsidR="00885B5B" w:rsidRPr="00465DA5" w:rsidRDefault="00885B5B" w:rsidP="00E93837">
      <w:pPr>
        <w:pStyle w:val="ConsPlusNormal"/>
        <w:jc w:val="center"/>
        <w:outlineLvl w:val="0"/>
        <w:rPr>
          <w:szCs w:val="28"/>
        </w:rPr>
      </w:pPr>
      <w:r w:rsidRPr="00465DA5">
        <w:rPr>
          <w:szCs w:val="28"/>
        </w:rPr>
        <w:t>ПОСТАНОВЛЕНИЕ</w:t>
      </w:r>
    </w:p>
    <w:p w:rsidR="00885B5B" w:rsidRPr="00465DA5" w:rsidRDefault="00885B5B" w:rsidP="00E93837">
      <w:pPr>
        <w:pStyle w:val="ConsPlusNormal"/>
        <w:jc w:val="center"/>
        <w:outlineLvl w:val="0"/>
        <w:rPr>
          <w:szCs w:val="28"/>
          <w:u w:val="single"/>
        </w:rPr>
      </w:pPr>
    </w:p>
    <w:p w:rsidR="00885B5B" w:rsidRPr="00465DA5" w:rsidRDefault="00885B5B" w:rsidP="00E93837">
      <w:pPr>
        <w:pStyle w:val="ConsPlusNormal"/>
        <w:outlineLvl w:val="0"/>
        <w:rPr>
          <w:szCs w:val="28"/>
          <w:u w:val="single"/>
        </w:rPr>
      </w:pPr>
      <w:r>
        <w:rPr>
          <w:szCs w:val="28"/>
          <w:u w:val="single"/>
        </w:rPr>
        <w:t>14</w:t>
      </w:r>
      <w:r w:rsidRPr="00465DA5">
        <w:rPr>
          <w:szCs w:val="28"/>
          <w:u w:val="single"/>
        </w:rPr>
        <w:t xml:space="preserve">.12.2018    № </w:t>
      </w:r>
      <w:r>
        <w:rPr>
          <w:szCs w:val="28"/>
          <w:u w:val="single"/>
        </w:rPr>
        <w:t>675</w:t>
      </w:r>
    </w:p>
    <w:p w:rsidR="00885B5B" w:rsidRPr="00465DA5" w:rsidRDefault="00885B5B" w:rsidP="00E93837">
      <w:pPr>
        <w:pStyle w:val="ConsPlusNormal"/>
        <w:outlineLvl w:val="0"/>
        <w:rPr>
          <w:szCs w:val="28"/>
        </w:rPr>
      </w:pPr>
      <w:r w:rsidRPr="00465DA5">
        <w:rPr>
          <w:szCs w:val="28"/>
        </w:rPr>
        <w:t>п. Чегдомын</w:t>
      </w:r>
    </w:p>
    <w:p w:rsidR="00885B5B" w:rsidRDefault="00885B5B" w:rsidP="003025DD">
      <w:pPr>
        <w:spacing w:line="360" w:lineRule="auto"/>
        <w:jc w:val="both"/>
      </w:pPr>
    </w:p>
    <w:p w:rsidR="00885B5B" w:rsidRDefault="00885B5B" w:rsidP="00CE7826">
      <w:pPr>
        <w:spacing w:line="240" w:lineRule="exact"/>
        <w:jc w:val="both"/>
      </w:pPr>
      <w:r>
        <w:t>О внесении изменений в муниципальную программу "Развитие малого и среднего предпринимательства в Верхнебуреинском районе Хабаровского края на 2013 – 2020 годы", утвержденную постановлением администрации Верхнебуреинского муниципального района от 17.09.2012 № 906</w:t>
      </w:r>
    </w:p>
    <w:p w:rsidR="00885B5B" w:rsidRDefault="00885B5B" w:rsidP="003025DD">
      <w:pPr>
        <w:jc w:val="both"/>
      </w:pPr>
    </w:p>
    <w:p w:rsidR="00885B5B" w:rsidRDefault="00885B5B" w:rsidP="00651394">
      <w:pPr>
        <w:ind w:firstLine="709"/>
        <w:jc w:val="both"/>
      </w:pPr>
      <w:r>
        <w:t>В целях приведения муниципальной программы "Развитие малого и среднего предпринимательства в Верхнебуреинском районе Хабаровского края на 2013 – 2020 годы" в соответствие с районным бюджетом и Планом мероприятий ("Дорожной картой") по реализации Муниципального стандарта содействия инвестициям и развития предпринимательства в Верхнебуреинском муниципальном районе Хабаровского края на 2018 год, утвержденным постановлением администрации Верхнебуреинского муниципального района от 01.10.2018 № 501, администрация района</w:t>
      </w:r>
    </w:p>
    <w:p w:rsidR="00885B5B" w:rsidRDefault="00885B5B" w:rsidP="00651394">
      <w:pPr>
        <w:jc w:val="both"/>
      </w:pPr>
      <w:r>
        <w:t>ПОСТАНОВЛЯЕТ:</w:t>
      </w:r>
    </w:p>
    <w:p w:rsidR="00885B5B" w:rsidRDefault="00885B5B" w:rsidP="00CE7826">
      <w:pPr>
        <w:pStyle w:val="ListParagraph"/>
        <w:numPr>
          <w:ilvl w:val="0"/>
          <w:numId w:val="1"/>
        </w:numPr>
        <w:tabs>
          <w:tab w:val="left" w:pos="851"/>
          <w:tab w:val="left" w:pos="1080"/>
        </w:tabs>
        <w:ind w:left="0" w:firstLine="709"/>
        <w:jc w:val="both"/>
      </w:pPr>
      <w:bookmarkStart w:id="0" w:name="_GoBack"/>
      <w:bookmarkEnd w:id="0"/>
      <w:r>
        <w:t>Внести в муниципальную программу "Развитие малого и среднего предпринимательства в Верхнебуреинском районе Хабаровского края на 2013 – 2020 годы", утвержденную постановлением администрации Верхнебуреинского муниципального района от 17.09.2012 № 906 (далее – Программа) изменения, изложив ее в новой редакции в соответствии с приложением к настоящему постановлению.</w:t>
      </w:r>
    </w:p>
    <w:p w:rsidR="00885B5B" w:rsidRPr="00A0536B" w:rsidRDefault="00885B5B" w:rsidP="00CE7826">
      <w:pPr>
        <w:pStyle w:val="ConsPlusNormal"/>
        <w:numPr>
          <w:ilvl w:val="0"/>
          <w:numId w:val="1"/>
        </w:numPr>
        <w:tabs>
          <w:tab w:val="left" w:pos="1080"/>
        </w:tabs>
        <w:ind w:left="0" w:firstLine="709"/>
        <w:jc w:val="both"/>
      </w:pPr>
      <w:r>
        <w:rPr>
          <w:szCs w:val="28"/>
        </w:rPr>
        <w:t>Контроль за выполнением настоящего постановления оставляю за собой.</w:t>
      </w:r>
    </w:p>
    <w:p w:rsidR="00885B5B" w:rsidRDefault="00885B5B" w:rsidP="00CE7826">
      <w:pPr>
        <w:pStyle w:val="ConsPlusNormal"/>
        <w:numPr>
          <w:ilvl w:val="0"/>
          <w:numId w:val="1"/>
        </w:numPr>
        <w:tabs>
          <w:tab w:val="left" w:pos="1080"/>
        </w:tabs>
        <w:ind w:left="0" w:firstLine="709"/>
        <w:jc w:val="both"/>
      </w:pPr>
      <w:r>
        <w:rPr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885B5B" w:rsidRDefault="00885B5B" w:rsidP="00FA6019">
      <w:pPr>
        <w:pStyle w:val="ConsPlusNormal"/>
        <w:jc w:val="both"/>
      </w:pPr>
    </w:p>
    <w:p w:rsidR="00885B5B" w:rsidRDefault="00885B5B" w:rsidP="00FA6019">
      <w:pPr>
        <w:pStyle w:val="ConsPlusNormal"/>
        <w:jc w:val="both"/>
      </w:pPr>
    </w:p>
    <w:p w:rsidR="00885B5B" w:rsidRDefault="00885B5B" w:rsidP="00FA6019">
      <w:pPr>
        <w:pStyle w:val="ConsPlusNormal"/>
        <w:jc w:val="both"/>
      </w:pPr>
    </w:p>
    <w:p w:rsidR="00885B5B" w:rsidRDefault="00885B5B" w:rsidP="00410797">
      <w:pPr>
        <w:pStyle w:val="ConsPlusNormal"/>
        <w:jc w:val="both"/>
      </w:pPr>
      <w:r>
        <w:rPr>
          <w:szCs w:val="28"/>
        </w:rPr>
        <w:t>Глава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А. М. Маслов</w:t>
      </w:r>
    </w:p>
    <w:sectPr w:rsidR="00885B5B" w:rsidSect="00CE782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D5133"/>
    <w:multiLevelType w:val="hybridMultilevel"/>
    <w:tmpl w:val="3AF0641A"/>
    <w:lvl w:ilvl="0" w:tplc="799CE7A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DF63064"/>
    <w:multiLevelType w:val="hybridMultilevel"/>
    <w:tmpl w:val="5C20B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651234"/>
    <w:multiLevelType w:val="hybridMultilevel"/>
    <w:tmpl w:val="2A44F2B2"/>
    <w:lvl w:ilvl="0" w:tplc="FF40E4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19D089C"/>
    <w:multiLevelType w:val="hybridMultilevel"/>
    <w:tmpl w:val="5A68B042"/>
    <w:lvl w:ilvl="0" w:tplc="A57C1E4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37876E7D"/>
    <w:multiLevelType w:val="multilevel"/>
    <w:tmpl w:val="F54E57BE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5">
    <w:nsid w:val="7FE1310D"/>
    <w:multiLevelType w:val="hybridMultilevel"/>
    <w:tmpl w:val="187A6BB2"/>
    <w:lvl w:ilvl="0" w:tplc="3CCCF0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52C9"/>
    <w:rsid w:val="000148E8"/>
    <w:rsid w:val="000151BB"/>
    <w:rsid w:val="00052D89"/>
    <w:rsid w:val="00065469"/>
    <w:rsid w:val="0007448A"/>
    <w:rsid w:val="00094295"/>
    <w:rsid w:val="00096838"/>
    <w:rsid w:val="000A1E1D"/>
    <w:rsid w:val="000B7C7D"/>
    <w:rsid w:val="000D527B"/>
    <w:rsid w:val="00103E2C"/>
    <w:rsid w:val="00112D54"/>
    <w:rsid w:val="00125A8A"/>
    <w:rsid w:val="00140A9F"/>
    <w:rsid w:val="0015532F"/>
    <w:rsid w:val="001A4CC0"/>
    <w:rsid w:val="001B33F9"/>
    <w:rsid w:val="001B47A9"/>
    <w:rsid w:val="001C0628"/>
    <w:rsid w:val="001F37AC"/>
    <w:rsid w:val="002110B7"/>
    <w:rsid w:val="0022592D"/>
    <w:rsid w:val="00276C8E"/>
    <w:rsid w:val="002A4771"/>
    <w:rsid w:val="002B41BC"/>
    <w:rsid w:val="002E0BB5"/>
    <w:rsid w:val="002F403C"/>
    <w:rsid w:val="003025DD"/>
    <w:rsid w:val="0036380A"/>
    <w:rsid w:val="00377AA4"/>
    <w:rsid w:val="003F5140"/>
    <w:rsid w:val="00410797"/>
    <w:rsid w:val="004155D9"/>
    <w:rsid w:val="00465DA5"/>
    <w:rsid w:val="004D2CAC"/>
    <w:rsid w:val="004F02F5"/>
    <w:rsid w:val="004F6B7A"/>
    <w:rsid w:val="004F7B1F"/>
    <w:rsid w:val="005251FE"/>
    <w:rsid w:val="005252C9"/>
    <w:rsid w:val="00564104"/>
    <w:rsid w:val="00584793"/>
    <w:rsid w:val="005D02F6"/>
    <w:rsid w:val="006166E1"/>
    <w:rsid w:val="006236D4"/>
    <w:rsid w:val="00625A10"/>
    <w:rsid w:val="00634541"/>
    <w:rsid w:val="00637073"/>
    <w:rsid w:val="00651394"/>
    <w:rsid w:val="0066427D"/>
    <w:rsid w:val="006738B8"/>
    <w:rsid w:val="00682FF0"/>
    <w:rsid w:val="006976B1"/>
    <w:rsid w:val="006B5D37"/>
    <w:rsid w:val="006C5565"/>
    <w:rsid w:val="006E21F8"/>
    <w:rsid w:val="0071099B"/>
    <w:rsid w:val="0071378D"/>
    <w:rsid w:val="007556A8"/>
    <w:rsid w:val="00764F4E"/>
    <w:rsid w:val="007731B3"/>
    <w:rsid w:val="00777CE1"/>
    <w:rsid w:val="007A1BC5"/>
    <w:rsid w:val="007A5F79"/>
    <w:rsid w:val="007B70C9"/>
    <w:rsid w:val="007C2CF1"/>
    <w:rsid w:val="007D1A94"/>
    <w:rsid w:val="007D4456"/>
    <w:rsid w:val="008209FA"/>
    <w:rsid w:val="0086070A"/>
    <w:rsid w:val="00865678"/>
    <w:rsid w:val="00871844"/>
    <w:rsid w:val="00873360"/>
    <w:rsid w:val="00885B5B"/>
    <w:rsid w:val="008B6DD4"/>
    <w:rsid w:val="008C1BEE"/>
    <w:rsid w:val="008C77A8"/>
    <w:rsid w:val="008F5264"/>
    <w:rsid w:val="00901313"/>
    <w:rsid w:val="00901F01"/>
    <w:rsid w:val="00937665"/>
    <w:rsid w:val="009562DB"/>
    <w:rsid w:val="00972324"/>
    <w:rsid w:val="009724E9"/>
    <w:rsid w:val="00996EF6"/>
    <w:rsid w:val="009F52B9"/>
    <w:rsid w:val="00A0536B"/>
    <w:rsid w:val="00A210C3"/>
    <w:rsid w:val="00A4364F"/>
    <w:rsid w:val="00A70CCD"/>
    <w:rsid w:val="00AE25F8"/>
    <w:rsid w:val="00AE55B1"/>
    <w:rsid w:val="00B67FD6"/>
    <w:rsid w:val="00B70211"/>
    <w:rsid w:val="00B82552"/>
    <w:rsid w:val="00B87410"/>
    <w:rsid w:val="00C12B4D"/>
    <w:rsid w:val="00C13CB2"/>
    <w:rsid w:val="00C475AD"/>
    <w:rsid w:val="00C715A9"/>
    <w:rsid w:val="00C95C6D"/>
    <w:rsid w:val="00CE618F"/>
    <w:rsid w:val="00CE7826"/>
    <w:rsid w:val="00D54FF6"/>
    <w:rsid w:val="00D6460F"/>
    <w:rsid w:val="00D833EE"/>
    <w:rsid w:val="00DA04E9"/>
    <w:rsid w:val="00DA1F66"/>
    <w:rsid w:val="00DA5D93"/>
    <w:rsid w:val="00DC2A01"/>
    <w:rsid w:val="00DD219B"/>
    <w:rsid w:val="00DD28F9"/>
    <w:rsid w:val="00DF35C8"/>
    <w:rsid w:val="00DF3A18"/>
    <w:rsid w:val="00E13267"/>
    <w:rsid w:val="00E432C0"/>
    <w:rsid w:val="00E54E30"/>
    <w:rsid w:val="00E75571"/>
    <w:rsid w:val="00E932C2"/>
    <w:rsid w:val="00E93837"/>
    <w:rsid w:val="00E93F70"/>
    <w:rsid w:val="00EF1300"/>
    <w:rsid w:val="00F041EE"/>
    <w:rsid w:val="00F0605B"/>
    <w:rsid w:val="00F14492"/>
    <w:rsid w:val="00F37CBD"/>
    <w:rsid w:val="00F7398C"/>
    <w:rsid w:val="00FA6019"/>
    <w:rsid w:val="00FB737F"/>
    <w:rsid w:val="00FD71B9"/>
    <w:rsid w:val="00FE73B3"/>
    <w:rsid w:val="00FF3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5DD"/>
    <w:pPr>
      <w:jc w:val="center"/>
    </w:pPr>
    <w:rPr>
      <w:rFonts w:ascii="Times New Roman" w:hAnsi="Times New Roman"/>
      <w:sz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6C8E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6C8E"/>
    <w:pPr>
      <w:keepNext/>
      <w:spacing w:before="240" w:after="60"/>
      <w:jc w:val="left"/>
      <w:outlineLvl w:val="1"/>
    </w:pPr>
    <w:rPr>
      <w:rFonts w:ascii="Cambria" w:eastAsia="Times New Roman" w:hAnsi="Cambria"/>
      <w:b/>
      <w:bCs/>
      <w:i/>
      <w:iCs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76C8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76C8E"/>
    <w:rPr>
      <w:rFonts w:ascii="Cambria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99"/>
    <w:qFormat/>
    <w:rsid w:val="000148E8"/>
    <w:pPr>
      <w:ind w:left="720"/>
      <w:contextualSpacing/>
    </w:pPr>
  </w:style>
  <w:style w:type="paragraph" w:customStyle="1" w:styleId="ConsPlusNormal">
    <w:name w:val="ConsPlusNormal"/>
    <w:uiPriority w:val="99"/>
    <w:rsid w:val="00F0605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ConsPlusNonformat">
    <w:name w:val="ConsPlusNonformat"/>
    <w:uiPriority w:val="99"/>
    <w:rsid w:val="00F0605B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76C8E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  <w:szCs w:val="20"/>
    </w:rPr>
  </w:style>
  <w:style w:type="paragraph" w:customStyle="1" w:styleId="ConsPlusCell">
    <w:name w:val="ConsPlusCell"/>
    <w:uiPriority w:val="99"/>
    <w:rsid w:val="00276C8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276C8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276C8E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276C8E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276C8E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276C8E"/>
    <w:pPr>
      <w:tabs>
        <w:tab w:val="center" w:pos="4677"/>
        <w:tab w:val="right" w:pos="9355"/>
      </w:tabs>
      <w:jc w:val="left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76C8E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276C8E"/>
    <w:pPr>
      <w:tabs>
        <w:tab w:val="center" w:pos="4677"/>
        <w:tab w:val="right" w:pos="9355"/>
      </w:tabs>
      <w:jc w:val="left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76C8E"/>
    <w:rPr>
      <w:rFonts w:ascii="Times New Roman" w:hAnsi="Times New Roman" w:cs="Times New Roman"/>
      <w:sz w:val="28"/>
    </w:rPr>
  </w:style>
  <w:style w:type="paragraph" w:styleId="BalloonText">
    <w:name w:val="Balloon Text"/>
    <w:basedOn w:val="Normal"/>
    <w:link w:val="BalloonTextChar"/>
    <w:uiPriority w:val="99"/>
    <w:semiHidden/>
    <w:rsid w:val="00276C8E"/>
    <w:pPr>
      <w:jc w:val="left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6C8E"/>
    <w:rPr>
      <w:rFonts w:ascii="Tahoma" w:hAnsi="Tahoma" w:cs="Times New Roman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276C8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276C8E"/>
    <w:pPr>
      <w:jc w:val="left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76C8E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76C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76C8E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rsid w:val="00276C8E"/>
    <w:pPr>
      <w:jc w:val="left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276C8E"/>
    <w:rPr>
      <w:rFonts w:ascii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276C8E"/>
    <w:rPr>
      <w:rFonts w:cs="Times New Roman"/>
      <w:vertAlign w:val="superscript"/>
    </w:rPr>
  </w:style>
  <w:style w:type="paragraph" w:styleId="Caption">
    <w:name w:val="caption"/>
    <w:basedOn w:val="Normal"/>
    <w:next w:val="Normal"/>
    <w:uiPriority w:val="99"/>
    <w:qFormat/>
    <w:rsid w:val="00276C8E"/>
    <w:pPr>
      <w:jc w:val="left"/>
    </w:pPr>
    <w:rPr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rsid w:val="00276C8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428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1</Pages>
  <Words>219</Words>
  <Characters>1254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Org4</cp:lastModifiedBy>
  <cp:revision>11</cp:revision>
  <cp:lastPrinted>2018-12-18T05:37:00Z</cp:lastPrinted>
  <dcterms:created xsi:type="dcterms:W3CDTF">2018-12-14T06:35:00Z</dcterms:created>
  <dcterms:modified xsi:type="dcterms:W3CDTF">2018-12-18T22:36:00Z</dcterms:modified>
</cp:coreProperties>
</file>