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D6" w:rsidRPr="001A3D42" w:rsidRDefault="002046D6" w:rsidP="001A3D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D4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046D6" w:rsidRPr="001A3D42" w:rsidRDefault="002046D6" w:rsidP="001A3D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D42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2046D6" w:rsidRPr="001A3D42" w:rsidRDefault="002046D6" w:rsidP="001A3D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46D6" w:rsidRPr="001A3D42" w:rsidRDefault="002046D6" w:rsidP="001A3D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D4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046D6" w:rsidRPr="001A3D42" w:rsidRDefault="002046D6" w:rsidP="001A3D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2046D6" w:rsidRPr="001A3D42" w:rsidRDefault="002046D6" w:rsidP="001A3D42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21.12.2018    № 701</w:t>
      </w:r>
    </w:p>
    <w:p w:rsidR="002046D6" w:rsidRPr="001A3D42" w:rsidRDefault="002046D6" w:rsidP="001A3D4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1A3D42">
        <w:rPr>
          <w:rFonts w:ascii="Times New Roman" w:hAnsi="Times New Roman" w:cs="Times New Roman"/>
          <w:sz w:val="28"/>
          <w:szCs w:val="28"/>
        </w:rPr>
        <w:t>п. Чегдомын</w:t>
      </w:r>
    </w:p>
    <w:p w:rsidR="002046D6" w:rsidRPr="001A3D42" w:rsidRDefault="002046D6" w:rsidP="00CC4062">
      <w:pPr>
        <w:spacing w:line="240" w:lineRule="exact"/>
        <w:jc w:val="both"/>
        <w:rPr>
          <w:sz w:val="28"/>
          <w:szCs w:val="28"/>
        </w:rPr>
      </w:pPr>
    </w:p>
    <w:p w:rsidR="002046D6" w:rsidRDefault="002046D6" w:rsidP="00CC4062">
      <w:pPr>
        <w:spacing w:line="240" w:lineRule="exact"/>
        <w:jc w:val="both"/>
        <w:rPr>
          <w:sz w:val="28"/>
          <w:szCs w:val="28"/>
        </w:rPr>
      </w:pPr>
    </w:p>
    <w:p w:rsidR="002046D6" w:rsidRDefault="002046D6" w:rsidP="00CC4062">
      <w:pPr>
        <w:spacing w:line="240" w:lineRule="exact"/>
        <w:jc w:val="both"/>
        <w:rPr>
          <w:sz w:val="28"/>
          <w:szCs w:val="28"/>
        </w:rPr>
      </w:pPr>
    </w:p>
    <w:p w:rsidR="002046D6" w:rsidRPr="00694688" w:rsidRDefault="002046D6" w:rsidP="00CC40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 постановление от 11.10.2013 № 969 «Об утверждении муниципальной  программы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2014-2016 годы»</w:t>
      </w:r>
    </w:p>
    <w:p w:rsidR="002046D6" w:rsidRDefault="002046D6" w:rsidP="00694688">
      <w:pPr>
        <w:tabs>
          <w:tab w:val="left" w:pos="2535"/>
        </w:tabs>
        <w:jc w:val="center"/>
        <w:rPr>
          <w:sz w:val="28"/>
          <w:szCs w:val="28"/>
        </w:rPr>
      </w:pPr>
    </w:p>
    <w:p w:rsidR="002046D6" w:rsidRDefault="002046D6" w:rsidP="0098035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от 31.07.1998 № 145- ФЗ, Федеральным законом от 06.10.2003 № 131-ФЗ «Об общих принципах организации местного самоуправления в Российской Федерации», в целях приведения финансирования мероприятий муниципальной программы «Профилактика правонарушений, употребления наркотических средств, злоупотребления алкогольных напитков населением в Верхнебуреинском районе на 2014-2020 годы» в соответствии с районным бюджетом, администрация района</w:t>
      </w:r>
    </w:p>
    <w:p w:rsidR="002046D6" w:rsidRDefault="002046D6" w:rsidP="00471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2046D6" w:rsidRDefault="002046D6" w:rsidP="0098035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Внести изменения в постановление № 969 от 11.10.2013г, постановление № 140 от 29.03.2018 года,  в муниципальную программу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2014-2020 годы» (далее муниципальная Программа).</w:t>
      </w:r>
    </w:p>
    <w:p w:rsidR="002046D6" w:rsidRDefault="002046D6" w:rsidP="00980356">
      <w:pPr>
        <w:tabs>
          <w:tab w:val="left" w:pos="1080"/>
          <w:tab w:val="left" w:pos="12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В наименовании программы, по тексту Программы срок реализации Программы читать «2014-2021 годы».</w:t>
      </w:r>
    </w:p>
    <w:p w:rsidR="002046D6" w:rsidRDefault="002046D6" w:rsidP="0098035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паспорте программы в графе «Название программы» изложить в следующей редакции: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2014-2021 годы».</w:t>
      </w:r>
    </w:p>
    <w:p w:rsidR="002046D6" w:rsidRDefault="002046D6" w:rsidP="0098035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 паспорте муниципальной Программы графу «Источник финансирования программы» читать в следующей редакции:</w:t>
      </w:r>
    </w:p>
    <w:p w:rsidR="002046D6" w:rsidRPr="002D5DD0" w:rsidRDefault="002046D6" w:rsidP="00980356">
      <w:pPr>
        <w:pStyle w:val="ConsPlusNonformat"/>
        <w:widowControl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3B89">
        <w:rPr>
          <w:rFonts w:ascii="Times New Roman" w:hAnsi="Times New Roman" w:cs="Times New Roman"/>
          <w:sz w:val="28"/>
          <w:szCs w:val="28"/>
        </w:rPr>
        <w:t>«</w:t>
      </w:r>
      <w:r w:rsidRPr="002D5DD0">
        <w:rPr>
          <w:rFonts w:ascii="Times New Roman" w:hAnsi="Times New Roman" w:cs="Times New Roman"/>
          <w:sz w:val="28"/>
          <w:szCs w:val="28"/>
        </w:rPr>
        <w:t>Общий объем средств на реализацию муници</w:t>
      </w:r>
      <w:r>
        <w:rPr>
          <w:rFonts w:ascii="Times New Roman" w:hAnsi="Times New Roman" w:cs="Times New Roman"/>
          <w:sz w:val="28"/>
          <w:szCs w:val="28"/>
        </w:rPr>
        <w:t>пальной Программы составляет 269,295</w:t>
      </w:r>
      <w:r w:rsidRPr="002D5DD0">
        <w:rPr>
          <w:rFonts w:ascii="Times New Roman" w:hAnsi="Times New Roman" w:cs="Times New Roman"/>
          <w:sz w:val="28"/>
          <w:szCs w:val="28"/>
        </w:rPr>
        <w:t xml:space="preserve"> тыс. рублей, в том числе за с</w:t>
      </w:r>
      <w:r>
        <w:rPr>
          <w:rFonts w:ascii="Times New Roman" w:hAnsi="Times New Roman" w:cs="Times New Roman"/>
          <w:sz w:val="28"/>
          <w:szCs w:val="28"/>
        </w:rPr>
        <w:t>чет средств районного бюджета 135,295</w:t>
      </w:r>
      <w:r w:rsidRPr="002D5DD0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1,000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1,000 тыс. рублей;</w:t>
      </w:r>
    </w:p>
    <w:p w:rsidR="002046D6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1,000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 32,295</w:t>
      </w:r>
      <w:r w:rsidRPr="002D5D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2046D6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50,000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0,000 тыс. рублей.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Внебюджетные источники – 134,000 тыс. рублей, в том числе: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80,400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53,600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0,000 тыс. рублей;</w:t>
      </w:r>
    </w:p>
    <w:p w:rsidR="002046D6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0,000 тыс. рублей.</w:t>
      </w:r>
    </w:p>
    <w:p w:rsidR="002046D6" w:rsidRDefault="002046D6" w:rsidP="0098035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по Программе связанны с мероприятиями по обеспечению участия в охране общественного порядка и профилактики правонарушений на территории района, популяризации здорового и социально активного образа жизни</w:t>
      </w:r>
      <w:r w:rsidRPr="00433B89">
        <w:rPr>
          <w:sz w:val="28"/>
          <w:szCs w:val="28"/>
        </w:rPr>
        <w:t xml:space="preserve"> </w:t>
      </w:r>
      <w:r w:rsidRPr="002D5DD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046D6" w:rsidRPr="002D5DD0" w:rsidRDefault="002046D6" w:rsidP="00980356">
      <w:pPr>
        <w:pStyle w:val="ConsPlusNonformat"/>
        <w:widowControl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2D5DD0">
        <w:rPr>
          <w:rFonts w:ascii="Times New Roman" w:hAnsi="Times New Roman" w:cs="Times New Roman"/>
          <w:sz w:val="28"/>
          <w:szCs w:val="28"/>
        </w:rPr>
        <w:t>Раздел 6 «Ресурсное обеспечение Программы» читать в следующей редакции: «Общий объем средств на реализацию муници</w:t>
      </w:r>
      <w:r>
        <w:rPr>
          <w:rFonts w:ascii="Times New Roman" w:hAnsi="Times New Roman" w:cs="Times New Roman"/>
          <w:sz w:val="28"/>
          <w:szCs w:val="28"/>
        </w:rPr>
        <w:t>пальной Программы составляет 269,295</w:t>
      </w:r>
      <w:r w:rsidRPr="002D5DD0">
        <w:rPr>
          <w:rFonts w:ascii="Times New Roman" w:hAnsi="Times New Roman" w:cs="Times New Roman"/>
          <w:sz w:val="28"/>
          <w:szCs w:val="28"/>
        </w:rPr>
        <w:t xml:space="preserve"> тыс. рублей, в том числе за с</w:t>
      </w:r>
      <w:r>
        <w:rPr>
          <w:rFonts w:ascii="Times New Roman" w:hAnsi="Times New Roman" w:cs="Times New Roman"/>
          <w:sz w:val="28"/>
          <w:szCs w:val="28"/>
        </w:rPr>
        <w:t>чет средств районного бюджета 135,295</w:t>
      </w:r>
      <w:r w:rsidRPr="002D5DD0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1,000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1,000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1,000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32,295</w:t>
      </w:r>
      <w:r w:rsidRPr="002D5D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2046D6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50,000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0,000 тыс.  рублей.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Внебюджетные источники – 134,000 тыс. рублей, в том числе: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80,400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53,600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0,000 тыс. рублей;</w:t>
      </w:r>
    </w:p>
    <w:p w:rsidR="002046D6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0,000 тыс. рублей;</w:t>
      </w:r>
    </w:p>
    <w:p w:rsidR="002046D6" w:rsidRPr="002D5DD0" w:rsidRDefault="002046D6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  0,000 тыс. рублей.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по Программе связаны с мероприятиями по обеспечению участия в охране общественного порядка и профилактике правонарушений на территории района, популяризации здорового образа жизни.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приведено в приложение № 3 муниципальной Программы. </w:t>
      </w:r>
    </w:p>
    <w:p w:rsidR="002046D6" w:rsidRDefault="002046D6" w:rsidP="004240D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расходов бюджета Верхнебуреинского муниципального района и внебюджетных средств на реализацию целей муниципальной Программы приведена в приложении № 4.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мероприятий государственной системы профилактики немедицинского потребления наркотиков, психотропных веществ, профилактике алкоголизма привлекаются внебюджетные источники финансирования, а именно для проведения медицинского обследования учащихся общеобразовательных учреждений района и студентов горно-технологического техникума получение иммунохроматографических экспресс-тестов от КГБУЗ «Краевая клиническая психиатрическая больница» Министерства здравоохранения Хабаровского края: в 2014 год – 300 экспресс-тестов, в 2015 год – 200 экспресс - тестов».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Приложение № 1 к муниципальной Программе «Перечень целевых показателей районной муниципальной программы» изложить в новой редакции, в соответствии с приложением 1.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2.3.Приложение № 2 к муниципальной программе «Мероприятия муниципальной программы» изложить в новой редакции, в соответствии с приложением 2</w:t>
      </w:r>
    </w:p>
    <w:p w:rsidR="002046D6" w:rsidRDefault="002046D6" w:rsidP="00980356">
      <w:pPr>
        <w:tabs>
          <w:tab w:val="left" w:pos="1080"/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Приложение № 3 к муниципальной Программе «Ресурсное обеспечение реализации муниципальной программы» изложить в новой редакции, в соответствии с приложением 3.</w:t>
      </w:r>
    </w:p>
    <w:p w:rsidR="002046D6" w:rsidRPr="005A11C1" w:rsidRDefault="002046D6" w:rsidP="00980356">
      <w:pPr>
        <w:tabs>
          <w:tab w:val="left" w:pos="1080"/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  <w:t>Приложение № 4 к муниципальной Программе «Прогнозная (справочная) оценка расходов бюджета Верхнебуреинского муниципального района и внебюджетных средств на реализацию целей муниципальной программы» изложить в новой редакции, в соответствии с приложением 4.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оставляю за собой. </w:t>
      </w:r>
    </w:p>
    <w:p w:rsidR="002046D6" w:rsidRDefault="002046D6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законную силу после его официального опубликования (обнародования).</w:t>
      </w:r>
    </w:p>
    <w:p w:rsidR="002046D6" w:rsidRDefault="002046D6" w:rsidP="00935A1E">
      <w:pPr>
        <w:tabs>
          <w:tab w:val="left" w:pos="6698"/>
        </w:tabs>
        <w:rPr>
          <w:sz w:val="28"/>
          <w:szCs w:val="28"/>
        </w:rPr>
      </w:pPr>
    </w:p>
    <w:p w:rsidR="002046D6" w:rsidRDefault="002046D6" w:rsidP="00935A1E">
      <w:pPr>
        <w:tabs>
          <w:tab w:val="left" w:pos="6698"/>
        </w:tabs>
        <w:rPr>
          <w:sz w:val="28"/>
          <w:szCs w:val="28"/>
        </w:rPr>
      </w:pPr>
    </w:p>
    <w:p w:rsidR="002046D6" w:rsidRDefault="002046D6" w:rsidP="00935A1E">
      <w:pPr>
        <w:tabs>
          <w:tab w:val="left" w:pos="6698"/>
        </w:tabs>
        <w:rPr>
          <w:sz w:val="28"/>
          <w:szCs w:val="28"/>
        </w:rPr>
      </w:pPr>
    </w:p>
    <w:p w:rsidR="002046D6" w:rsidRPr="00935A1E" w:rsidRDefault="002046D6" w:rsidP="00935A1E">
      <w:pPr>
        <w:tabs>
          <w:tab w:val="left" w:pos="669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  <w:t xml:space="preserve">            А.М. Маслов   </w:t>
      </w:r>
    </w:p>
    <w:sectPr w:rsidR="002046D6" w:rsidRPr="00935A1E" w:rsidSect="00980356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6D6" w:rsidRDefault="002046D6">
      <w:r>
        <w:separator/>
      </w:r>
    </w:p>
  </w:endnote>
  <w:endnote w:type="continuationSeparator" w:id="0">
    <w:p w:rsidR="002046D6" w:rsidRDefault="00204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6D6" w:rsidRDefault="002046D6">
      <w:r>
        <w:separator/>
      </w:r>
    </w:p>
  </w:footnote>
  <w:footnote w:type="continuationSeparator" w:id="0">
    <w:p w:rsidR="002046D6" w:rsidRDefault="00204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6D6" w:rsidRDefault="002046D6" w:rsidP="00B776E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046D6" w:rsidRDefault="002046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688"/>
    <w:rsid w:val="00017AB9"/>
    <w:rsid w:val="000241FF"/>
    <w:rsid w:val="000432CC"/>
    <w:rsid w:val="00083638"/>
    <w:rsid w:val="000905C7"/>
    <w:rsid w:val="000A2B55"/>
    <w:rsid w:val="000E58D4"/>
    <w:rsid w:val="000F20A4"/>
    <w:rsid w:val="0011789B"/>
    <w:rsid w:val="00163499"/>
    <w:rsid w:val="001A2672"/>
    <w:rsid w:val="001A3D42"/>
    <w:rsid w:val="001D53EB"/>
    <w:rsid w:val="00200205"/>
    <w:rsid w:val="002046D6"/>
    <w:rsid w:val="002252C0"/>
    <w:rsid w:val="002428EB"/>
    <w:rsid w:val="00244530"/>
    <w:rsid w:val="00256816"/>
    <w:rsid w:val="00292CFB"/>
    <w:rsid w:val="00295B92"/>
    <w:rsid w:val="002B2650"/>
    <w:rsid w:val="002B2C90"/>
    <w:rsid w:val="002C67FE"/>
    <w:rsid w:val="002D5DD0"/>
    <w:rsid w:val="002F10CB"/>
    <w:rsid w:val="003464DA"/>
    <w:rsid w:val="0035100E"/>
    <w:rsid w:val="00356863"/>
    <w:rsid w:val="003875EF"/>
    <w:rsid w:val="003A6100"/>
    <w:rsid w:val="003C45BE"/>
    <w:rsid w:val="003E181A"/>
    <w:rsid w:val="003F6598"/>
    <w:rsid w:val="004240D2"/>
    <w:rsid w:val="00433B89"/>
    <w:rsid w:val="00441FC8"/>
    <w:rsid w:val="00444589"/>
    <w:rsid w:val="004713EA"/>
    <w:rsid w:val="004F7D57"/>
    <w:rsid w:val="00580235"/>
    <w:rsid w:val="00592646"/>
    <w:rsid w:val="005A11C1"/>
    <w:rsid w:val="005F4098"/>
    <w:rsid w:val="00621DB1"/>
    <w:rsid w:val="00634585"/>
    <w:rsid w:val="006670AF"/>
    <w:rsid w:val="0067396F"/>
    <w:rsid w:val="00694688"/>
    <w:rsid w:val="006A0511"/>
    <w:rsid w:val="006A746A"/>
    <w:rsid w:val="006B3903"/>
    <w:rsid w:val="006E145A"/>
    <w:rsid w:val="006E6AEA"/>
    <w:rsid w:val="006E6B7F"/>
    <w:rsid w:val="00786D77"/>
    <w:rsid w:val="007C42E9"/>
    <w:rsid w:val="007D030E"/>
    <w:rsid w:val="00815AB2"/>
    <w:rsid w:val="0082215A"/>
    <w:rsid w:val="00886AE6"/>
    <w:rsid w:val="0089252F"/>
    <w:rsid w:val="008C0476"/>
    <w:rsid w:val="008C0B81"/>
    <w:rsid w:val="008D3E6E"/>
    <w:rsid w:val="008F0D9F"/>
    <w:rsid w:val="008F1C5F"/>
    <w:rsid w:val="0093290F"/>
    <w:rsid w:val="00935A1E"/>
    <w:rsid w:val="0093743C"/>
    <w:rsid w:val="00961DCF"/>
    <w:rsid w:val="00965C3C"/>
    <w:rsid w:val="00967394"/>
    <w:rsid w:val="00980356"/>
    <w:rsid w:val="00AA4827"/>
    <w:rsid w:val="00B207F7"/>
    <w:rsid w:val="00B26803"/>
    <w:rsid w:val="00B31EC2"/>
    <w:rsid w:val="00B36EEB"/>
    <w:rsid w:val="00B46FA1"/>
    <w:rsid w:val="00B60398"/>
    <w:rsid w:val="00B654C3"/>
    <w:rsid w:val="00B7232F"/>
    <w:rsid w:val="00B776E9"/>
    <w:rsid w:val="00B97F12"/>
    <w:rsid w:val="00BA61F8"/>
    <w:rsid w:val="00BC572A"/>
    <w:rsid w:val="00BE648F"/>
    <w:rsid w:val="00C07528"/>
    <w:rsid w:val="00C129D3"/>
    <w:rsid w:val="00C22A1F"/>
    <w:rsid w:val="00C944EC"/>
    <w:rsid w:val="00CA25D1"/>
    <w:rsid w:val="00CC4062"/>
    <w:rsid w:val="00CD5FC6"/>
    <w:rsid w:val="00D11B78"/>
    <w:rsid w:val="00D27218"/>
    <w:rsid w:val="00D56D8D"/>
    <w:rsid w:val="00D65DF4"/>
    <w:rsid w:val="00D74480"/>
    <w:rsid w:val="00DA207C"/>
    <w:rsid w:val="00DA5C69"/>
    <w:rsid w:val="00E04419"/>
    <w:rsid w:val="00E14DA2"/>
    <w:rsid w:val="00E241FC"/>
    <w:rsid w:val="00E439B7"/>
    <w:rsid w:val="00E44347"/>
    <w:rsid w:val="00E56D4D"/>
    <w:rsid w:val="00E660D4"/>
    <w:rsid w:val="00E716F8"/>
    <w:rsid w:val="00EB7DF8"/>
    <w:rsid w:val="00ED3E54"/>
    <w:rsid w:val="00EF0856"/>
    <w:rsid w:val="00EF6A79"/>
    <w:rsid w:val="00F230A5"/>
    <w:rsid w:val="00F8232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8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88"/>
    <w:pPr>
      <w:ind w:left="720"/>
    </w:pPr>
  </w:style>
  <w:style w:type="paragraph" w:customStyle="1" w:styleId="ConsPlusNormal">
    <w:name w:val="ConsPlusNormal"/>
    <w:uiPriority w:val="99"/>
    <w:rsid w:val="00694688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5D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C406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6D4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C406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4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D4D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741</TotalTime>
  <Pages>3</Pages>
  <Words>802</Words>
  <Characters>4574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Org4</cp:lastModifiedBy>
  <cp:revision>59</cp:revision>
  <cp:lastPrinted>2018-12-20T05:33:00Z</cp:lastPrinted>
  <dcterms:created xsi:type="dcterms:W3CDTF">2016-09-29T04:30:00Z</dcterms:created>
  <dcterms:modified xsi:type="dcterms:W3CDTF">2018-12-23T22:15:00Z</dcterms:modified>
</cp:coreProperties>
</file>