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F55">
        <w:rPr>
          <w:rFonts w:ascii="Times New Roman" w:hAnsi="Times New Roman"/>
          <w:sz w:val="28"/>
          <w:szCs w:val="28"/>
        </w:rPr>
        <w:t>Администрация</w:t>
      </w: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F55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0F55">
        <w:rPr>
          <w:rFonts w:ascii="Times New Roman" w:hAnsi="Times New Roman"/>
          <w:sz w:val="28"/>
          <w:szCs w:val="28"/>
        </w:rPr>
        <w:t>ПОСТАНОВЛЕНИЕ</w:t>
      </w: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28B" w:rsidRPr="00AA0F55" w:rsidRDefault="00F7428B" w:rsidP="00AA0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28B" w:rsidRPr="00AA0F55" w:rsidRDefault="00F7428B" w:rsidP="00AA0F5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</w:t>
      </w:r>
      <w:r w:rsidRPr="00AA0F55">
        <w:rPr>
          <w:rFonts w:ascii="Times New Roman" w:hAnsi="Times New Roman"/>
          <w:sz w:val="28"/>
          <w:szCs w:val="28"/>
          <w:u w:val="single"/>
        </w:rPr>
        <w:t>.11.2016  № 6</w:t>
      </w:r>
      <w:r>
        <w:rPr>
          <w:rFonts w:ascii="Times New Roman" w:hAnsi="Times New Roman"/>
          <w:sz w:val="28"/>
          <w:szCs w:val="28"/>
          <w:u w:val="single"/>
        </w:rPr>
        <w:t>83</w:t>
      </w:r>
      <w:r w:rsidRPr="00AA0F55">
        <w:rPr>
          <w:rFonts w:ascii="Times New Roman" w:hAnsi="Times New Roman"/>
          <w:sz w:val="28"/>
          <w:szCs w:val="28"/>
        </w:rPr>
        <w:t xml:space="preserve">  </w:t>
      </w:r>
    </w:p>
    <w:p w:rsidR="00F7428B" w:rsidRPr="00AA0F55" w:rsidRDefault="00F7428B" w:rsidP="00AA0F5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0F55">
        <w:rPr>
          <w:rFonts w:ascii="Times New Roman" w:hAnsi="Times New Roman"/>
          <w:sz w:val="28"/>
          <w:szCs w:val="28"/>
        </w:rPr>
        <w:t>п. Чегдомын</w:t>
      </w:r>
      <w:r w:rsidRPr="00AA0F55">
        <w:rPr>
          <w:rFonts w:ascii="Times New Roman" w:hAnsi="Times New Roman"/>
          <w:sz w:val="28"/>
          <w:szCs w:val="28"/>
        </w:rPr>
        <w:tab/>
      </w:r>
    </w:p>
    <w:p w:rsidR="00F7428B" w:rsidRPr="00AA0F55" w:rsidRDefault="00F7428B" w:rsidP="00AA0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428B" w:rsidRDefault="00F7428B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F7428B" w:rsidRDefault="00F7428B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«Комплексное развитие систем коммунальной инфраструктуры Верхнебуреинского муниципального района на 2012-2020 годы»</w:t>
      </w:r>
    </w:p>
    <w:p w:rsidR="00F7428B" w:rsidRDefault="00F7428B" w:rsidP="009B4B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428B" w:rsidRDefault="00F7428B" w:rsidP="009B4B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Для приведения муниципальной программы «Комплексное развитие систем коммунальной инфраструктуры Верхнебуреинского муниципального района на 2012-2020 годы» в соответствие с районным бюджетом, утвержденным решением Собрания депутатов Верхнебуреинского района Хабаровского края от 13.12.2013 №111 «О районном бюджете на 2015 год и плановый период 2016 и 2017 годов», решением Собрания депутатов Верхнебуреинского района Хабаровского края от 23.06.2016 №39 «О районном бюджете на 2016 год», в соответствии со ст. 179 Бюджетного кодекса Российской Федерации, администрации района</w:t>
      </w:r>
    </w:p>
    <w:p w:rsidR="00F7428B" w:rsidRDefault="00F7428B" w:rsidP="009B4B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F7428B" w:rsidRDefault="00F7428B" w:rsidP="009B4B9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Внести изменения в муниципальную программу «Комплексное развитие систем коммунальной инфраструктуры Верхнебуреинского муниципального района на 2012-2020 годы», утвержденную постановлением администрации района от 13.12.2013  № 1252, изложив ее в новой редакции, согласно приложению к настоящему постановлению.</w:t>
      </w:r>
    </w:p>
    <w:p w:rsidR="00F7428B" w:rsidRDefault="00F7428B" w:rsidP="009B4B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выполнением настоящего постановления возложить на первого заместителя главы администрации района Лещука А.В.</w:t>
      </w:r>
    </w:p>
    <w:p w:rsidR="00F7428B" w:rsidRDefault="00F7428B" w:rsidP="009B4B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после его официального опубликования (обнародования).</w:t>
      </w:r>
    </w:p>
    <w:p w:rsidR="00F7428B" w:rsidRDefault="00F7428B" w:rsidP="009B4B9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F7428B" w:rsidRDefault="00F7428B" w:rsidP="009B4B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428B" w:rsidRDefault="00F7428B" w:rsidP="009B4B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428B" w:rsidRDefault="00F7428B" w:rsidP="00AE2F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П.Ф. Титков</w:t>
      </w:r>
    </w:p>
    <w:p w:rsidR="00F7428B" w:rsidRDefault="00F7428B"/>
    <w:sectPr w:rsidR="00F7428B" w:rsidSect="009B4B9B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95"/>
    <w:rsid w:val="000058CC"/>
    <w:rsid w:val="00010DE6"/>
    <w:rsid w:val="00067F97"/>
    <w:rsid w:val="0012201E"/>
    <w:rsid w:val="001310DE"/>
    <w:rsid w:val="00221EE7"/>
    <w:rsid w:val="00234AD9"/>
    <w:rsid w:val="002A55F0"/>
    <w:rsid w:val="002B6078"/>
    <w:rsid w:val="003166DE"/>
    <w:rsid w:val="003A26D7"/>
    <w:rsid w:val="004A01EB"/>
    <w:rsid w:val="005B40C6"/>
    <w:rsid w:val="005E0B60"/>
    <w:rsid w:val="00770FC2"/>
    <w:rsid w:val="00871F7A"/>
    <w:rsid w:val="008840A7"/>
    <w:rsid w:val="00885A1F"/>
    <w:rsid w:val="009B252F"/>
    <w:rsid w:val="009B4B9B"/>
    <w:rsid w:val="009E409B"/>
    <w:rsid w:val="00A36390"/>
    <w:rsid w:val="00A9730A"/>
    <w:rsid w:val="00AA0F55"/>
    <w:rsid w:val="00AA7DF8"/>
    <w:rsid w:val="00AE2F95"/>
    <w:rsid w:val="00AE6839"/>
    <w:rsid w:val="00B26109"/>
    <w:rsid w:val="00B605D0"/>
    <w:rsid w:val="00BC0D3D"/>
    <w:rsid w:val="00C40F75"/>
    <w:rsid w:val="00D50057"/>
    <w:rsid w:val="00DC7797"/>
    <w:rsid w:val="00E1189E"/>
    <w:rsid w:val="00E2265A"/>
    <w:rsid w:val="00EA425D"/>
    <w:rsid w:val="00F31B6D"/>
    <w:rsid w:val="00F7428B"/>
    <w:rsid w:val="00FC1355"/>
    <w:rsid w:val="00FE4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B4B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</TotalTime>
  <Pages>1</Pages>
  <Words>226</Words>
  <Characters>1293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29</cp:revision>
  <cp:lastPrinted>2016-11-20T22:16:00Z</cp:lastPrinted>
  <dcterms:created xsi:type="dcterms:W3CDTF">2014-11-11T11:26:00Z</dcterms:created>
  <dcterms:modified xsi:type="dcterms:W3CDTF">2016-11-22T00:50:00Z</dcterms:modified>
</cp:coreProperties>
</file>