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27" w:rsidRDefault="00132C27" w:rsidP="000944BB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Администрация</w:t>
      </w:r>
    </w:p>
    <w:p w:rsidR="00132C27" w:rsidRDefault="00132C27" w:rsidP="000944BB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Верхнебуреинского муниципального района</w:t>
      </w:r>
    </w:p>
    <w:p w:rsidR="00132C27" w:rsidRDefault="00132C27" w:rsidP="000944BB">
      <w:pPr>
        <w:pStyle w:val="ConsPlusNormal"/>
        <w:jc w:val="center"/>
        <w:outlineLvl w:val="0"/>
        <w:rPr>
          <w:szCs w:val="28"/>
        </w:rPr>
      </w:pPr>
    </w:p>
    <w:p w:rsidR="00132C27" w:rsidRDefault="00132C27" w:rsidP="000944BB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ПОСТАНОВЛЕНИЕ</w:t>
      </w:r>
    </w:p>
    <w:p w:rsidR="00132C27" w:rsidRDefault="00132C27" w:rsidP="000944BB">
      <w:pPr>
        <w:pStyle w:val="ConsPlusNormal"/>
        <w:jc w:val="center"/>
        <w:outlineLvl w:val="0"/>
        <w:rPr>
          <w:szCs w:val="28"/>
          <w:u w:val="single"/>
        </w:rPr>
      </w:pPr>
    </w:p>
    <w:p w:rsidR="00132C27" w:rsidRDefault="00132C27" w:rsidP="000944BB">
      <w:pPr>
        <w:pStyle w:val="ConsPlusNormal"/>
        <w:outlineLvl w:val="0"/>
        <w:rPr>
          <w:szCs w:val="28"/>
          <w:u w:val="single"/>
        </w:rPr>
      </w:pPr>
      <w:r>
        <w:rPr>
          <w:szCs w:val="28"/>
          <w:u w:val="single"/>
        </w:rPr>
        <w:t>29.12.2018    № 736</w:t>
      </w:r>
    </w:p>
    <w:p w:rsidR="00132C27" w:rsidRDefault="00132C27" w:rsidP="000944BB">
      <w:pPr>
        <w:pStyle w:val="ConsPlusNormal"/>
        <w:outlineLvl w:val="0"/>
        <w:rPr>
          <w:szCs w:val="28"/>
        </w:rPr>
      </w:pPr>
      <w:r>
        <w:rPr>
          <w:szCs w:val="28"/>
        </w:rPr>
        <w:t>п. Чегдомын</w:t>
      </w:r>
    </w:p>
    <w:p w:rsidR="00132C27" w:rsidRDefault="00132C27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32C27" w:rsidRDefault="00132C27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32C27" w:rsidRDefault="00132C27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32C27" w:rsidRDefault="00132C27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Верхнебуреинского муниципального района от 27.12.2013 № 1337 «Об утверждении муниципальной программы «Доступная среда на 2014-2020 годы»</w:t>
      </w:r>
    </w:p>
    <w:p w:rsidR="00132C27" w:rsidRDefault="00132C27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32C27" w:rsidRDefault="00132C27" w:rsidP="000813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приведения муниципальной программы в соответствие с действующим законодательством и оптимизации программно – целевой системы расходов бюджета Верхнебуреинского муниципального района, администрация района</w:t>
      </w:r>
    </w:p>
    <w:p w:rsidR="00132C27" w:rsidRDefault="00132C27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132C27" w:rsidRDefault="00132C27" w:rsidP="00D67CF6">
      <w:pPr>
        <w:pStyle w:val="ListParagraph"/>
        <w:numPr>
          <w:ilvl w:val="0"/>
          <w:numId w:val="1"/>
        </w:numPr>
        <w:tabs>
          <w:tab w:val="left" w:pos="1260"/>
        </w:tabs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E27C9">
        <w:rPr>
          <w:rFonts w:ascii="Times New Roman" w:hAnsi="Times New Roman"/>
          <w:sz w:val="28"/>
          <w:szCs w:val="28"/>
        </w:rPr>
        <w:t>В постановлении администрации Верхнебуреинского муниципального района от</w:t>
      </w:r>
      <w:r>
        <w:rPr>
          <w:rFonts w:ascii="Times New Roman" w:hAnsi="Times New Roman"/>
          <w:sz w:val="28"/>
          <w:szCs w:val="28"/>
        </w:rPr>
        <w:t xml:space="preserve"> 27.12.2013 № 1337 «Об утверждении муниципальной программы «Доступная среда на 2014-2020 годы» цифры «2014-2020» заменить на «2014-2025»</w:t>
      </w:r>
    </w:p>
    <w:p w:rsidR="00132C27" w:rsidRDefault="00132C27" w:rsidP="00D67CF6">
      <w:pPr>
        <w:pStyle w:val="ListParagraph"/>
        <w:numPr>
          <w:ilvl w:val="0"/>
          <w:numId w:val="1"/>
        </w:numPr>
        <w:tabs>
          <w:tab w:val="left" w:pos="1260"/>
        </w:tabs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муниципальную программу «Доступная среда на 2014-2020 годы» (далее – Программа), утвержденную постановлением администрации района № 1337 от 27.12.2013 следующие изменения:</w:t>
      </w:r>
    </w:p>
    <w:p w:rsidR="00132C27" w:rsidRDefault="00132C27" w:rsidP="00CE40EA">
      <w:pPr>
        <w:pStyle w:val="ListParagraph"/>
        <w:numPr>
          <w:ilvl w:val="1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E27C9">
        <w:rPr>
          <w:rFonts w:ascii="Times New Roman" w:hAnsi="Times New Roman"/>
          <w:sz w:val="28"/>
          <w:szCs w:val="28"/>
        </w:rPr>
        <w:t xml:space="preserve">В наименовании </w:t>
      </w:r>
      <w:r>
        <w:rPr>
          <w:rFonts w:ascii="Times New Roman" w:hAnsi="Times New Roman"/>
          <w:sz w:val="28"/>
          <w:szCs w:val="28"/>
        </w:rPr>
        <w:t xml:space="preserve">и по тексту </w:t>
      </w:r>
      <w:r w:rsidRPr="00BE27C9">
        <w:rPr>
          <w:rFonts w:ascii="Times New Roman" w:hAnsi="Times New Roman"/>
          <w:sz w:val="28"/>
          <w:szCs w:val="28"/>
        </w:rPr>
        <w:t>Программы цифры «201</w:t>
      </w:r>
      <w:r>
        <w:rPr>
          <w:rFonts w:ascii="Times New Roman" w:hAnsi="Times New Roman"/>
          <w:sz w:val="28"/>
          <w:szCs w:val="28"/>
        </w:rPr>
        <w:t>4</w:t>
      </w:r>
      <w:r w:rsidRPr="00BE27C9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bookmarkStart w:id="0" w:name="_GoBack"/>
      <w:bookmarkEnd w:id="0"/>
      <w:r w:rsidRPr="00BE27C9">
        <w:rPr>
          <w:rFonts w:ascii="Times New Roman" w:hAnsi="Times New Roman"/>
          <w:sz w:val="28"/>
          <w:szCs w:val="28"/>
        </w:rPr>
        <w:t>» заменить на «201</w:t>
      </w:r>
      <w:r>
        <w:rPr>
          <w:rFonts w:ascii="Times New Roman" w:hAnsi="Times New Roman"/>
          <w:sz w:val="28"/>
          <w:szCs w:val="28"/>
        </w:rPr>
        <w:t>4</w:t>
      </w:r>
      <w:r w:rsidRPr="00BE27C9">
        <w:rPr>
          <w:rFonts w:ascii="Times New Roman" w:hAnsi="Times New Roman"/>
          <w:sz w:val="28"/>
          <w:szCs w:val="28"/>
        </w:rPr>
        <w:t>-2025».</w:t>
      </w:r>
    </w:p>
    <w:p w:rsidR="00132C27" w:rsidRDefault="00132C27" w:rsidP="00882972">
      <w:pPr>
        <w:pStyle w:val="ListParagraph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Программы изложить в новой редакции в соответствии с приложением №1 к настоящему постановлению.</w:t>
      </w:r>
    </w:p>
    <w:p w:rsidR="00132C27" w:rsidRPr="00882972" w:rsidRDefault="00132C27" w:rsidP="00CE40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Pr="00882972">
        <w:rPr>
          <w:rFonts w:ascii="Times New Roman" w:hAnsi="Times New Roman"/>
          <w:sz w:val="28"/>
          <w:szCs w:val="28"/>
        </w:rPr>
        <w:t xml:space="preserve">Раздел 5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882972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 xml:space="preserve">следующей </w:t>
      </w:r>
      <w:r w:rsidRPr="00882972">
        <w:rPr>
          <w:rFonts w:ascii="Times New Roman" w:hAnsi="Times New Roman"/>
          <w:sz w:val="28"/>
          <w:szCs w:val="28"/>
        </w:rPr>
        <w:t>редакции:</w:t>
      </w:r>
    </w:p>
    <w:p w:rsidR="00132C27" w:rsidRDefault="00132C27" w:rsidP="0088297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 Ресурсное обеспечение Программы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Общий объем финансирования реализации Программы составляет 298,295 тыс. рублей, в том числе: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- субсидии из краевого бюджета: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2014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2015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2016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2017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2018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2019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2020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2021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2022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2023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2024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2025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 xml:space="preserve">- объем средств районного бюджета – 298,295 тыс. рублей, </w:t>
      </w:r>
      <w:r w:rsidRPr="00C818D2">
        <w:rPr>
          <w:rFonts w:ascii="Times New Roman" w:hAnsi="Times New Roman" w:cs="Times New Roman"/>
          <w:bCs/>
          <w:iCs/>
          <w:sz w:val="28"/>
          <w:szCs w:val="28"/>
        </w:rPr>
        <w:t>в том числе по годам</w:t>
      </w:r>
      <w:r w:rsidRPr="00C818D2">
        <w:rPr>
          <w:rFonts w:ascii="Times New Roman" w:hAnsi="Times New Roman" w:cs="Times New Roman"/>
          <w:sz w:val="28"/>
          <w:szCs w:val="28"/>
        </w:rPr>
        <w:t>: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2014 году – 298,295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2015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2016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2017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2018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2019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2020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2021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2022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2023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2024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2025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 xml:space="preserve">- </w:t>
      </w:r>
      <w:r w:rsidRPr="00C818D2">
        <w:rPr>
          <w:rFonts w:ascii="Times New Roman" w:hAnsi="Times New Roman" w:cs="Times New Roman"/>
          <w:bCs/>
          <w:iCs/>
          <w:sz w:val="28"/>
          <w:szCs w:val="28"/>
        </w:rPr>
        <w:t>в том числе средства районного бюджета, источником финансового обеспечения которых являются средства федерального бюджета, краевого бюджета (бюджетов муниципальных образований района)</w:t>
      </w:r>
      <w:r w:rsidRPr="00C818D2">
        <w:rPr>
          <w:rFonts w:ascii="Times New Roman" w:hAnsi="Times New Roman" w:cs="Times New Roman"/>
          <w:sz w:val="28"/>
          <w:szCs w:val="28"/>
        </w:rPr>
        <w:t xml:space="preserve"> – 0,000 тыс. рублей: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2014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2015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2016 году – 0,000 тыс. рублей;</w:t>
      </w:r>
    </w:p>
    <w:p w:rsidR="00132C27" w:rsidRPr="00C818D2" w:rsidRDefault="00132C27" w:rsidP="00C818D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2017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2018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2019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2020 году – 0,000 тыс. рублей,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2021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2022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2023 году – 0,000 тыс. рублей;</w:t>
      </w:r>
    </w:p>
    <w:p w:rsidR="00132C27" w:rsidRPr="00C818D2" w:rsidRDefault="00132C27" w:rsidP="00C818D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2024 году – 0,000 тыс. рублей;</w:t>
      </w:r>
    </w:p>
    <w:p w:rsidR="00132C27" w:rsidRPr="00C818D2" w:rsidRDefault="00132C27" w:rsidP="00C818D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818D2">
        <w:rPr>
          <w:rFonts w:ascii="Times New Roman" w:hAnsi="Times New Roman" w:cs="Times New Roman"/>
          <w:sz w:val="28"/>
          <w:szCs w:val="28"/>
        </w:rPr>
        <w:t>в 2025 году – 0,000 тыс. рублей.</w:t>
      </w:r>
    </w:p>
    <w:p w:rsidR="00132C27" w:rsidRDefault="00132C27" w:rsidP="0088297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Объемы и источники финансирования мероприятий Программы отражены в Приложении № 4 к настоящей Программе.</w:t>
      </w:r>
    </w:p>
    <w:p w:rsidR="00132C27" w:rsidRDefault="00132C27" w:rsidP="00882972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ресурсного обеспечения будут корректироваться, исходя из:</w:t>
      </w:r>
    </w:p>
    <w:p w:rsidR="00132C27" w:rsidRDefault="00132C27" w:rsidP="0088297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результатов выполнения мероприятий Программы;</w:t>
      </w:r>
    </w:p>
    <w:p w:rsidR="00132C27" w:rsidRDefault="00132C27" w:rsidP="0088297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возможностей бюджета муниципального района;</w:t>
      </w:r>
    </w:p>
    <w:p w:rsidR="00132C27" w:rsidRDefault="00132C27" w:rsidP="002D4A8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мониторинга эффективности мер поддержки».</w:t>
      </w:r>
    </w:p>
    <w:p w:rsidR="00132C27" w:rsidRDefault="00132C27" w:rsidP="002D4A8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2.4.</w:t>
      </w:r>
      <w:r>
        <w:rPr>
          <w:rFonts w:ascii="Times New Roman" w:hAnsi="Times New Roman"/>
          <w:sz w:val="28"/>
          <w:szCs w:val="28"/>
        </w:rPr>
        <w:tab/>
        <w:t xml:space="preserve">Приложение № </w:t>
      </w:r>
      <w:r w:rsidRPr="002D4A81">
        <w:rPr>
          <w:rFonts w:ascii="Times New Roman" w:hAnsi="Times New Roman"/>
          <w:sz w:val="28"/>
          <w:szCs w:val="28"/>
        </w:rPr>
        <w:t>1 Программы</w:t>
      </w:r>
      <w:r>
        <w:rPr>
          <w:rFonts w:ascii="Times New Roman" w:hAnsi="Times New Roman"/>
          <w:sz w:val="28"/>
          <w:szCs w:val="28"/>
        </w:rPr>
        <w:t xml:space="preserve"> «Сведения о показателях (индикаторах) муниципальной программы «Доступная среда»</w:t>
      </w:r>
      <w:r w:rsidRPr="00C818D2">
        <w:rPr>
          <w:rFonts w:ascii="Times New Roman" w:hAnsi="Times New Roman"/>
          <w:sz w:val="28"/>
          <w:szCs w:val="28"/>
        </w:rPr>
        <w:t xml:space="preserve"> </w:t>
      </w:r>
      <w:r w:rsidRPr="002D4A81">
        <w:rPr>
          <w:rFonts w:ascii="Times New Roman" w:hAnsi="Times New Roman"/>
          <w:sz w:val="28"/>
          <w:szCs w:val="28"/>
        </w:rPr>
        <w:t xml:space="preserve">изложить в новой редакции, в соответствии с приложением </w:t>
      </w:r>
      <w:r>
        <w:rPr>
          <w:rFonts w:ascii="Times New Roman" w:hAnsi="Times New Roman"/>
          <w:sz w:val="28"/>
          <w:szCs w:val="28"/>
        </w:rPr>
        <w:t>№ 2</w:t>
      </w:r>
      <w:r w:rsidRPr="002D4A8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132C27" w:rsidRPr="001A4047" w:rsidRDefault="00132C27" w:rsidP="001A40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</w:t>
      </w:r>
      <w:r w:rsidRPr="002D4A8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3 </w:t>
      </w:r>
      <w:r w:rsidRPr="001A4047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«Перечень </w:t>
      </w:r>
      <w:r w:rsidRPr="00D46477">
        <w:rPr>
          <w:rFonts w:ascii="Times New Roman" w:hAnsi="Times New Roman"/>
          <w:sz w:val="28"/>
          <w:szCs w:val="28"/>
        </w:rPr>
        <w:t>подпрограмм, и основных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 «Доступная среда» </w:t>
      </w:r>
      <w:r w:rsidRPr="001A4047">
        <w:rPr>
          <w:rFonts w:ascii="Times New Roman" w:hAnsi="Times New Roman"/>
          <w:sz w:val="28"/>
          <w:szCs w:val="28"/>
        </w:rPr>
        <w:t xml:space="preserve">изложить в новой редакции, в соответствии с приложением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1A4047">
        <w:rPr>
          <w:rFonts w:ascii="Times New Roman" w:hAnsi="Times New Roman"/>
          <w:sz w:val="28"/>
          <w:szCs w:val="28"/>
        </w:rPr>
        <w:t>3 к настоящему постановлению.</w:t>
      </w:r>
    </w:p>
    <w:p w:rsidR="00132C27" w:rsidRPr="001A4047" w:rsidRDefault="00132C27" w:rsidP="001A40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Приложение № </w:t>
      </w:r>
      <w:r w:rsidRPr="002D4A81">
        <w:rPr>
          <w:rFonts w:ascii="Times New Roman" w:hAnsi="Times New Roman"/>
          <w:sz w:val="28"/>
          <w:szCs w:val="28"/>
        </w:rPr>
        <w:t>4 Программы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 xml:space="preserve">Ресурсное обеспечение </w:t>
      </w:r>
      <w:r w:rsidRPr="00053A96">
        <w:rPr>
          <w:rFonts w:ascii="Times New Roman" w:hAnsi="Times New Roman"/>
          <w:bCs/>
          <w:sz w:val="28"/>
          <w:szCs w:val="28"/>
        </w:rPr>
        <w:t>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</w:t>
      </w:r>
      <w:r w:rsidRPr="00053A96">
        <w:rPr>
          <w:rFonts w:ascii="Times New Roman" w:hAnsi="Times New Roman"/>
          <w:bCs/>
          <w:sz w:val="28"/>
          <w:szCs w:val="28"/>
        </w:rPr>
        <w:t>за счет средств районного бюджета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D4A81">
        <w:rPr>
          <w:rFonts w:ascii="Times New Roman" w:hAnsi="Times New Roman"/>
          <w:sz w:val="28"/>
          <w:szCs w:val="28"/>
        </w:rPr>
        <w:t xml:space="preserve">изложить в новой редакции, </w:t>
      </w:r>
      <w:r>
        <w:rPr>
          <w:rFonts w:ascii="Times New Roman" w:hAnsi="Times New Roman"/>
          <w:sz w:val="28"/>
          <w:szCs w:val="28"/>
        </w:rPr>
        <w:t>в соответствии с приложением №4</w:t>
      </w:r>
      <w:r w:rsidRPr="002D4A8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132C27" w:rsidRPr="001A4047" w:rsidRDefault="00132C27" w:rsidP="00D67CF6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</w:t>
      </w:r>
      <w:r>
        <w:rPr>
          <w:rFonts w:ascii="Times New Roman" w:hAnsi="Times New Roman"/>
          <w:sz w:val="28"/>
          <w:szCs w:val="28"/>
        </w:rPr>
        <w:tab/>
      </w:r>
      <w:r w:rsidRPr="002D4A8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2D4A8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4A81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Прогнозная</w:t>
      </w:r>
      <w:r w:rsidRPr="001709E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справочная</w:t>
      </w:r>
      <w:r w:rsidRPr="001709EB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 xml:space="preserve">оценка </w:t>
      </w:r>
      <w:r w:rsidRPr="001709EB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709EB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</w:t>
      </w:r>
      <w:r w:rsidRPr="002D4A81">
        <w:rPr>
          <w:rFonts w:ascii="Times New Roman" w:hAnsi="Times New Roman"/>
          <w:sz w:val="28"/>
          <w:szCs w:val="28"/>
        </w:rPr>
        <w:t xml:space="preserve"> изложить в новой редакции, в соответствии с приложением </w:t>
      </w:r>
      <w:r>
        <w:rPr>
          <w:rFonts w:ascii="Times New Roman" w:hAnsi="Times New Roman"/>
          <w:sz w:val="28"/>
          <w:szCs w:val="28"/>
        </w:rPr>
        <w:t>№ 5</w:t>
      </w:r>
      <w:r w:rsidRPr="002D4A8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132C27" w:rsidRPr="002D4A81" w:rsidRDefault="00132C27" w:rsidP="002D4A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2D4A81">
        <w:rPr>
          <w:rFonts w:ascii="Times New Roman" w:hAnsi="Times New Roman"/>
          <w:sz w:val="28"/>
          <w:szCs w:val="28"/>
        </w:rPr>
        <w:t xml:space="preserve">Контроль выполнения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132C27" w:rsidRPr="002D4A81" w:rsidRDefault="00132C27" w:rsidP="002D4A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2D4A8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132C27" w:rsidRDefault="00132C27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27" w:rsidRDefault="00132C27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27" w:rsidRDefault="00132C27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27" w:rsidRDefault="00132C27" w:rsidP="004B1D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      А.М. Маслов</w:t>
      </w:r>
    </w:p>
    <w:p w:rsidR="00132C27" w:rsidRDefault="00132C27"/>
    <w:sectPr w:rsidR="00132C27" w:rsidSect="00D67CF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0E5B"/>
    <w:multiLevelType w:val="multilevel"/>
    <w:tmpl w:val="EA0EA3D6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5315ECA"/>
    <w:multiLevelType w:val="multilevel"/>
    <w:tmpl w:val="80AA6CC8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8A653A2"/>
    <w:multiLevelType w:val="multilevel"/>
    <w:tmpl w:val="83DCED20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C10462D"/>
    <w:multiLevelType w:val="multilevel"/>
    <w:tmpl w:val="DBD89ADA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227C3682"/>
    <w:multiLevelType w:val="multilevel"/>
    <w:tmpl w:val="CDCA4A6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5">
    <w:nsid w:val="25974BAA"/>
    <w:multiLevelType w:val="multilevel"/>
    <w:tmpl w:val="FE2098A2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74204802"/>
    <w:multiLevelType w:val="multilevel"/>
    <w:tmpl w:val="797AD260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742A4C2F"/>
    <w:multiLevelType w:val="multilevel"/>
    <w:tmpl w:val="DD349AB8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77F07850"/>
    <w:multiLevelType w:val="multilevel"/>
    <w:tmpl w:val="DFF8AB3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7BB76A5B"/>
    <w:multiLevelType w:val="multilevel"/>
    <w:tmpl w:val="A03CA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972"/>
    <w:rsid w:val="0004364A"/>
    <w:rsid w:val="00053A96"/>
    <w:rsid w:val="000813FF"/>
    <w:rsid w:val="000944BB"/>
    <w:rsid w:val="001208D0"/>
    <w:rsid w:val="00132C27"/>
    <w:rsid w:val="001709EB"/>
    <w:rsid w:val="001A4047"/>
    <w:rsid w:val="00223421"/>
    <w:rsid w:val="00276024"/>
    <w:rsid w:val="002848A2"/>
    <w:rsid w:val="002D4A81"/>
    <w:rsid w:val="003F77D0"/>
    <w:rsid w:val="004636F7"/>
    <w:rsid w:val="00482E72"/>
    <w:rsid w:val="004B1DF6"/>
    <w:rsid w:val="00515D47"/>
    <w:rsid w:val="0054133D"/>
    <w:rsid w:val="00687A69"/>
    <w:rsid w:val="00882972"/>
    <w:rsid w:val="008A1FDA"/>
    <w:rsid w:val="009F4D8C"/>
    <w:rsid w:val="00A47EBE"/>
    <w:rsid w:val="00BE27C9"/>
    <w:rsid w:val="00C818D2"/>
    <w:rsid w:val="00CE40EA"/>
    <w:rsid w:val="00D46477"/>
    <w:rsid w:val="00D67CF6"/>
    <w:rsid w:val="00DA6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42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82972"/>
    <w:pPr>
      <w:ind w:left="720"/>
      <w:contextualSpacing/>
    </w:pPr>
  </w:style>
  <w:style w:type="paragraph" w:customStyle="1" w:styleId="ConsPlusCell">
    <w:name w:val="ConsPlusCell"/>
    <w:uiPriority w:val="99"/>
    <w:rsid w:val="00882972"/>
    <w:pPr>
      <w:widowControl w:val="0"/>
      <w:autoSpaceDE w:val="0"/>
      <w:autoSpaceDN w:val="0"/>
      <w:adjustRightInd w:val="0"/>
    </w:pPr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C81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8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944BB"/>
    <w:pPr>
      <w:widowControl w:val="0"/>
      <w:autoSpaceDE w:val="0"/>
      <w:autoSpaceDN w:val="0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2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175</TotalTime>
  <Pages>3</Pages>
  <Words>642</Words>
  <Characters>3664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13</cp:revision>
  <cp:lastPrinted>2019-01-15T05:22:00Z</cp:lastPrinted>
  <dcterms:created xsi:type="dcterms:W3CDTF">2017-06-05T06:50:00Z</dcterms:created>
  <dcterms:modified xsi:type="dcterms:W3CDTF">2019-01-15T23:23:00Z</dcterms:modified>
</cp:coreProperties>
</file>