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C1" w:rsidRDefault="00B031C1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№3 </w:t>
      </w:r>
    </w:p>
    <w:p w:rsidR="00B031C1" w:rsidRDefault="00B031C1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031C1" w:rsidRDefault="00B031C1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B031C1" w:rsidRDefault="00B031C1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15.01.2019  № 11</w:t>
      </w:r>
    </w:p>
    <w:p w:rsidR="00B031C1" w:rsidRDefault="00B031C1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4 </w:t>
      </w:r>
    </w:p>
    <w:p w:rsidR="00B031C1" w:rsidRDefault="00B031C1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B031C1" w:rsidRDefault="00B031C1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2014-2025 годы</w:t>
      </w:r>
    </w:p>
    <w:p w:rsidR="00B031C1" w:rsidRPr="00053A96" w:rsidRDefault="00B031C1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B031C1" w:rsidRPr="00053A96" w:rsidRDefault="00B031C1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2014-2025 годы</w:t>
      </w:r>
    </w:p>
    <w:p w:rsidR="00B031C1" w:rsidRPr="00053A96" w:rsidRDefault="00B031C1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835"/>
        <w:gridCol w:w="2410"/>
        <w:gridCol w:w="992"/>
        <w:gridCol w:w="709"/>
        <w:gridCol w:w="709"/>
        <w:gridCol w:w="709"/>
        <w:gridCol w:w="708"/>
        <w:gridCol w:w="851"/>
        <w:gridCol w:w="709"/>
        <w:gridCol w:w="850"/>
        <w:gridCol w:w="851"/>
        <w:gridCol w:w="850"/>
        <w:gridCol w:w="851"/>
        <w:gridCol w:w="992"/>
      </w:tblGrid>
      <w:tr w:rsidR="00B031C1" w:rsidRPr="00E46399" w:rsidTr="00FE562F">
        <w:trPr>
          <w:trHeight w:val="3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B031C1" w:rsidRPr="00E46399" w:rsidTr="0003545D">
        <w:trPr>
          <w:trHeight w:val="9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1" w:rsidRPr="00E46399" w:rsidRDefault="00B031C1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2025</w:t>
            </w:r>
          </w:p>
        </w:tc>
      </w:tr>
    </w:tbl>
    <w:p w:rsidR="00B031C1" w:rsidRPr="00043D13" w:rsidRDefault="00B031C1" w:rsidP="005A6E9E">
      <w:pPr>
        <w:rPr>
          <w:sz w:val="10"/>
          <w:szCs w:val="10"/>
        </w:rPr>
      </w:pPr>
    </w:p>
    <w:tbl>
      <w:tblPr>
        <w:tblW w:w="1559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835"/>
        <w:gridCol w:w="2410"/>
        <w:gridCol w:w="992"/>
        <w:gridCol w:w="709"/>
        <w:gridCol w:w="709"/>
        <w:gridCol w:w="709"/>
        <w:gridCol w:w="708"/>
        <w:gridCol w:w="851"/>
        <w:gridCol w:w="709"/>
        <w:gridCol w:w="850"/>
        <w:gridCol w:w="851"/>
        <w:gridCol w:w="850"/>
        <w:gridCol w:w="851"/>
        <w:gridCol w:w="992"/>
      </w:tblGrid>
      <w:tr w:rsidR="00B031C1" w:rsidRPr="00E46399" w:rsidTr="0003545D">
        <w:trPr>
          <w:tblHeader/>
          <w:tblCellSpacing w:w="5" w:type="nil"/>
        </w:trPr>
        <w:tc>
          <w:tcPr>
            <w:tcW w:w="567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15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Всего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 xml:space="preserve">1.    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социальной, культурной и образовательной инфраструктурах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Адаптация объектов и услуг отрасли «Образование»</w:t>
            </w:r>
          </w:p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2.1.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 xml:space="preserve">Создание условий доступности для инвалидов и других маломобильных групп населения объектов и услуг отрасли «Образование»  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25</w:t>
            </w:r>
            <w:bookmarkStart w:id="0" w:name="_GoBack"/>
            <w:bookmarkEnd w:id="0"/>
            <w:r w:rsidRPr="00E46399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Адаптация объектов и услуг отрасли «Культура»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3.1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Создание условий доступности для инвалидов и других маломобильных групп населения объектов и услуг отрасли «Культура»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4.1.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C360A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 xml:space="preserve">Создание системы мониторинга состояния доступности объектов социальной инфраструктуры 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4.2.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Проведение информационно-просветительской кампании: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4.3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Публикация статей, посвященных жизни людей с ограниченными возможностями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46399">
              <w:rPr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46399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5.1</w:t>
            </w:r>
          </w:p>
        </w:tc>
        <w:tc>
          <w:tcPr>
            <w:tcW w:w="2835" w:type="dxa"/>
            <w:vMerge w:val="restart"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 xml:space="preserve">Установка пандуса на центральном входе в здание администрации Верхнебуреинского муниципального района </w:t>
            </w: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298,295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46399">
              <w:rPr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B031C1" w:rsidRPr="00E46399" w:rsidTr="0003545D">
        <w:trPr>
          <w:tblCellSpacing w:w="5" w:type="nil"/>
        </w:trPr>
        <w:tc>
          <w:tcPr>
            <w:tcW w:w="567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31C1" w:rsidRPr="00E46399" w:rsidRDefault="00B031C1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031C1" w:rsidRPr="00E46399" w:rsidRDefault="00B031C1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9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B031C1" w:rsidRPr="00E46399" w:rsidRDefault="00B031C1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B031C1" w:rsidRPr="00E46399" w:rsidRDefault="00B031C1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463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B031C1" w:rsidRPr="005A6E9E" w:rsidRDefault="00B031C1" w:rsidP="00732B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__________________»</w:t>
      </w:r>
    </w:p>
    <w:sectPr w:rsidR="00B031C1" w:rsidRPr="005A6E9E" w:rsidSect="0009622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E9E"/>
    <w:rsid w:val="0003545D"/>
    <w:rsid w:val="00043D13"/>
    <w:rsid w:val="00053A96"/>
    <w:rsid w:val="00096220"/>
    <w:rsid w:val="000E1784"/>
    <w:rsid w:val="001A2846"/>
    <w:rsid w:val="00285BE3"/>
    <w:rsid w:val="002866A1"/>
    <w:rsid w:val="00390B7D"/>
    <w:rsid w:val="00435428"/>
    <w:rsid w:val="00481A4B"/>
    <w:rsid w:val="004E70ED"/>
    <w:rsid w:val="005A6E9E"/>
    <w:rsid w:val="00732BCB"/>
    <w:rsid w:val="00774F07"/>
    <w:rsid w:val="00802555"/>
    <w:rsid w:val="009238A4"/>
    <w:rsid w:val="009C4C87"/>
    <w:rsid w:val="009E3B8C"/>
    <w:rsid w:val="00A95B59"/>
    <w:rsid w:val="00A97DC5"/>
    <w:rsid w:val="00B031C1"/>
    <w:rsid w:val="00C360AE"/>
    <w:rsid w:val="00D4002D"/>
    <w:rsid w:val="00DC1097"/>
    <w:rsid w:val="00DE4E17"/>
    <w:rsid w:val="00E46399"/>
    <w:rsid w:val="00F3591B"/>
    <w:rsid w:val="00F705D0"/>
    <w:rsid w:val="00FE562F"/>
    <w:rsid w:val="00FF0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A6E9E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5A6E9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85B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4</Pages>
  <Words>898</Words>
  <Characters>5124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15</cp:revision>
  <cp:lastPrinted>2019-01-15T05:41:00Z</cp:lastPrinted>
  <dcterms:created xsi:type="dcterms:W3CDTF">2017-06-05T01:47:00Z</dcterms:created>
  <dcterms:modified xsi:type="dcterms:W3CDTF">2019-01-15T23:50:00Z</dcterms:modified>
</cp:coreProperties>
</file>