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830" w:rsidRPr="0015264C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9E5F16">
        <w:rPr>
          <w:rFonts w:ascii="Times New Roman" w:hAnsi="Times New Roman" w:cs="Times New Roman"/>
          <w:sz w:val="24"/>
          <w:szCs w:val="24"/>
        </w:rPr>
        <w:t xml:space="preserve">   </w:t>
      </w:r>
      <w:r w:rsidR="00AE588E">
        <w:rPr>
          <w:rFonts w:ascii="Times New Roman" w:hAnsi="Times New Roman" w:cs="Times New Roman"/>
          <w:sz w:val="24"/>
          <w:szCs w:val="24"/>
        </w:rPr>
        <w:t xml:space="preserve">                  Приложение № </w:t>
      </w:r>
      <w:r w:rsidR="00C82947">
        <w:rPr>
          <w:rFonts w:ascii="Times New Roman" w:hAnsi="Times New Roman" w:cs="Times New Roman"/>
          <w:sz w:val="24"/>
          <w:szCs w:val="24"/>
        </w:rPr>
        <w:t>5</w:t>
      </w:r>
    </w:p>
    <w:p w:rsidR="00F91830" w:rsidRPr="0015264C" w:rsidRDefault="00F91830" w:rsidP="00D81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D81A9D">
        <w:rPr>
          <w:rFonts w:ascii="Times New Roman" w:hAnsi="Times New Roman" w:cs="Times New Roman"/>
          <w:sz w:val="24"/>
          <w:szCs w:val="24"/>
        </w:rPr>
        <w:t>к Программе</w:t>
      </w:r>
    </w:p>
    <w:p w:rsidR="00F91830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30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30" w:rsidRPr="0015264C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830" w:rsidRPr="0015264C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218"/>
      <w:bookmarkEnd w:id="0"/>
      <w:r w:rsidRPr="0015264C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F91830" w:rsidRPr="0015264C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4C">
        <w:rPr>
          <w:rFonts w:ascii="Times New Roman" w:hAnsi="Times New Roman" w:cs="Times New Roman"/>
          <w:b/>
          <w:bCs/>
          <w:sz w:val="24"/>
          <w:szCs w:val="24"/>
        </w:rPr>
        <w:t>ОБ ОСНОВНЫХ МЕРАХ ПРАВОВОГО РЕГУЛИРОВАНИЯ</w:t>
      </w:r>
    </w:p>
    <w:p w:rsidR="00F91830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4C">
        <w:rPr>
          <w:rFonts w:ascii="Times New Roman" w:hAnsi="Times New Roman" w:cs="Times New Roman"/>
          <w:b/>
          <w:bCs/>
          <w:sz w:val="24"/>
          <w:szCs w:val="24"/>
        </w:rPr>
        <w:t>В СФЕРЕ РЕАЛИЗАЦИИ ПРОГРАММЫ</w:t>
      </w:r>
    </w:p>
    <w:p w:rsidR="00F91830" w:rsidRPr="0015264C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1830" w:rsidRPr="0015264C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12.</w:t>
      </w:r>
    </w:p>
    <w:tbl>
      <w:tblPr>
        <w:tblW w:w="9637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6"/>
        <w:gridCol w:w="2295"/>
        <w:gridCol w:w="2211"/>
        <w:gridCol w:w="2551"/>
        <w:gridCol w:w="2154"/>
      </w:tblGrid>
      <w:tr w:rsidR="00F91830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Вид проекта муниципального нормативного правового акта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проекта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F91830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1830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Верхнебуреинского 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муниципальную программу "Комплексное развитие систем коммунальной инфраструктуры Верхнебуреинского мун</w:t>
            </w:r>
            <w:r w:rsidR="00644EE8">
              <w:rPr>
                <w:rFonts w:ascii="Times New Roman" w:hAnsi="Times New Roman" w:cs="Times New Roman"/>
                <w:sz w:val="24"/>
                <w:szCs w:val="24"/>
              </w:rPr>
              <w:t>иципального района на 2012 -2035</w:t>
            </w: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6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и </w:t>
            </w:r>
            <w:r w:rsidR="00681CE2">
              <w:rPr>
                <w:rFonts w:ascii="Times New Roman" w:hAnsi="Times New Roman" w:cs="Times New Roman"/>
                <w:sz w:val="24"/>
                <w:szCs w:val="24"/>
              </w:rPr>
              <w:t>энерг</w:t>
            </w: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етики.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830" w:rsidRPr="00F17B75" w:rsidRDefault="00F91830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 течение срока реализации программы по мере необходимости</w:t>
            </w:r>
          </w:p>
        </w:tc>
      </w:tr>
    </w:tbl>
    <w:p w:rsidR="00F91830" w:rsidRDefault="00F91830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F91830" w:rsidRDefault="00F91830" w:rsidP="00A75568">
      <w:pPr>
        <w:spacing w:after="0" w:line="240" w:lineRule="auto"/>
      </w:pPr>
    </w:p>
    <w:sectPr w:rsidR="00F91830" w:rsidSect="00747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64C"/>
    <w:rsid w:val="000A55EB"/>
    <w:rsid w:val="00125931"/>
    <w:rsid w:val="0015264C"/>
    <w:rsid w:val="002315E2"/>
    <w:rsid w:val="00240FF6"/>
    <w:rsid w:val="002F53EF"/>
    <w:rsid w:val="00411D86"/>
    <w:rsid w:val="005536EA"/>
    <w:rsid w:val="00556CD7"/>
    <w:rsid w:val="00587B8F"/>
    <w:rsid w:val="005C374F"/>
    <w:rsid w:val="00644EE8"/>
    <w:rsid w:val="00681CE2"/>
    <w:rsid w:val="00692DC7"/>
    <w:rsid w:val="006C6B4A"/>
    <w:rsid w:val="00747FF5"/>
    <w:rsid w:val="007E6518"/>
    <w:rsid w:val="00803A6D"/>
    <w:rsid w:val="008A76AD"/>
    <w:rsid w:val="0093485B"/>
    <w:rsid w:val="009E5F16"/>
    <w:rsid w:val="009F575E"/>
    <w:rsid w:val="00A75568"/>
    <w:rsid w:val="00AE588E"/>
    <w:rsid w:val="00AF1DC1"/>
    <w:rsid w:val="00C14D8D"/>
    <w:rsid w:val="00C82947"/>
    <w:rsid w:val="00D22EED"/>
    <w:rsid w:val="00D81A9D"/>
    <w:rsid w:val="00DB47FC"/>
    <w:rsid w:val="00E23335"/>
    <w:rsid w:val="00F17B75"/>
    <w:rsid w:val="00F9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F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0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746</Characters>
  <Application>Microsoft Office Word</Application>
  <DocSecurity>0</DocSecurity>
  <Lines>6</Lines>
  <Paragraphs>1</Paragraphs>
  <ScaleCrop>false</ScaleCrop>
  <Company>UralSOFT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2017-10-30T05:40:00Z</cp:lastPrinted>
  <dcterms:created xsi:type="dcterms:W3CDTF">2014-07-28T06:45:00Z</dcterms:created>
  <dcterms:modified xsi:type="dcterms:W3CDTF">2019-01-12T11:08:00Z</dcterms:modified>
</cp:coreProperties>
</file>