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0" w:type="dxa"/>
        <w:tblInd w:w="-106" w:type="dxa"/>
        <w:tblLayout w:type="fixed"/>
        <w:tblLook w:val="0000"/>
      </w:tblPr>
      <w:tblGrid>
        <w:gridCol w:w="402"/>
        <w:gridCol w:w="165"/>
        <w:gridCol w:w="4331"/>
        <w:gridCol w:w="1339"/>
        <w:gridCol w:w="78"/>
        <w:gridCol w:w="442"/>
        <w:gridCol w:w="898"/>
        <w:gridCol w:w="77"/>
        <w:gridCol w:w="756"/>
        <w:gridCol w:w="584"/>
        <w:gridCol w:w="77"/>
        <w:gridCol w:w="756"/>
        <w:gridCol w:w="584"/>
        <w:gridCol w:w="77"/>
        <w:gridCol w:w="756"/>
        <w:gridCol w:w="584"/>
        <w:gridCol w:w="833"/>
        <w:gridCol w:w="584"/>
        <w:gridCol w:w="833"/>
        <w:gridCol w:w="584"/>
        <w:gridCol w:w="146"/>
        <w:gridCol w:w="90"/>
        <w:gridCol w:w="754"/>
      </w:tblGrid>
      <w:tr w:rsidR="00571C8D">
        <w:trPr>
          <w:gridAfter w:val="2"/>
          <w:wAfter w:w="844" w:type="dxa"/>
          <w:trHeight w:val="405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 w:rsidP="002A6595">
            <w:pPr>
              <w:ind w:left="-92"/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FD43B3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C8D" w:rsidRDefault="00571C8D" w:rsidP="00417F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10</w:t>
            </w:r>
          </w:p>
        </w:tc>
      </w:tr>
      <w:tr w:rsidR="00571C8D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 w:rsidP="00417F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571C8D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 w:rsidP="00417F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571C8D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1F063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 w:rsidP="00417F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 22.11.2016  №61</w:t>
            </w:r>
          </w:p>
        </w:tc>
      </w:tr>
      <w:tr w:rsidR="00571C8D">
        <w:trPr>
          <w:gridAfter w:val="2"/>
          <w:wAfter w:w="844" w:type="dxa"/>
          <w:trHeight w:val="54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</w:tr>
      <w:tr w:rsidR="00571C8D">
        <w:trPr>
          <w:gridAfter w:val="2"/>
          <w:wAfter w:w="844" w:type="dxa"/>
          <w:cantSplit/>
          <w:trHeight w:val="1124"/>
        </w:trPr>
        <w:tc>
          <w:tcPr>
            <w:tcW w:w="14886" w:type="dxa"/>
            <w:gridSpan w:val="21"/>
            <w:tcBorders>
              <w:top w:val="nil"/>
              <w:left w:val="nil"/>
              <w:right w:val="nil"/>
            </w:tcBorders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</w:p>
          <w:p w:rsidR="00571C8D" w:rsidRPr="007C2EA5" w:rsidRDefault="00571C8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571C8D" w:rsidRPr="00283E6D" w:rsidRDefault="00571C8D" w:rsidP="00283E6D">
            <w:pPr>
              <w:jc w:val="center"/>
              <w:rPr>
                <w:b/>
                <w:bCs/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дотаций на выравнивание бюджетной обеспеченности поселений на </w:t>
            </w:r>
            <w:r>
              <w:rPr>
                <w:b/>
                <w:bCs/>
                <w:sz w:val="26"/>
                <w:szCs w:val="26"/>
              </w:rPr>
              <w:t xml:space="preserve">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 xml:space="preserve">8 и 2019 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 xml:space="preserve">ов </w:t>
            </w:r>
          </w:p>
          <w:p w:rsidR="00571C8D" w:rsidRDefault="00571C8D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571C8D">
        <w:trPr>
          <w:gridAfter w:val="1"/>
          <w:wAfter w:w="754" w:type="dxa"/>
          <w:cantSplit/>
          <w:trHeight w:val="323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</w:p>
        </w:tc>
      </w:tr>
      <w:tr w:rsidR="00571C8D">
        <w:trPr>
          <w:gridAfter w:val="3"/>
          <w:wAfter w:w="990" w:type="dxa"/>
          <w:cantSplit/>
          <w:trHeight w:val="31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 w:rsidP="00963B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2018 год</w:t>
            </w:r>
          </w:p>
        </w:tc>
        <w:tc>
          <w:tcPr>
            <w:tcW w:w="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 w:rsidP="00FD4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</w:tr>
      <w:tr w:rsidR="00571C8D">
        <w:trPr>
          <w:gridAfter w:val="3"/>
          <w:wAfter w:w="990" w:type="dxa"/>
          <w:cantSplit/>
          <w:trHeight w:val="84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</w:p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</w:p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</w:t>
            </w:r>
          </w:p>
        </w:tc>
      </w:tr>
      <w:tr w:rsidR="00571C8D">
        <w:trPr>
          <w:gridAfter w:val="3"/>
          <w:wAfter w:w="990" w:type="dxa"/>
          <w:cantSplit/>
          <w:trHeight w:val="48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краевого бюджета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8D" w:rsidRDefault="00571C8D" w:rsidP="008C37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8D" w:rsidRDefault="00571C8D" w:rsidP="008C37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краевого бюджета</w:t>
            </w:r>
          </w:p>
        </w:tc>
      </w:tr>
      <w:tr w:rsidR="00571C8D">
        <w:trPr>
          <w:gridAfter w:val="3"/>
          <w:wAfter w:w="990" w:type="dxa"/>
          <w:trHeight w:val="33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4C1098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</w:tr>
      <w:tr w:rsidR="00571C8D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CA28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10 285,560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 w:rsidRPr="00AC282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 868,280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 w:rsidRPr="00947C8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17,280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11 349,490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10 907,170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442,320</w:t>
            </w:r>
          </w:p>
        </w:tc>
      </w:tr>
      <w:tr w:rsidR="00571C8D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AC2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185,220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185,220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196,330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196,330</w:t>
            </w:r>
          </w:p>
        </w:tc>
      </w:tr>
      <w:tr w:rsidR="00571C8D">
        <w:trPr>
          <w:gridAfter w:val="3"/>
          <w:wAfter w:w="990" w:type="dxa"/>
          <w:trHeight w:val="254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1F0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AC2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328,570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325,940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2,630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329,600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326,810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2,790</w:t>
            </w:r>
          </w:p>
        </w:tc>
      </w:tr>
      <w:tr w:rsidR="00571C8D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E31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614,630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609,170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5,460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618,990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613,200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5,790</w:t>
            </w:r>
          </w:p>
        </w:tc>
      </w:tr>
      <w:tr w:rsidR="00571C8D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616,990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612,470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4,520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619,940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615,150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4,790</w:t>
            </w:r>
          </w:p>
        </w:tc>
      </w:tr>
      <w:tr w:rsidR="00571C8D">
        <w:trPr>
          <w:gridAfter w:val="3"/>
          <w:wAfter w:w="990" w:type="dxa"/>
          <w:trHeight w:val="45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614,610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ind w:left="-392" w:firstLine="392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611,830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ind w:left="-392" w:firstLine="392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2,780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616,860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613,920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2,940</w:t>
            </w:r>
          </w:p>
        </w:tc>
      </w:tr>
      <w:tr w:rsidR="00571C8D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5,380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5,700</w:t>
            </w:r>
          </w:p>
        </w:tc>
      </w:tr>
      <w:tr w:rsidR="00571C8D">
        <w:trPr>
          <w:gridAfter w:val="3"/>
          <w:wAfter w:w="990" w:type="dxa"/>
          <w:trHeight w:val="3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C8D" w:rsidRDefault="00571C8D" w:rsidP="000C350D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</w:tr>
      <w:tr w:rsidR="00571C8D">
        <w:trPr>
          <w:gridAfter w:val="3"/>
          <w:wAfter w:w="990" w:type="dxa"/>
          <w:trHeight w:val="28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0C35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661,200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0C35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654,880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35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6,320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667,390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0C35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660,690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35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6,700</w:t>
            </w:r>
          </w:p>
        </w:tc>
      </w:tr>
      <w:tr w:rsidR="00571C8D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1 478,320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1 465,130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4C10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1 490,280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4C1098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1476,300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4C1098" w:rsidRDefault="00571C8D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13,980</w:t>
            </w:r>
          </w:p>
        </w:tc>
      </w:tr>
      <w:tr w:rsidR="00571C8D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4 094,810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4 064,060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30,750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4C10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4 122,410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4 089,810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32,600</w:t>
            </w:r>
          </w:p>
        </w:tc>
      </w:tr>
      <w:tr w:rsidR="00571C8D">
        <w:trPr>
          <w:gridAfter w:val="3"/>
          <w:wAfter w:w="990" w:type="dxa"/>
          <w:trHeight w:val="47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DC2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267,640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2,510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271,650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268,990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2,660</w:t>
            </w:r>
          </w:p>
        </w:tc>
      </w:tr>
      <w:tr w:rsidR="00571C8D">
        <w:trPr>
          <w:gridAfter w:val="3"/>
          <w:wAfter w:w="990" w:type="dxa"/>
          <w:trHeight w:val="39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DC2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650,430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645,800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4,630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654,180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649,270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4,910</w:t>
            </w:r>
          </w:p>
        </w:tc>
      </w:tr>
      <w:tr w:rsidR="00571C8D">
        <w:trPr>
          <w:gridAfter w:val="3"/>
          <w:wAfter w:w="990" w:type="dxa"/>
          <w:trHeight w:val="38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Pr="000C27A2" w:rsidRDefault="00571C8D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954,240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944,960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9,280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0C27A2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962,560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AC2820" w:rsidRDefault="00571C8D" w:rsidP="008C37F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952,710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Pr="00947C89" w:rsidRDefault="00571C8D" w:rsidP="000C27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9,850</w:t>
            </w:r>
          </w:p>
        </w:tc>
      </w:tr>
      <w:tr w:rsidR="00571C8D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C8D" w:rsidRDefault="00571C8D" w:rsidP="00CA28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20 760,110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20</w:t>
            </w:r>
            <w:r>
              <w:rPr>
                <w:noProof/>
                <w:sz w:val="26"/>
                <w:szCs w:val="26"/>
                <w:lang w:val="en-US"/>
              </w:rPr>
              <w:t xml:space="preserve"> </w:t>
            </w:r>
            <w:r>
              <w:rPr>
                <w:noProof/>
                <w:sz w:val="26"/>
                <w:szCs w:val="26"/>
              </w:rPr>
              <w:t>070,160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689,950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21 905,380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21</w:t>
            </w:r>
            <w:r>
              <w:rPr>
                <w:noProof/>
                <w:sz w:val="26"/>
                <w:szCs w:val="26"/>
                <w:lang w:val="en-US"/>
              </w:rPr>
              <w:t xml:space="preserve"> </w:t>
            </w:r>
            <w:r>
              <w:rPr>
                <w:noProof/>
                <w:sz w:val="26"/>
                <w:szCs w:val="26"/>
              </w:rPr>
              <w:t>174,020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1C8D" w:rsidRDefault="00571C8D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731,360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571C8D">
        <w:trPr>
          <w:trHeight w:val="36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C8D" w:rsidRDefault="00571C8D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C8D" w:rsidRDefault="00571C8D" w:rsidP="00AC282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</w:p>
        </w:tc>
      </w:tr>
      <w:tr w:rsidR="00571C8D">
        <w:trPr>
          <w:gridAfter w:val="2"/>
          <w:wAfter w:w="844" w:type="dxa"/>
          <w:cantSplit/>
          <w:trHeight w:val="1855"/>
        </w:trPr>
        <w:tc>
          <w:tcPr>
            <w:tcW w:w="14886" w:type="dxa"/>
            <w:gridSpan w:val="21"/>
            <w:tcBorders>
              <w:top w:val="nil"/>
              <w:left w:val="nil"/>
              <w:right w:val="nil"/>
            </w:tcBorders>
          </w:tcPr>
          <w:p w:rsidR="00571C8D" w:rsidRDefault="00571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                                                                                       А.В.Толкачев                                           </w:t>
            </w:r>
          </w:p>
          <w:p w:rsidR="00571C8D" w:rsidRDefault="00571C8D">
            <w:pPr>
              <w:rPr>
                <w:sz w:val="26"/>
                <w:szCs w:val="26"/>
              </w:rPr>
            </w:pPr>
          </w:p>
          <w:p w:rsidR="00571C8D" w:rsidRDefault="00571C8D" w:rsidP="00A97BF3">
            <w:pPr>
              <w:rPr>
                <w:sz w:val="26"/>
                <w:szCs w:val="26"/>
              </w:rPr>
            </w:pPr>
          </w:p>
          <w:p w:rsidR="00571C8D" w:rsidRDefault="00571C8D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Верхнебуреинского муниципального района                                                                                                                 П.Ф.Титков</w:t>
            </w:r>
          </w:p>
          <w:p w:rsidR="00571C8D" w:rsidRDefault="00571C8D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71C8D" w:rsidRDefault="00571C8D">
      <w:pPr>
        <w:rPr>
          <w:sz w:val="26"/>
          <w:szCs w:val="26"/>
        </w:rPr>
      </w:pPr>
    </w:p>
    <w:sectPr w:rsidR="00571C8D" w:rsidSect="000C27A2">
      <w:pgSz w:w="16838" w:h="11906" w:orient="landscape"/>
      <w:pgMar w:top="1985" w:right="567" w:bottom="567" w:left="34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83921"/>
    <w:rsid w:val="00092F0A"/>
    <w:rsid w:val="000B4C18"/>
    <w:rsid w:val="000C27A2"/>
    <w:rsid w:val="000C350D"/>
    <w:rsid w:val="000D1F3E"/>
    <w:rsid w:val="000D494A"/>
    <w:rsid w:val="00122CB7"/>
    <w:rsid w:val="001645BE"/>
    <w:rsid w:val="0017735E"/>
    <w:rsid w:val="001C110D"/>
    <w:rsid w:val="001E5D30"/>
    <w:rsid w:val="001F063F"/>
    <w:rsid w:val="001F0E2E"/>
    <w:rsid w:val="001F6ACE"/>
    <w:rsid w:val="00204F99"/>
    <w:rsid w:val="002174FA"/>
    <w:rsid w:val="00265CBA"/>
    <w:rsid w:val="0028188B"/>
    <w:rsid w:val="00283E6D"/>
    <w:rsid w:val="002A6595"/>
    <w:rsid w:val="002A67CB"/>
    <w:rsid w:val="002B3DB9"/>
    <w:rsid w:val="002C2FA9"/>
    <w:rsid w:val="002D3D0A"/>
    <w:rsid w:val="00315554"/>
    <w:rsid w:val="003B3B6E"/>
    <w:rsid w:val="003C66AB"/>
    <w:rsid w:val="003D163E"/>
    <w:rsid w:val="003D5ACC"/>
    <w:rsid w:val="0041113E"/>
    <w:rsid w:val="00417FA0"/>
    <w:rsid w:val="004308F7"/>
    <w:rsid w:val="004579D0"/>
    <w:rsid w:val="00484EF9"/>
    <w:rsid w:val="004C1098"/>
    <w:rsid w:val="004C7043"/>
    <w:rsid w:val="004F7D3C"/>
    <w:rsid w:val="00571C8D"/>
    <w:rsid w:val="00575F8C"/>
    <w:rsid w:val="00590E71"/>
    <w:rsid w:val="005B26CC"/>
    <w:rsid w:val="0060594C"/>
    <w:rsid w:val="006318F9"/>
    <w:rsid w:val="00665D16"/>
    <w:rsid w:val="00692919"/>
    <w:rsid w:val="006D1B45"/>
    <w:rsid w:val="006E19E0"/>
    <w:rsid w:val="00762F64"/>
    <w:rsid w:val="00773591"/>
    <w:rsid w:val="00781CED"/>
    <w:rsid w:val="007C2EA5"/>
    <w:rsid w:val="007D779B"/>
    <w:rsid w:val="007E183E"/>
    <w:rsid w:val="007F2B89"/>
    <w:rsid w:val="00823D8B"/>
    <w:rsid w:val="00872A4B"/>
    <w:rsid w:val="0088444D"/>
    <w:rsid w:val="008C37FA"/>
    <w:rsid w:val="008C7EFC"/>
    <w:rsid w:val="008E4558"/>
    <w:rsid w:val="008F5DE7"/>
    <w:rsid w:val="00903D95"/>
    <w:rsid w:val="009366F0"/>
    <w:rsid w:val="00946B79"/>
    <w:rsid w:val="00947C89"/>
    <w:rsid w:val="00963B2E"/>
    <w:rsid w:val="0098413C"/>
    <w:rsid w:val="009947BE"/>
    <w:rsid w:val="009D04BA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F4"/>
    <w:rsid w:val="00AC2355"/>
    <w:rsid w:val="00AC2820"/>
    <w:rsid w:val="00AC52C9"/>
    <w:rsid w:val="00AD4649"/>
    <w:rsid w:val="00AE0311"/>
    <w:rsid w:val="00AF2C1F"/>
    <w:rsid w:val="00AF396F"/>
    <w:rsid w:val="00B03F91"/>
    <w:rsid w:val="00B222D4"/>
    <w:rsid w:val="00B35480"/>
    <w:rsid w:val="00B37CC4"/>
    <w:rsid w:val="00B56DDD"/>
    <w:rsid w:val="00B66707"/>
    <w:rsid w:val="00B66A0B"/>
    <w:rsid w:val="00BE7D05"/>
    <w:rsid w:val="00C00428"/>
    <w:rsid w:val="00C62C9B"/>
    <w:rsid w:val="00C63D27"/>
    <w:rsid w:val="00C97180"/>
    <w:rsid w:val="00CA28D5"/>
    <w:rsid w:val="00CB375B"/>
    <w:rsid w:val="00CF3FF7"/>
    <w:rsid w:val="00D410C8"/>
    <w:rsid w:val="00D47211"/>
    <w:rsid w:val="00D639B1"/>
    <w:rsid w:val="00D97962"/>
    <w:rsid w:val="00DC2171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14751"/>
    <w:rsid w:val="00F355C3"/>
    <w:rsid w:val="00FB08BD"/>
    <w:rsid w:val="00FC4399"/>
    <w:rsid w:val="00FD43B3"/>
    <w:rsid w:val="00FE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2</Pages>
  <Words>330</Words>
  <Characters>1885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19</cp:revision>
  <cp:lastPrinted>2016-11-23T04:56:00Z</cp:lastPrinted>
  <dcterms:created xsi:type="dcterms:W3CDTF">2013-10-23T00:10:00Z</dcterms:created>
  <dcterms:modified xsi:type="dcterms:W3CDTF">2016-11-23T04:58:00Z</dcterms:modified>
</cp:coreProperties>
</file>