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9289" w:tblpY="1"/>
        <w:tblOverlap w:val="never"/>
        <w:tblW w:w="5561" w:type="dxa"/>
        <w:tblLayout w:type="fixed"/>
        <w:tblLook w:val="00A0"/>
      </w:tblPr>
      <w:tblGrid>
        <w:gridCol w:w="5561"/>
      </w:tblGrid>
      <w:tr w:rsidR="00513045">
        <w:trPr>
          <w:trHeight w:val="405"/>
        </w:trPr>
        <w:tc>
          <w:tcPr>
            <w:tcW w:w="5561" w:type="dxa"/>
            <w:vAlign w:val="bottom"/>
          </w:tcPr>
          <w:p w:rsidR="00513045" w:rsidRPr="00A629D4" w:rsidRDefault="00513045" w:rsidP="0039022A">
            <w:pPr>
              <w:ind w:right="33"/>
              <w:rPr>
                <w:sz w:val="26"/>
                <w:szCs w:val="26"/>
              </w:rPr>
            </w:pPr>
            <w:r w:rsidRPr="00A629D4">
              <w:rPr>
                <w:sz w:val="26"/>
                <w:szCs w:val="26"/>
              </w:rPr>
              <w:t>Приложение 5</w:t>
            </w:r>
          </w:p>
        </w:tc>
      </w:tr>
      <w:tr w:rsidR="00513045">
        <w:trPr>
          <w:trHeight w:val="360"/>
        </w:trPr>
        <w:tc>
          <w:tcPr>
            <w:tcW w:w="5561" w:type="dxa"/>
            <w:noWrap/>
            <w:vAlign w:val="bottom"/>
          </w:tcPr>
          <w:p w:rsidR="00513045" w:rsidRPr="00A629D4" w:rsidRDefault="00513045" w:rsidP="0039022A">
            <w:pPr>
              <w:ind w:right="33"/>
              <w:rPr>
                <w:sz w:val="26"/>
                <w:szCs w:val="26"/>
              </w:rPr>
            </w:pPr>
            <w:r w:rsidRPr="00A629D4">
              <w:rPr>
                <w:sz w:val="26"/>
                <w:szCs w:val="26"/>
              </w:rPr>
              <w:t>к решению  Собрания депутатов</w:t>
            </w:r>
          </w:p>
        </w:tc>
      </w:tr>
      <w:tr w:rsidR="00513045">
        <w:trPr>
          <w:trHeight w:val="360"/>
        </w:trPr>
        <w:tc>
          <w:tcPr>
            <w:tcW w:w="5561" w:type="dxa"/>
            <w:noWrap/>
            <w:vAlign w:val="bottom"/>
          </w:tcPr>
          <w:p w:rsidR="00513045" w:rsidRPr="00A629D4" w:rsidRDefault="00513045" w:rsidP="0039022A">
            <w:pPr>
              <w:ind w:right="33"/>
              <w:rPr>
                <w:sz w:val="26"/>
                <w:szCs w:val="26"/>
              </w:rPr>
            </w:pPr>
            <w:r w:rsidRPr="00A629D4">
              <w:rPr>
                <w:sz w:val="26"/>
                <w:szCs w:val="26"/>
              </w:rPr>
              <w:t>Верхнеб</w:t>
            </w:r>
            <w:bookmarkStart w:id="0" w:name="_GoBack"/>
            <w:bookmarkEnd w:id="0"/>
            <w:r w:rsidRPr="00A629D4">
              <w:rPr>
                <w:sz w:val="26"/>
                <w:szCs w:val="26"/>
              </w:rPr>
              <w:t>уреинского муниципального района</w:t>
            </w:r>
          </w:p>
        </w:tc>
      </w:tr>
      <w:tr w:rsidR="00513045">
        <w:trPr>
          <w:trHeight w:val="360"/>
        </w:trPr>
        <w:tc>
          <w:tcPr>
            <w:tcW w:w="5561" w:type="dxa"/>
            <w:noWrap/>
            <w:vAlign w:val="bottom"/>
          </w:tcPr>
          <w:p w:rsidR="00513045" w:rsidRPr="00A629D4" w:rsidRDefault="00513045" w:rsidP="0039022A">
            <w:pPr>
              <w:ind w:right="33"/>
              <w:rPr>
                <w:sz w:val="26"/>
                <w:szCs w:val="26"/>
              </w:rPr>
            </w:pPr>
            <w:r w:rsidRPr="00A629D4">
              <w:rPr>
                <w:sz w:val="26"/>
                <w:szCs w:val="26"/>
              </w:rPr>
              <w:t xml:space="preserve">от </w:t>
            </w:r>
            <w:r>
              <w:rPr>
                <w:sz w:val="26"/>
                <w:szCs w:val="26"/>
              </w:rPr>
              <w:t>22.11.2016</w:t>
            </w:r>
            <w:r w:rsidRPr="00A629D4">
              <w:rPr>
                <w:sz w:val="26"/>
                <w:szCs w:val="26"/>
              </w:rPr>
              <w:t xml:space="preserve"> №</w:t>
            </w:r>
            <w:r>
              <w:rPr>
                <w:sz w:val="26"/>
                <w:szCs w:val="26"/>
              </w:rPr>
              <w:t xml:space="preserve"> 64</w:t>
            </w:r>
          </w:p>
        </w:tc>
      </w:tr>
      <w:tr w:rsidR="00513045">
        <w:trPr>
          <w:trHeight w:val="543"/>
        </w:trPr>
        <w:tc>
          <w:tcPr>
            <w:tcW w:w="5561" w:type="dxa"/>
            <w:vAlign w:val="bottom"/>
          </w:tcPr>
          <w:tbl>
            <w:tblPr>
              <w:tblW w:w="14792" w:type="dxa"/>
              <w:tblLayout w:type="fixed"/>
              <w:tblLook w:val="00A0"/>
            </w:tblPr>
            <w:tblGrid>
              <w:gridCol w:w="14792"/>
            </w:tblGrid>
            <w:tr w:rsidR="00513045" w:rsidRPr="00A629D4">
              <w:trPr>
                <w:trHeight w:val="405"/>
              </w:trPr>
              <w:tc>
                <w:tcPr>
                  <w:tcW w:w="14792" w:type="dxa"/>
                  <w:vAlign w:val="bottom"/>
                </w:tcPr>
                <w:p w:rsidR="00513045" w:rsidRPr="00A629D4" w:rsidRDefault="00513045" w:rsidP="0039022A">
                  <w:pPr>
                    <w:framePr w:hSpace="180" w:wrap="around" w:vAnchor="text" w:hAnchor="text" w:x="9289" w:y="1"/>
                    <w:ind w:left="-107" w:right="33"/>
                    <w:suppressOverlap/>
                    <w:rPr>
                      <w:sz w:val="26"/>
                      <w:szCs w:val="26"/>
                    </w:rPr>
                  </w:pPr>
                  <w:r w:rsidRPr="00A629D4">
                    <w:rPr>
                      <w:sz w:val="26"/>
                      <w:szCs w:val="26"/>
                    </w:rPr>
                    <w:t>«Приложение 10</w:t>
                  </w:r>
                </w:p>
              </w:tc>
            </w:tr>
            <w:tr w:rsidR="00513045" w:rsidRPr="00A629D4">
              <w:trPr>
                <w:trHeight w:val="360"/>
              </w:trPr>
              <w:tc>
                <w:tcPr>
                  <w:tcW w:w="14792" w:type="dxa"/>
                  <w:noWrap/>
                  <w:vAlign w:val="bottom"/>
                </w:tcPr>
                <w:p w:rsidR="00513045" w:rsidRPr="00A629D4" w:rsidRDefault="00513045" w:rsidP="0039022A">
                  <w:pPr>
                    <w:framePr w:hSpace="180" w:wrap="around" w:vAnchor="text" w:hAnchor="text" w:x="9289" w:y="1"/>
                    <w:ind w:left="-107" w:right="33"/>
                    <w:suppressOverlap/>
                    <w:rPr>
                      <w:sz w:val="26"/>
                      <w:szCs w:val="26"/>
                    </w:rPr>
                  </w:pPr>
                  <w:r w:rsidRPr="00A629D4">
                    <w:rPr>
                      <w:sz w:val="26"/>
                      <w:szCs w:val="26"/>
                    </w:rPr>
                    <w:t>к решению  Собрания депутатов</w:t>
                  </w:r>
                </w:p>
              </w:tc>
            </w:tr>
            <w:tr w:rsidR="00513045" w:rsidRPr="00A629D4">
              <w:trPr>
                <w:trHeight w:val="360"/>
              </w:trPr>
              <w:tc>
                <w:tcPr>
                  <w:tcW w:w="14792" w:type="dxa"/>
                  <w:noWrap/>
                  <w:vAlign w:val="bottom"/>
                </w:tcPr>
                <w:p w:rsidR="00513045" w:rsidRPr="00A629D4" w:rsidRDefault="00513045" w:rsidP="0039022A">
                  <w:pPr>
                    <w:framePr w:hSpace="180" w:wrap="around" w:vAnchor="text" w:hAnchor="text" w:x="9289" w:y="1"/>
                    <w:ind w:left="-107" w:right="33"/>
                    <w:suppressOverlap/>
                    <w:rPr>
                      <w:sz w:val="26"/>
                      <w:szCs w:val="26"/>
                    </w:rPr>
                  </w:pPr>
                  <w:r w:rsidRPr="00A629D4">
                    <w:rPr>
                      <w:sz w:val="26"/>
                      <w:szCs w:val="26"/>
                    </w:rPr>
                    <w:t>Верхнебуреинского муниципального района</w:t>
                  </w:r>
                </w:p>
              </w:tc>
            </w:tr>
            <w:tr w:rsidR="00513045" w:rsidRPr="00A629D4">
              <w:trPr>
                <w:trHeight w:val="360"/>
              </w:trPr>
              <w:tc>
                <w:tcPr>
                  <w:tcW w:w="14792" w:type="dxa"/>
                  <w:noWrap/>
                  <w:vAlign w:val="bottom"/>
                </w:tcPr>
                <w:p w:rsidR="00513045" w:rsidRPr="00A629D4" w:rsidRDefault="00513045" w:rsidP="0039022A">
                  <w:pPr>
                    <w:framePr w:hSpace="180" w:wrap="around" w:vAnchor="text" w:hAnchor="text" w:x="9289" w:y="1"/>
                    <w:ind w:left="-107" w:right="33"/>
                    <w:suppressOverlap/>
                    <w:rPr>
                      <w:sz w:val="26"/>
                      <w:szCs w:val="26"/>
                    </w:rPr>
                  </w:pPr>
                  <w:r w:rsidRPr="00A629D4">
                    <w:rPr>
                      <w:sz w:val="26"/>
                      <w:szCs w:val="26"/>
                    </w:rPr>
                    <w:t>от 16.12.2015 № 76</w:t>
                  </w:r>
                </w:p>
              </w:tc>
            </w:tr>
          </w:tbl>
          <w:p w:rsidR="00513045" w:rsidRPr="00A629D4" w:rsidRDefault="00513045" w:rsidP="0039022A">
            <w:pPr>
              <w:ind w:right="33"/>
              <w:rPr>
                <w:sz w:val="26"/>
                <w:szCs w:val="26"/>
              </w:rPr>
            </w:pPr>
          </w:p>
        </w:tc>
      </w:tr>
    </w:tbl>
    <w:p w:rsidR="00513045" w:rsidRDefault="00513045" w:rsidP="004E62B5">
      <w:pPr>
        <w:jc w:val="center"/>
        <w:rPr>
          <w:b/>
          <w:bCs/>
          <w:sz w:val="28"/>
          <w:szCs w:val="28"/>
        </w:rPr>
      </w:pPr>
      <w:r>
        <w:br w:type="textWrapping" w:clear="all"/>
      </w:r>
    </w:p>
    <w:p w:rsidR="00513045" w:rsidRDefault="00513045" w:rsidP="004E62B5">
      <w:pPr>
        <w:jc w:val="center"/>
        <w:rPr>
          <w:sz w:val="28"/>
          <w:szCs w:val="28"/>
        </w:rPr>
      </w:pPr>
      <w:r w:rsidRPr="004E62B5">
        <w:rPr>
          <w:b/>
          <w:bCs/>
          <w:sz w:val="28"/>
          <w:szCs w:val="28"/>
        </w:rPr>
        <w:t>Распределение иных межбюджетных трансфертов</w:t>
      </w:r>
      <w:r>
        <w:rPr>
          <w:b/>
          <w:bCs/>
          <w:sz w:val="28"/>
          <w:szCs w:val="28"/>
        </w:rPr>
        <w:t>,</w:t>
      </w:r>
      <w:r w:rsidRPr="004E62B5">
        <w:rPr>
          <w:b/>
          <w:bCs/>
          <w:sz w:val="28"/>
          <w:szCs w:val="28"/>
        </w:rPr>
        <w:t xml:space="preserve"> носящих целевой характер бюджетам городских и сельских поселений района на 2016 год</w:t>
      </w:r>
    </w:p>
    <w:p w:rsidR="00513045" w:rsidRPr="004E62B5" w:rsidRDefault="00513045" w:rsidP="004E62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>
        <w:t>(тыс.рублей)</w:t>
      </w:r>
    </w:p>
    <w:tbl>
      <w:tblPr>
        <w:tblW w:w="1583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731"/>
        <w:gridCol w:w="1650"/>
        <w:gridCol w:w="1560"/>
        <w:gridCol w:w="2126"/>
        <w:gridCol w:w="1559"/>
        <w:gridCol w:w="1985"/>
        <w:gridCol w:w="1676"/>
        <w:gridCol w:w="1418"/>
        <w:gridCol w:w="561"/>
      </w:tblGrid>
      <w:tr w:rsidR="00513045" w:rsidTr="00646345">
        <w:trPr>
          <w:trHeight w:val="2847"/>
        </w:trPr>
        <w:tc>
          <w:tcPr>
            <w:tcW w:w="567" w:type="dxa"/>
          </w:tcPr>
          <w:p w:rsidR="00513045" w:rsidRPr="00D34B43" w:rsidRDefault="00513045">
            <w:pPr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№ п/п</w:t>
            </w:r>
          </w:p>
        </w:tc>
        <w:tc>
          <w:tcPr>
            <w:tcW w:w="2731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color w:val="000000"/>
              </w:rPr>
              <w:t>Наименование  городских и сельских поселений</w:t>
            </w:r>
          </w:p>
        </w:tc>
        <w:tc>
          <w:tcPr>
            <w:tcW w:w="1650" w:type="dxa"/>
          </w:tcPr>
          <w:p w:rsidR="00513045" w:rsidRPr="00D34B43" w:rsidRDefault="00513045" w:rsidP="00D34B43">
            <w:pPr>
              <w:jc w:val="center"/>
              <w:rPr>
                <w:sz w:val="22"/>
                <w:szCs w:val="22"/>
              </w:rPr>
            </w:pPr>
            <w:r w:rsidRPr="00D34B43">
              <w:rPr>
                <w:sz w:val="22"/>
                <w:szCs w:val="22"/>
              </w:rPr>
              <w:t>Осуществление поселениями отдельных полномочий по организации библиотечного обслуживания населения, передаваемых муниципальным районом</w:t>
            </w:r>
          </w:p>
        </w:tc>
        <w:tc>
          <w:tcPr>
            <w:tcW w:w="1560" w:type="dxa"/>
          </w:tcPr>
          <w:p w:rsidR="00513045" w:rsidRPr="00D34B43" w:rsidRDefault="00513045" w:rsidP="00D34B43">
            <w:pPr>
              <w:jc w:val="center"/>
              <w:rPr>
                <w:sz w:val="22"/>
                <w:szCs w:val="22"/>
              </w:rPr>
            </w:pPr>
            <w:r w:rsidRPr="00D34B43">
              <w:rPr>
                <w:sz w:val="22"/>
                <w:szCs w:val="22"/>
              </w:rPr>
              <w:t>Реализация проектов развития поселений, основанных на местных инициативах граждан</w:t>
            </w:r>
          </w:p>
        </w:tc>
        <w:tc>
          <w:tcPr>
            <w:tcW w:w="2126" w:type="dxa"/>
          </w:tcPr>
          <w:p w:rsidR="00513045" w:rsidRPr="00D34B43" w:rsidRDefault="00513045" w:rsidP="00D34B43">
            <w:pPr>
              <w:jc w:val="center"/>
              <w:rPr>
                <w:sz w:val="22"/>
                <w:szCs w:val="22"/>
              </w:rPr>
            </w:pPr>
            <w:r w:rsidRPr="00D34B43">
              <w:rPr>
                <w:sz w:val="22"/>
                <w:szCs w:val="22"/>
              </w:rPr>
              <w:t>На софинансирование расходных обязательств по повышению оплаты труда отдельных категорий работников муниципальных учреждений</w:t>
            </w:r>
          </w:p>
        </w:tc>
        <w:tc>
          <w:tcPr>
            <w:tcW w:w="1559" w:type="dxa"/>
            <w:tcBorders>
              <w:right w:val="nil"/>
            </w:tcBorders>
          </w:tcPr>
          <w:p w:rsidR="00513045" w:rsidRPr="00D34B43" w:rsidRDefault="00513045">
            <w:pPr>
              <w:rPr>
                <w:sz w:val="22"/>
                <w:szCs w:val="22"/>
              </w:rPr>
            </w:pPr>
            <w:r w:rsidRPr="00D34B43">
              <w:rPr>
                <w:sz w:val="22"/>
                <w:szCs w:val="22"/>
              </w:rPr>
              <w:t>На проведение праздничных мероприятий, посвященных Дню поселка</w:t>
            </w:r>
          </w:p>
        </w:tc>
        <w:tc>
          <w:tcPr>
            <w:tcW w:w="1985" w:type="dxa"/>
            <w:tcBorders>
              <w:right w:val="nil"/>
            </w:tcBorders>
          </w:tcPr>
          <w:p w:rsidR="00513045" w:rsidRPr="00D34B43" w:rsidRDefault="00513045" w:rsidP="00D34B43">
            <w:pPr>
              <w:jc w:val="center"/>
              <w:rPr>
                <w:sz w:val="22"/>
                <w:szCs w:val="22"/>
              </w:rPr>
            </w:pPr>
            <w:r w:rsidRPr="00D34B43">
              <w:rPr>
                <w:sz w:val="22"/>
                <w:szCs w:val="22"/>
              </w:rPr>
              <w:t>На содержание органов местного самоуправления (для выплаты заработной платы)</w:t>
            </w:r>
          </w:p>
        </w:tc>
        <w:tc>
          <w:tcPr>
            <w:tcW w:w="1676" w:type="dxa"/>
          </w:tcPr>
          <w:p w:rsidR="00513045" w:rsidRPr="00D34B43" w:rsidRDefault="00513045" w:rsidP="00D34B43">
            <w:pPr>
              <w:jc w:val="center"/>
              <w:rPr>
                <w:sz w:val="22"/>
                <w:szCs w:val="22"/>
              </w:rPr>
            </w:pPr>
            <w:r w:rsidRPr="00D34B43">
              <w:rPr>
                <w:sz w:val="22"/>
                <w:szCs w:val="22"/>
              </w:rPr>
              <w:t>На содержание органов местного самоуправления (для оплаты судебных решений)</w:t>
            </w:r>
          </w:p>
        </w:tc>
        <w:tc>
          <w:tcPr>
            <w:tcW w:w="1418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Итого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</w:tr>
      <w:tr w:rsidR="00513045" w:rsidTr="00646345">
        <w:tc>
          <w:tcPr>
            <w:tcW w:w="567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bookmarkStart w:id="1" w:name="_Hlk466753175"/>
            <w:r w:rsidRPr="00D34B43">
              <w:rPr>
                <w:sz w:val="26"/>
                <w:szCs w:val="26"/>
              </w:rPr>
              <w:t>1</w:t>
            </w:r>
          </w:p>
        </w:tc>
        <w:tc>
          <w:tcPr>
            <w:tcW w:w="2731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2</w:t>
            </w:r>
          </w:p>
        </w:tc>
        <w:tc>
          <w:tcPr>
            <w:tcW w:w="1650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3</w:t>
            </w:r>
          </w:p>
        </w:tc>
        <w:tc>
          <w:tcPr>
            <w:tcW w:w="1560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4</w:t>
            </w:r>
          </w:p>
        </w:tc>
        <w:tc>
          <w:tcPr>
            <w:tcW w:w="2126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right w:val="nil"/>
            </w:tcBorders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6</w:t>
            </w:r>
          </w:p>
        </w:tc>
        <w:tc>
          <w:tcPr>
            <w:tcW w:w="1985" w:type="dxa"/>
            <w:tcBorders>
              <w:right w:val="nil"/>
            </w:tcBorders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7</w:t>
            </w:r>
          </w:p>
        </w:tc>
        <w:tc>
          <w:tcPr>
            <w:tcW w:w="1676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8</w:t>
            </w:r>
          </w:p>
        </w:tc>
        <w:tc>
          <w:tcPr>
            <w:tcW w:w="1418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9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</w:tr>
      <w:bookmarkEnd w:id="1"/>
      <w:tr w:rsidR="00513045" w:rsidTr="00646345">
        <w:tc>
          <w:tcPr>
            <w:tcW w:w="567" w:type="dxa"/>
          </w:tcPr>
          <w:p w:rsidR="00513045" w:rsidRPr="00D34B43" w:rsidRDefault="00513045">
            <w:pPr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1.</w:t>
            </w:r>
          </w:p>
        </w:tc>
        <w:tc>
          <w:tcPr>
            <w:tcW w:w="2731" w:type="dxa"/>
          </w:tcPr>
          <w:p w:rsidR="00513045" w:rsidRPr="00646345" w:rsidRDefault="00513045">
            <w:pPr>
              <w:rPr>
                <w:sz w:val="26"/>
                <w:szCs w:val="26"/>
              </w:rPr>
            </w:pPr>
            <w:r w:rsidRPr="00646345">
              <w:rPr>
                <w:sz w:val="26"/>
                <w:szCs w:val="26"/>
              </w:rPr>
              <w:t>Городское поселение "Рабочий поселок Чегдомын"</w:t>
            </w:r>
          </w:p>
        </w:tc>
        <w:tc>
          <w:tcPr>
            <w:tcW w:w="1650" w:type="dxa"/>
          </w:tcPr>
          <w:p w:rsidR="00513045" w:rsidRPr="00646345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513045" w:rsidRPr="00646345" w:rsidRDefault="00513045" w:rsidP="00D34B43">
            <w:pPr>
              <w:jc w:val="center"/>
              <w:rPr>
                <w:sz w:val="26"/>
                <w:szCs w:val="26"/>
              </w:rPr>
            </w:pPr>
            <w:r w:rsidRPr="00646345">
              <w:rPr>
                <w:sz w:val="26"/>
                <w:szCs w:val="26"/>
              </w:rPr>
              <w:t>2 000,000</w:t>
            </w:r>
          </w:p>
          <w:p w:rsidR="00513045" w:rsidRPr="00646345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513045" w:rsidRPr="00646345" w:rsidRDefault="00513045" w:rsidP="00D34B43">
            <w:pPr>
              <w:jc w:val="center"/>
              <w:rPr>
                <w:sz w:val="26"/>
                <w:szCs w:val="26"/>
              </w:rPr>
            </w:pPr>
            <w:r w:rsidRPr="00646345">
              <w:rPr>
                <w:sz w:val="26"/>
                <w:szCs w:val="26"/>
              </w:rPr>
              <w:t>1 278,000</w:t>
            </w:r>
          </w:p>
        </w:tc>
        <w:tc>
          <w:tcPr>
            <w:tcW w:w="1559" w:type="dxa"/>
            <w:tcBorders>
              <w:right w:val="nil"/>
            </w:tcBorders>
          </w:tcPr>
          <w:p w:rsidR="00513045" w:rsidRPr="00646345" w:rsidRDefault="00513045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right w:val="nil"/>
            </w:tcBorders>
          </w:tcPr>
          <w:p w:rsidR="00513045" w:rsidRPr="00646345" w:rsidRDefault="00513045">
            <w:pPr>
              <w:rPr>
                <w:sz w:val="26"/>
                <w:szCs w:val="26"/>
              </w:rPr>
            </w:pPr>
          </w:p>
        </w:tc>
        <w:tc>
          <w:tcPr>
            <w:tcW w:w="1676" w:type="dxa"/>
          </w:tcPr>
          <w:p w:rsidR="00513045" w:rsidRPr="00646345" w:rsidRDefault="00513045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513045" w:rsidRPr="00646345" w:rsidRDefault="00513045" w:rsidP="00D34B43">
            <w:pPr>
              <w:jc w:val="center"/>
              <w:rPr>
                <w:sz w:val="26"/>
                <w:szCs w:val="26"/>
              </w:rPr>
            </w:pPr>
            <w:r w:rsidRPr="00646345">
              <w:rPr>
                <w:sz w:val="26"/>
                <w:szCs w:val="26"/>
              </w:rPr>
              <w:t>3 278,000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</w:tr>
      <w:tr w:rsidR="00513045" w:rsidTr="00646345">
        <w:tc>
          <w:tcPr>
            <w:tcW w:w="567" w:type="dxa"/>
          </w:tcPr>
          <w:p w:rsidR="00513045" w:rsidRPr="00D34B43" w:rsidRDefault="00513045">
            <w:pPr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2.</w:t>
            </w:r>
          </w:p>
        </w:tc>
        <w:tc>
          <w:tcPr>
            <w:tcW w:w="2731" w:type="dxa"/>
          </w:tcPr>
          <w:p w:rsidR="00513045" w:rsidRPr="00646345" w:rsidRDefault="00513045">
            <w:pPr>
              <w:rPr>
                <w:sz w:val="26"/>
                <w:szCs w:val="26"/>
              </w:rPr>
            </w:pPr>
            <w:r w:rsidRPr="00646345">
              <w:rPr>
                <w:color w:val="000000"/>
                <w:sz w:val="26"/>
                <w:szCs w:val="26"/>
              </w:rPr>
              <w:t>Новоургальское городское поселение</w:t>
            </w:r>
          </w:p>
        </w:tc>
        <w:tc>
          <w:tcPr>
            <w:tcW w:w="1650" w:type="dxa"/>
          </w:tcPr>
          <w:p w:rsidR="00513045" w:rsidRPr="00646345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513045" w:rsidRPr="00646345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513045" w:rsidRPr="00646345" w:rsidRDefault="00513045" w:rsidP="00D34B43">
            <w:pPr>
              <w:jc w:val="center"/>
              <w:rPr>
                <w:sz w:val="26"/>
                <w:szCs w:val="26"/>
              </w:rPr>
            </w:pPr>
            <w:r w:rsidRPr="00646345">
              <w:rPr>
                <w:sz w:val="26"/>
                <w:szCs w:val="26"/>
              </w:rPr>
              <w:t>318,000</w:t>
            </w:r>
          </w:p>
        </w:tc>
        <w:tc>
          <w:tcPr>
            <w:tcW w:w="1559" w:type="dxa"/>
            <w:tcBorders>
              <w:right w:val="nil"/>
            </w:tcBorders>
          </w:tcPr>
          <w:p w:rsidR="00513045" w:rsidRPr="00646345" w:rsidRDefault="00513045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right w:val="nil"/>
            </w:tcBorders>
          </w:tcPr>
          <w:p w:rsidR="00513045" w:rsidRPr="00646345" w:rsidRDefault="00513045">
            <w:pPr>
              <w:rPr>
                <w:sz w:val="26"/>
                <w:szCs w:val="26"/>
              </w:rPr>
            </w:pPr>
          </w:p>
        </w:tc>
        <w:tc>
          <w:tcPr>
            <w:tcW w:w="1676" w:type="dxa"/>
          </w:tcPr>
          <w:p w:rsidR="00513045" w:rsidRPr="00646345" w:rsidRDefault="00513045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513045" w:rsidRPr="00646345" w:rsidRDefault="00513045" w:rsidP="00D34B43">
            <w:pPr>
              <w:jc w:val="center"/>
              <w:rPr>
                <w:sz w:val="26"/>
                <w:szCs w:val="26"/>
              </w:rPr>
            </w:pPr>
            <w:r w:rsidRPr="00646345">
              <w:rPr>
                <w:sz w:val="26"/>
                <w:szCs w:val="26"/>
              </w:rPr>
              <w:t>318,000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</w:tr>
      <w:tr w:rsidR="00513045" w:rsidTr="00646345">
        <w:tc>
          <w:tcPr>
            <w:tcW w:w="567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1</w:t>
            </w:r>
          </w:p>
        </w:tc>
        <w:tc>
          <w:tcPr>
            <w:tcW w:w="2731" w:type="dxa"/>
          </w:tcPr>
          <w:p w:rsidR="00513045" w:rsidRPr="00D34B43" w:rsidRDefault="00513045" w:rsidP="00D34B43">
            <w:pPr>
              <w:jc w:val="center"/>
              <w:rPr>
                <w:color w:val="000000"/>
                <w:sz w:val="28"/>
                <w:szCs w:val="28"/>
              </w:rPr>
            </w:pPr>
            <w:r w:rsidRPr="00D34B4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50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3</w:t>
            </w:r>
          </w:p>
        </w:tc>
        <w:tc>
          <w:tcPr>
            <w:tcW w:w="1560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4</w:t>
            </w:r>
          </w:p>
        </w:tc>
        <w:tc>
          <w:tcPr>
            <w:tcW w:w="2126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right w:val="nil"/>
            </w:tcBorders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6</w:t>
            </w:r>
          </w:p>
        </w:tc>
        <w:tc>
          <w:tcPr>
            <w:tcW w:w="1985" w:type="dxa"/>
            <w:tcBorders>
              <w:right w:val="nil"/>
            </w:tcBorders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7</w:t>
            </w:r>
          </w:p>
        </w:tc>
        <w:tc>
          <w:tcPr>
            <w:tcW w:w="1676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8</w:t>
            </w:r>
          </w:p>
        </w:tc>
        <w:tc>
          <w:tcPr>
            <w:tcW w:w="1418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9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</w:tr>
      <w:tr w:rsidR="00513045" w:rsidTr="00646345">
        <w:tc>
          <w:tcPr>
            <w:tcW w:w="567" w:type="dxa"/>
          </w:tcPr>
          <w:p w:rsidR="00513045" w:rsidRPr="00D34B43" w:rsidRDefault="00513045">
            <w:pPr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3.</w:t>
            </w:r>
          </w:p>
        </w:tc>
        <w:tc>
          <w:tcPr>
            <w:tcW w:w="2731" w:type="dxa"/>
          </w:tcPr>
          <w:p w:rsidR="00513045" w:rsidRPr="00D34B43" w:rsidRDefault="00513045">
            <w:pPr>
              <w:rPr>
                <w:sz w:val="26"/>
                <w:szCs w:val="26"/>
              </w:rPr>
            </w:pPr>
            <w:r w:rsidRPr="00D34B43">
              <w:rPr>
                <w:color w:val="000000"/>
                <w:sz w:val="28"/>
                <w:szCs w:val="28"/>
              </w:rPr>
              <w:t>Аланапское сельское поселение</w:t>
            </w:r>
          </w:p>
        </w:tc>
        <w:tc>
          <w:tcPr>
            <w:tcW w:w="1650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42,518</w:t>
            </w:r>
          </w:p>
        </w:tc>
        <w:tc>
          <w:tcPr>
            <w:tcW w:w="1560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478,000</w:t>
            </w:r>
          </w:p>
        </w:tc>
        <w:tc>
          <w:tcPr>
            <w:tcW w:w="1559" w:type="dxa"/>
            <w:tcBorders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  <w:tc>
          <w:tcPr>
            <w:tcW w:w="1676" w:type="dxa"/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520,518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</w:tr>
      <w:tr w:rsidR="00513045" w:rsidTr="00646345">
        <w:tc>
          <w:tcPr>
            <w:tcW w:w="567" w:type="dxa"/>
          </w:tcPr>
          <w:p w:rsidR="00513045" w:rsidRPr="00D34B43" w:rsidRDefault="00513045">
            <w:pPr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4.</w:t>
            </w:r>
          </w:p>
        </w:tc>
        <w:tc>
          <w:tcPr>
            <w:tcW w:w="2731" w:type="dxa"/>
          </w:tcPr>
          <w:p w:rsidR="00513045" w:rsidRPr="00D34B43" w:rsidRDefault="00513045">
            <w:pPr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Сельское поселение "Поселок Алонка"</w:t>
            </w:r>
          </w:p>
        </w:tc>
        <w:tc>
          <w:tcPr>
            <w:tcW w:w="1650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  <w:tc>
          <w:tcPr>
            <w:tcW w:w="1676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1 224,259</w:t>
            </w:r>
          </w:p>
        </w:tc>
        <w:tc>
          <w:tcPr>
            <w:tcW w:w="1418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1 224,259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</w:tr>
      <w:tr w:rsidR="00513045" w:rsidTr="00646345">
        <w:tc>
          <w:tcPr>
            <w:tcW w:w="567" w:type="dxa"/>
          </w:tcPr>
          <w:p w:rsidR="00513045" w:rsidRPr="00D34B43" w:rsidRDefault="00513045">
            <w:pPr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5.</w:t>
            </w:r>
          </w:p>
        </w:tc>
        <w:tc>
          <w:tcPr>
            <w:tcW w:w="2731" w:type="dxa"/>
          </w:tcPr>
          <w:p w:rsidR="00513045" w:rsidRPr="00D34B43" w:rsidRDefault="00513045">
            <w:pPr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Согдинское сельское поселение</w:t>
            </w:r>
          </w:p>
        </w:tc>
        <w:tc>
          <w:tcPr>
            <w:tcW w:w="1650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right w:val="nil"/>
            </w:tcBorders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197,041</w:t>
            </w:r>
          </w:p>
        </w:tc>
        <w:tc>
          <w:tcPr>
            <w:tcW w:w="1676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197,041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</w:tr>
      <w:tr w:rsidR="00513045" w:rsidTr="00646345">
        <w:tc>
          <w:tcPr>
            <w:tcW w:w="567" w:type="dxa"/>
          </w:tcPr>
          <w:p w:rsidR="00513045" w:rsidRPr="00D34B43" w:rsidRDefault="00513045">
            <w:pPr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6.</w:t>
            </w:r>
          </w:p>
        </w:tc>
        <w:tc>
          <w:tcPr>
            <w:tcW w:w="2731" w:type="dxa"/>
          </w:tcPr>
          <w:p w:rsidR="00513045" w:rsidRPr="00D34B43" w:rsidRDefault="00513045" w:rsidP="00CA4931">
            <w:pPr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Сельское поселение «Село Усть-Ургал»</w:t>
            </w:r>
          </w:p>
        </w:tc>
        <w:tc>
          <w:tcPr>
            <w:tcW w:w="1650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right w:val="nil"/>
            </w:tcBorders>
          </w:tcPr>
          <w:p w:rsidR="00513045" w:rsidRPr="00D34B43" w:rsidRDefault="00513045" w:rsidP="00CA4931">
            <w:pPr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20,000</w:t>
            </w:r>
          </w:p>
        </w:tc>
        <w:tc>
          <w:tcPr>
            <w:tcW w:w="1985" w:type="dxa"/>
            <w:tcBorders>
              <w:right w:val="nil"/>
            </w:tcBorders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149,803</w:t>
            </w:r>
          </w:p>
        </w:tc>
        <w:tc>
          <w:tcPr>
            <w:tcW w:w="1676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169,803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</w:tr>
      <w:tr w:rsidR="00513045" w:rsidTr="00646345">
        <w:tc>
          <w:tcPr>
            <w:tcW w:w="567" w:type="dxa"/>
          </w:tcPr>
          <w:p w:rsidR="00513045" w:rsidRPr="00D34B43" w:rsidRDefault="00513045">
            <w:pPr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7.</w:t>
            </w:r>
          </w:p>
        </w:tc>
        <w:tc>
          <w:tcPr>
            <w:tcW w:w="2731" w:type="dxa"/>
          </w:tcPr>
          <w:p w:rsidR="00513045" w:rsidRPr="00D34B43" w:rsidRDefault="00513045">
            <w:pPr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Тырминское сельское поселение</w:t>
            </w:r>
          </w:p>
        </w:tc>
        <w:tc>
          <w:tcPr>
            <w:tcW w:w="1650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434,000</w:t>
            </w:r>
          </w:p>
        </w:tc>
        <w:tc>
          <w:tcPr>
            <w:tcW w:w="1559" w:type="dxa"/>
            <w:tcBorders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right w:val="nil"/>
            </w:tcBorders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434,000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</w:tr>
      <w:tr w:rsidR="00513045" w:rsidTr="00646345">
        <w:tc>
          <w:tcPr>
            <w:tcW w:w="567" w:type="dxa"/>
          </w:tcPr>
          <w:p w:rsidR="00513045" w:rsidRPr="00D34B43" w:rsidRDefault="00513045">
            <w:pPr>
              <w:rPr>
                <w:sz w:val="26"/>
                <w:szCs w:val="26"/>
              </w:rPr>
            </w:pPr>
            <w:bookmarkStart w:id="2" w:name="_Hlk466753640"/>
            <w:r w:rsidRPr="00D34B43">
              <w:rPr>
                <w:sz w:val="26"/>
                <w:szCs w:val="26"/>
              </w:rPr>
              <w:t>8.</w:t>
            </w:r>
          </w:p>
        </w:tc>
        <w:tc>
          <w:tcPr>
            <w:tcW w:w="2731" w:type="dxa"/>
          </w:tcPr>
          <w:p w:rsidR="00513045" w:rsidRPr="00D34B43" w:rsidRDefault="00513045">
            <w:pPr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Чекундинское сельское поселение</w:t>
            </w:r>
          </w:p>
        </w:tc>
        <w:tc>
          <w:tcPr>
            <w:tcW w:w="1650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right w:val="nil"/>
            </w:tcBorders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118,674</w:t>
            </w:r>
          </w:p>
        </w:tc>
        <w:tc>
          <w:tcPr>
            <w:tcW w:w="1418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118,674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</w:tr>
      <w:tr w:rsidR="00513045" w:rsidTr="00646345">
        <w:tc>
          <w:tcPr>
            <w:tcW w:w="567" w:type="dxa"/>
          </w:tcPr>
          <w:p w:rsidR="00513045" w:rsidRPr="00D34B43" w:rsidRDefault="00513045">
            <w:pPr>
              <w:rPr>
                <w:sz w:val="26"/>
                <w:szCs w:val="26"/>
              </w:rPr>
            </w:pPr>
            <w:bookmarkStart w:id="3" w:name="_Hlk466753616"/>
            <w:bookmarkEnd w:id="2"/>
            <w:r w:rsidRPr="00D34B43">
              <w:rPr>
                <w:sz w:val="26"/>
                <w:szCs w:val="26"/>
              </w:rPr>
              <w:t>9.</w:t>
            </w:r>
          </w:p>
        </w:tc>
        <w:tc>
          <w:tcPr>
            <w:tcW w:w="2731" w:type="dxa"/>
          </w:tcPr>
          <w:p w:rsidR="00513045" w:rsidRPr="00D34B43" w:rsidRDefault="00513045" w:rsidP="00CA4931">
            <w:pPr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Сельское поселение «Поселок Этыркэн»</w:t>
            </w:r>
          </w:p>
        </w:tc>
        <w:tc>
          <w:tcPr>
            <w:tcW w:w="1650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144,000</w:t>
            </w:r>
          </w:p>
        </w:tc>
        <w:tc>
          <w:tcPr>
            <w:tcW w:w="1559" w:type="dxa"/>
            <w:tcBorders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right w:val="nil"/>
            </w:tcBorders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144,00</w:t>
            </w:r>
          </w:p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</w:tr>
      <w:bookmarkEnd w:id="3"/>
      <w:tr w:rsidR="00513045" w:rsidTr="00646345">
        <w:tc>
          <w:tcPr>
            <w:tcW w:w="567" w:type="dxa"/>
          </w:tcPr>
          <w:p w:rsidR="00513045" w:rsidRPr="00D34B43" w:rsidRDefault="00513045">
            <w:pPr>
              <w:rPr>
                <w:sz w:val="26"/>
                <w:szCs w:val="26"/>
              </w:rPr>
            </w:pPr>
          </w:p>
        </w:tc>
        <w:tc>
          <w:tcPr>
            <w:tcW w:w="2731" w:type="dxa"/>
          </w:tcPr>
          <w:p w:rsidR="00513045" w:rsidRPr="00D34B43" w:rsidRDefault="00513045">
            <w:pPr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Итого</w:t>
            </w:r>
          </w:p>
        </w:tc>
        <w:tc>
          <w:tcPr>
            <w:tcW w:w="1650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fldChar w:fldCharType="begin"/>
            </w:r>
            <w:r w:rsidRPr="00D34B43">
              <w:rPr>
                <w:sz w:val="26"/>
                <w:szCs w:val="26"/>
              </w:rPr>
              <w:instrText xml:space="preserve"> =SUM(ABOVE) \# "# ##0,000" </w:instrText>
            </w:r>
            <w:r w:rsidRPr="00D34B43">
              <w:rPr>
                <w:sz w:val="26"/>
                <w:szCs w:val="26"/>
              </w:rPr>
              <w:fldChar w:fldCharType="separate"/>
            </w:r>
            <w:r w:rsidRPr="00D34B43">
              <w:rPr>
                <w:noProof/>
                <w:sz w:val="26"/>
                <w:szCs w:val="26"/>
              </w:rPr>
              <w:t xml:space="preserve">  42,518</w:t>
            </w:r>
            <w:r w:rsidRPr="00D34B43">
              <w:rPr>
                <w:sz w:val="26"/>
                <w:szCs w:val="26"/>
              </w:rPr>
              <w:fldChar w:fldCharType="end"/>
            </w:r>
          </w:p>
        </w:tc>
        <w:tc>
          <w:tcPr>
            <w:tcW w:w="1560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fldChar w:fldCharType="begin"/>
            </w:r>
            <w:r w:rsidRPr="00D34B43">
              <w:rPr>
                <w:sz w:val="26"/>
                <w:szCs w:val="26"/>
              </w:rPr>
              <w:instrText xml:space="preserve"> =SUM(LEFT) \# "# ##0,000" </w:instrText>
            </w:r>
            <w:r w:rsidRPr="00D34B43">
              <w:rPr>
                <w:sz w:val="26"/>
                <w:szCs w:val="26"/>
              </w:rPr>
              <w:fldChar w:fldCharType="separate"/>
            </w:r>
            <w:r w:rsidRPr="00D34B43">
              <w:rPr>
                <w:noProof/>
                <w:sz w:val="26"/>
                <w:szCs w:val="26"/>
              </w:rPr>
              <w:t xml:space="preserve"> 2 </w:t>
            </w:r>
            <w:r w:rsidRPr="00D34B43">
              <w:rPr>
                <w:sz w:val="26"/>
                <w:szCs w:val="26"/>
              </w:rPr>
              <w:fldChar w:fldCharType="end"/>
            </w:r>
            <w:r w:rsidRPr="00D34B43">
              <w:rPr>
                <w:sz w:val="26"/>
                <w:szCs w:val="26"/>
              </w:rPr>
              <w:t>000,000</w:t>
            </w:r>
          </w:p>
        </w:tc>
        <w:tc>
          <w:tcPr>
            <w:tcW w:w="2126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fldChar w:fldCharType="begin"/>
            </w:r>
            <w:r w:rsidRPr="00D34B43">
              <w:rPr>
                <w:sz w:val="26"/>
                <w:szCs w:val="26"/>
              </w:rPr>
              <w:instrText xml:space="preserve"> =SUM(ABOVE) \# "# ##0,000" </w:instrText>
            </w:r>
            <w:r w:rsidRPr="00D34B43">
              <w:rPr>
                <w:sz w:val="26"/>
                <w:szCs w:val="26"/>
              </w:rPr>
              <w:fldChar w:fldCharType="separate"/>
            </w:r>
            <w:r w:rsidRPr="00D34B43">
              <w:rPr>
                <w:noProof/>
                <w:sz w:val="26"/>
                <w:szCs w:val="26"/>
              </w:rPr>
              <w:t>2 652,000</w:t>
            </w:r>
            <w:r w:rsidRPr="00D34B43">
              <w:rPr>
                <w:sz w:val="26"/>
                <w:szCs w:val="26"/>
              </w:rPr>
              <w:fldChar w:fldCharType="end"/>
            </w:r>
          </w:p>
        </w:tc>
        <w:tc>
          <w:tcPr>
            <w:tcW w:w="1559" w:type="dxa"/>
            <w:tcBorders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fldChar w:fldCharType="begin"/>
            </w:r>
            <w:r w:rsidRPr="00D34B43">
              <w:rPr>
                <w:sz w:val="26"/>
                <w:szCs w:val="26"/>
              </w:rPr>
              <w:instrText xml:space="preserve"> =SUM(ABOVE) \# "# ##0,000" </w:instrText>
            </w:r>
            <w:r w:rsidRPr="00D34B43">
              <w:rPr>
                <w:sz w:val="26"/>
                <w:szCs w:val="26"/>
              </w:rPr>
              <w:fldChar w:fldCharType="separate"/>
            </w:r>
            <w:r w:rsidRPr="00D34B43">
              <w:rPr>
                <w:noProof/>
                <w:sz w:val="26"/>
                <w:szCs w:val="26"/>
              </w:rPr>
              <w:t xml:space="preserve">  20,000</w:t>
            </w:r>
            <w:r w:rsidRPr="00D34B43">
              <w:rPr>
                <w:sz w:val="26"/>
                <w:szCs w:val="26"/>
              </w:rPr>
              <w:fldChar w:fldCharType="end"/>
            </w:r>
          </w:p>
        </w:tc>
        <w:tc>
          <w:tcPr>
            <w:tcW w:w="1985" w:type="dxa"/>
            <w:tcBorders>
              <w:right w:val="nil"/>
            </w:tcBorders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346,844</w:t>
            </w:r>
          </w:p>
        </w:tc>
        <w:tc>
          <w:tcPr>
            <w:tcW w:w="1676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1 342,933</w:t>
            </w:r>
          </w:p>
        </w:tc>
        <w:tc>
          <w:tcPr>
            <w:tcW w:w="1418" w:type="dxa"/>
          </w:tcPr>
          <w:p w:rsidR="00513045" w:rsidRPr="00D34B43" w:rsidRDefault="00513045" w:rsidP="00D34B43">
            <w:pPr>
              <w:jc w:val="center"/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6 404,295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:rsidR="00513045" w:rsidRPr="00D34B43" w:rsidRDefault="00513045">
            <w:pPr>
              <w:rPr>
                <w:sz w:val="26"/>
                <w:szCs w:val="26"/>
              </w:rPr>
            </w:pPr>
            <w:r w:rsidRPr="00D34B43">
              <w:rPr>
                <w:sz w:val="26"/>
                <w:szCs w:val="26"/>
              </w:rPr>
              <w:t>»</w:t>
            </w:r>
          </w:p>
        </w:tc>
      </w:tr>
    </w:tbl>
    <w:p w:rsidR="00513045" w:rsidRDefault="00513045" w:rsidP="007862E1">
      <w:pPr>
        <w:rPr>
          <w:sz w:val="26"/>
          <w:szCs w:val="26"/>
        </w:rPr>
      </w:pPr>
    </w:p>
    <w:p w:rsidR="00513045" w:rsidRDefault="00513045" w:rsidP="007862E1">
      <w:pPr>
        <w:rPr>
          <w:sz w:val="26"/>
          <w:szCs w:val="26"/>
        </w:rPr>
      </w:pPr>
    </w:p>
    <w:p w:rsidR="00513045" w:rsidRDefault="00513045" w:rsidP="007862E1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Собрания депутатов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А.В.Толкачев                                           </w:t>
      </w:r>
    </w:p>
    <w:p w:rsidR="00513045" w:rsidRDefault="00513045" w:rsidP="007862E1">
      <w:pPr>
        <w:rPr>
          <w:sz w:val="26"/>
          <w:szCs w:val="26"/>
        </w:rPr>
      </w:pPr>
    </w:p>
    <w:p w:rsidR="00513045" w:rsidRDefault="00513045" w:rsidP="007862E1">
      <w:pPr>
        <w:rPr>
          <w:sz w:val="26"/>
          <w:szCs w:val="26"/>
        </w:rPr>
      </w:pPr>
      <w:r>
        <w:rPr>
          <w:sz w:val="26"/>
          <w:szCs w:val="26"/>
        </w:rPr>
        <w:t xml:space="preserve">Глава Верхнебуреинского </w:t>
      </w:r>
    </w:p>
    <w:p w:rsidR="00513045" w:rsidRDefault="00513045" w:rsidP="007862E1">
      <w:r>
        <w:rPr>
          <w:sz w:val="26"/>
          <w:szCs w:val="26"/>
        </w:rPr>
        <w:t>муниципального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П.Ф.Титков</w:t>
      </w:r>
    </w:p>
    <w:sectPr w:rsidR="00513045" w:rsidSect="00646345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045" w:rsidRDefault="00513045" w:rsidP="00A85CD2">
      <w:r>
        <w:separator/>
      </w:r>
    </w:p>
  </w:endnote>
  <w:endnote w:type="continuationSeparator" w:id="1">
    <w:p w:rsidR="00513045" w:rsidRDefault="00513045" w:rsidP="00A85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045" w:rsidRDefault="00513045" w:rsidP="00A85CD2">
      <w:r>
        <w:separator/>
      </w:r>
    </w:p>
  </w:footnote>
  <w:footnote w:type="continuationSeparator" w:id="1">
    <w:p w:rsidR="00513045" w:rsidRDefault="00513045" w:rsidP="00A85C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5CD2"/>
    <w:rsid w:val="00031255"/>
    <w:rsid w:val="00032E26"/>
    <w:rsid w:val="000363AF"/>
    <w:rsid w:val="00045F43"/>
    <w:rsid w:val="00073F4D"/>
    <w:rsid w:val="000961A6"/>
    <w:rsid w:val="000A2D38"/>
    <w:rsid w:val="000B4D83"/>
    <w:rsid w:val="000D1F69"/>
    <w:rsid w:val="000D2947"/>
    <w:rsid w:val="000D5653"/>
    <w:rsid w:val="000E2C36"/>
    <w:rsid w:val="000F3140"/>
    <w:rsid w:val="000F5C52"/>
    <w:rsid w:val="0010169A"/>
    <w:rsid w:val="0011525C"/>
    <w:rsid w:val="00131A9D"/>
    <w:rsid w:val="001351EB"/>
    <w:rsid w:val="00141E7E"/>
    <w:rsid w:val="00147D83"/>
    <w:rsid w:val="0015180D"/>
    <w:rsid w:val="00151D67"/>
    <w:rsid w:val="0016036A"/>
    <w:rsid w:val="001748B0"/>
    <w:rsid w:val="0017794B"/>
    <w:rsid w:val="00192970"/>
    <w:rsid w:val="00197AA4"/>
    <w:rsid w:val="00197F30"/>
    <w:rsid w:val="001B5C26"/>
    <w:rsid w:val="001B6451"/>
    <w:rsid w:val="001E03CD"/>
    <w:rsid w:val="001E214C"/>
    <w:rsid w:val="001E4CA0"/>
    <w:rsid w:val="001E78A4"/>
    <w:rsid w:val="002128E9"/>
    <w:rsid w:val="0022620F"/>
    <w:rsid w:val="00235378"/>
    <w:rsid w:val="002373AB"/>
    <w:rsid w:val="00263F29"/>
    <w:rsid w:val="0027637C"/>
    <w:rsid w:val="0027776C"/>
    <w:rsid w:val="0028267A"/>
    <w:rsid w:val="00285D62"/>
    <w:rsid w:val="00292753"/>
    <w:rsid w:val="00294CEF"/>
    <w:rsid w:val="002A1357"/>
    <w:rsid w:val="002A33F2"/>
    <w:rsid w:val="002B2C12"/>
    <w:rsid w:val="002B56DD"/>
    <w:rsid w:val="002D2228"/>
    <w:rsid w:val="002E128E"/>
    <w:rsid w:val="002E1B18"/>
    <w:rsid w:val="002E5E42"/>
    <w:rsid w:val="002E5F2C"/>
    <w:rsid w:val="00307039"/>
    <w:rsid w:val="003103DF"/>
    <w:rsid w:val="003163B2"/>
    <w:rsid w:val="00320900"/>
    <w:rsid w:val="00327EB1"/>
    <w:rsid w:val="0033292C"/>
    <w:rsid w:val="0035684E"/>
    <w:rsid w:val="0036611D"/>
    <w:rsid w:val="003859F8"/>
    <w:rsid w:val="00386835"/>
    <w:rsid w:val="0039022A"/>
    <w:rsid w:val="003A0DE5"/>
    <w:rsid w:val="003A3BC3"/>
    <w:rsid w:val="003E3649"/>
    <w:rsid w:val="003F3C07"/>
    <w:rsid w:val="00417416"/>
    <w:rsid w:val="00442772"/>
    <w:rsid w:val="00450803"/>
    <w:rsid w:val="0045438C"/>
    <w:rsid w:val="00456BCB"/>
    <w:rsid w:val="004745EE"/>
    <w:rsid w:val="004B126B"/>
    <w:rsid w:val="004B4DB5"/>
    <w:rsid w:val="004B4E75"/>
    <w:rsid w:val="004C4B5E"/>
    <w:rsid w:val="004E62B5"/>
    <w:rsid w:val="005037A3"/>
    <w:rsid w:val="005100C0"/>
    <w:rsid w:val="00513045"/>
    <w:rsid w:val="00547673"/>
    <w:rsid w:val="00574110"/>
    <w:rsid w:val="00581B6C"/>
    <w:rsid w:val="0058479E"/>
    <w:rsid w:val="005A60E1"/>
    <w:rsid w:val="005A789D"/>
    <w:rsid w:val="005B1A82"/>
    <w:rsid w:val="005D2B47"/>
    <w:rsid w:val="005F3E5B"/>
    <w:rsid w:val="00600C05"/>
    <w:rsid w:val="00602B12"/>
    <w:rsid w:val="00622A57"/>
    <w:rsid w:val="0064200F"/>
    <w:rsid w:val="00646345"/>
    <w:rsid w:val="006517C0"/>
    <w:rsid w:val="00672DD7"/>
    <w:rsid w:val="00687C0D"/>
    <w:rsid w:val="006A0EDE"/>
    <w:rsid w:val="006A4B15"/>
    <w:rsid w:val="006B35D2"/>
    <w:rsid w:val="006D297F"/>
    <w:rsid w:val="006E6C76"/>
    <w:rsid w:val="006F3B37"/>
    <w:rsid w:val="006F4E95"/>
    <w:rsid w:val="0072264E"/>
    <w:rsid w:val="00726E7E"/>
    <w:rsid w:val="00727FD8"/>
    <w:rsid w:val="00730AF4"/>
    <w:rsid w:val="00740477"/>
    <w:rsid w:val="00747B7C"/>
    <w:rsid w:val="00755360"/>
    <w:rsid w:val="00770BDF"/>
    <w:rsid w:val="007712E0"/>
    <w:rsid w:val="00773DCA"/>
    <w:rsid w:val="00781F58"/>
    <w:rsid w:val="007862E1"/>
    <w:rsid w:val="00793A9F"/>
    <w:rsid w:val="007A1210"/>
    <w:rsid w:val="007A56D1"/>
    <w:rsid w:val="007F2568"/>
    <w:rsid w:val="007F4BFF"/>
    <w:rsid w:val="00810690"/>
    <w:rsid w:val="0083319D"/>
    <w:rsid w:val="00882D0D"/>
    <w:rsid w:val="00882DA0"/>
    <w:rsid w:val="00883949"/>
    <w:rsid w:val="00883D66"/>
    <w:rsid w:val="0089145E"/>
    <w:rsid w:val="00894814"/>
    <w:rsid w:val="008A3EC3"/>
    <w:rsid w:val="008D733C"/>
    <w:rsid w:val="008F4C10"/>
    <w:rsid w:val="00911BBA"/>
    <w:rsid w:val="00925946"/>
    <w:rsid w:val="00935C8E"/>
    <w:rsid w:val="00942541"/>
    <w:rsid w:val="00950D6D"/>
    <w:rsid w:val="00954274"/>
    <w:rsid w:val="009657FA"/>
    <w:rsid w:val="0097041A"/>
    <w:rsid w:val="00990D20"/>
    <w:rsid w:val="0099771C"/>
    <w:rsid w:val="009B4434"/>
    <w:rsid w:val="009C59E0"/>
    <w:rsid w:val="009D1A18"/>
    <w:rsid w:val="009D2BF0"/>
    <w:rsid w:val="009F2A07"/>
    <w:rsid w:val="00A16D9D"/>
    <w:rsid w:val="00A22149"/>
    <w:rsid w:val="00A27E03"/>
    <w:rsid w:val="00A358F6"/>
    <w:rsid w:val="00A466FE"/>
    <w:rsid w:val="00A52A64"/>
    <w:rsid w:val="00A54950"/>
    <w:rsid w:val="00A629D4"/>
    <w:rsid w:val="00A85CD2"/>
    <w:rsid w:val="00A91184"/>
    <w:rsid w:val="00A92162"/>
    <w:rsid w:val="00A972AD"/>
    <w:rsid w:val="00AA1BC9"/>
    <w:rsid w:val="00AA1FC5"/>
    <w:rsid w:val="00AA5E27"/>
    <w:rsid w:val="00AA746F"/>
    <w:rsid w:val="00AB626E"/>
    <w:rsid w:val="00AC3116"/>
    <w:rsid w:val="00AF3B5D"/>
    <w:rsid w:val="00B117A2"/>
    <w:rsid w:val="00B20963"/>
    <w:rsid w:val="00B2293F"/>
    <w:rsid w:val="00B2729E"/>
    <w:rsid w:val="00B30F61"/>
    <w:rsid w:val="00B34EC0"/>
    <w:rsid w:val="00B5141C"/>
    <w:rsid w:val="00B55643"/>
    <w:rsid w:val="00B62106"/>
    <w:rsid w:val="00B71B55"/>
    <w:rsid w:val="00B72597"/>
    <w:rsid w:val="00B82574"/>
    <w:rsid w:val="00B921D4"/>
    <w:rsid w:val="00B9740A"/>
    <w:rsid w:val="00BA1A22"/>
    <w:rsid w:val="00BB019A"/>
    <w:rsid w:val="00BB47C7"/>
    <w:rsid w:val="00BB4D96"/>
    <w:rsid w:val="00BB7846"/>
    <w:rsid w:val="00BD16A6"/>
    <w:rsid w:val="00BE3C11"/>
    <w:rsid w:val="00BE7621"/>
    <w:rsid w:val="00C05D4C"/>
    <w:rsid w:val="00C07492"/>
    <w:rsid w:val="00C15880"/>
    <w:rsid w:val="00C42D49"/>
    <w:rsid w:val="00C50A7D"/>
    <w:rsid w:val="00C61027"/>
    <w:rsid w:val="00C6359D"/>
    <w:rsid w:val="00C63FD7"/>
    <w:rsid w:val="00C676E9"/>
    <w:rsid w:val="00C76FA3"/>
    <w:rsid w:val="00C843D0"/>
    <w:rsid w:val="00C9296D"/>
    <w:rsid w:val="00CA4931"/>
    <w:rsid w:val="00CA7C4C"/>
    <w:rsid w:val="00CB0EAC"/>
    <w:rsid w:val="00CB18C1"/>
    <w:rsid w:val="00CC5C43"/>
    <w:rsid w:val="00CD3BF9"/>
    <w:rsid w:val="00CE73ED"/>
    <w:rsid w:val="00CF4BBD"/>
    <w:rsid w:val="00CF68C0"/>
    <w:rsid w:val="00D006F8"/>
    <w:rsid w:val="00D07EA3"/>
    <w:rsid w:val="00D1127B"/>
    <w:rsid w:val="00D13190"/>
    <w:rsid w:val="00D13E5D"/>
    <w:rsid w:val="00D34B43"/>
    <w:rsid w:val="00D406A7"/>
    <w:rsid w:val="00D4696F"/>
    <w:rsid w:val="00D54B29"/>
    <w:rsid w:val="00D656D6"/>
    <w:rsid w:val="00D94B35"/>
    <w:rsid w:val="00DA3C7E"/>
    <w:rsid w:val="00DD53DD"/>
    <w:rsid w:val="00DD63DF"/>
    <w:rsid w:val="00DF2223"/>
    <w:rsid w:val="00DF54B2"/>
    <w:rsid w:val="00E01FF1"/>
    <w:rsid w:val="00E12A55"/>
    <w:rsid w:val="00E20295"/>
    <w:rsid w:val="00E2541F"/>
    <w:rsid w:val="00E31D38"/>
    <w:rsid w:val="00E36F9D"/>
    <w:rsid w:val="00E408D9"/>
    <w:rsid w:val="00E45F40"/>
    <w:rsid w:val="00E56732"/>
    <w:rsid w:val="00E623F8"/>
    <w:rsid w:val="00E670C1"/>
    <w:rsid w:val="00E70300"/>
    <w:rsid w:val="00E72BAD"/>
    <w:rsid w:val="00E72D13"/>
    <w:rsid w:val="00E802AC"/>
    <w:rsid w:val="00E833E3"/>
    <w:rsid w:val="00E8350C"/>
    <w:rsid w:val="00E8792C"/>
    <w:rsid w:val="00EB1FA3"/>
    <w:rsid w:val="00EC46AE"/>
    <w:rsid w:val="00EC4FC3"/>
    <w:rsid w:val="00EC7BEA"/>
    <w:rsid w:val="00EE1996"/>
    <w:rsid w:val="00EE38C7"/>
    <w:rsid w:val="00EE4A47"/>
    <w:rsid w:val="00EE681B"/>
    <w:rsid w:val="00EF5666"/>
    <w:rsid w:val="00F00064"/>
    <w:rsid w:val="00F071CA"/>
    <w:rsid w:val="00F35B33"/>
    <w:rsid w:val="00F402F3"/>
    <w:rsid w:val="00F40370"/>
    <w:rsid w:val="00F57873"/>
    <w:rsid w:val="00F60322"/>
    <w:rsid w:val="00F634F0"/>
    <w:rsid w:val="00F650D4"/>
    <w:rsid w:val="00F7075A"/>
    <w:rsid w:val="00F75756"/>
    <w:rsid w:val="00F95922"/>
    <w:rsid w:val="00FB03E9"/>
    <w:rsid w:val="00FB5F93"/>
    <w:rsid w:val="00FF308D"/>
    <w:rsid w:val="00FF30B6"/>
    <w:rsid w:val="00FF4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CD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85CD2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85CD2"/>
  </w:style>
  <w:style w:type="paragraph" w:styleId="Footer">
    <w:name w:val="footer"/>
    <w:basedOn w:val="Normal"/>
    <w:link w:val="FooterChar"/>
    <w:uiPriority w:val="99"/>
    <w:semiHidden/>
    <w:rsid w:val="00A85CD2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85CD2"/>
  </w:style>
  <w:style w:type="table" w:styleId="TableGrid">
    <w:name w:val="Table Grid"/>
    <w:basedOn w:val="TableNormal"/>
    <w:uiPriority w:val="99"/>
    <w:rsid w:val="00A85CD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4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2</Pages>
  <Words>326</Words>
  <Characters>1859</Characters>
  <Application>Microsoft Office Outlook</Application>
  <DocSecurity>0</DocSecurity>
  <Lines>0</Lines>
  <Paragraphs>0</Paragraphs>
  <ScaleCrop>false</ScaleCrop>
  <Company>*Питер-Company*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Customer</cp:lastModifiedBy>
  <cp:revision>11</cp:revision>
  <cp:lastPrinted>2016-11-23T02:23:00Z</cp:lastPrinted>
  <dcterms:created xsi:type="dcterms:W3CDTF">2016-11-12T12:46:00Z</dcterms:created>
  <dcterms:modified xsi:type="dcterms:W3CDTF">2016-11-23T02:37:00Z</dcterms:modified>
</cp:coreProperties>
</file>