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66" w:rsidRDefault="00361266" w:rsidP="00F3667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</w:t>
      </w:r>
    </w:p>
    <w:tbl>
      <w:tblPr>
        <w:tblW w:w="0" w:type="auto"/>
        <w:tblLook w:val="01E0"/>
      </w:tblPr>
      <w:tblGrid>
        <w:gridCol w:w="10008"/>
        <w:gridCol w:w="4778"/>
      </w:tblGrid>
      <w:tr w:rsidR="00361266" w:rsidTr="00070913">
        <w:tc>
          <w:tcPr>
            <w:tcW w:w="10008" w:type="dxa"/>
          </w:tcPr>
          <w:p w:rsidR="00361266" w:rsidRPr="00070913" w:rsidRDefault="00361266" w:rsidP="000709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78" w:type="dxa"/>
          </w:tcPr>
          <w:p w:rsidR="00361266" w:rsidRPr="00070913" w:rsidRDefault="00361266" w:rsidP="00070913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70913">
              <w:rPr>
                <w:sz w:val="26"/>
                <w:szCs w:val="26"/>
              </w:rPr>
              <w:t>УТВЕРЖДЕН</w:t>
            </w:r>
          </w:p>
          <w:p w:rsidR="00361266" w:rsidRPr="00070913" w:rsidRDefault="00361266" w:rsidP="00070913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361266" w:rsidRPr="00070913" w:rsidRDefault="00361266" w:rsidP="00070913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70913">
              <w:rPr>
                <w:sz w:val="26"/>
                <w:szCs w:val="26"/>
              </w:rPr>
              <w:t xml:space="preserve">постановлением </w:t>
            </w:r>
          </w:p>
          <w:p w:rsidR="00361266" w:rsidRPr="00070913" w:rsidRDefault="00361266" w:rsidP="00070913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70913">
              <w:rPr>
                <w:sz w:val="26"/>
                <w:szCs w:val="26"/>
              </w:rPr>
              <w:t>администрации района</w:t>
            </w:r>
          </w:p>
          <w:p w:rsidR="00361266" w:rsidRPr="00070913" w:rsidRDefault="00361266" w:rsidP="00070913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361266" w:rsidRPr="00070913" w:rsidRDefault="00361266" w:rsidP="00070913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21.11.2016 № 682</w:t>
            </w:r>
          </w:p>
        </w:tc>
      </w:tr>
    </w:tbl>
    <w:p w:rsidR="00361266" w:rsidRDefault="00361266" w:rsidP="00F3667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</w:t>
      </w:r>
    </w:p>
    <w:p w:rsidR="00361266" w:rsidRDefault="00361266" w:rsidP="00F3667C">
      <w:pPr>
        <w:jc w:val="center"/>
        <w:rPr>
          <w:sz w:val="26"/>
          <w:szCs w:val="26"/>
        </w:rPr>
      </w:pPr>
    </w:p>
    <w:p w:rsidR="00361266" w:rsidRDefault="00361266" w:rsidP="00F3667C">
      <w:pPr>
        <w:jc w:val="right"/>
        <w:rPr>
          <w:szCs w:val="28"/>
        </w:rPr>
      </w:pPr>
    </w:p>
    <w:p w:rsidR="00361266" w:rsidRDefault="00361266" w:rsidP="00F3667C">
      <w:pPr>
        <w:rPr>
          <w:szCs w:val="28"/>
        </w:rPr>
      </w:pPr>
    </w:p>
    <w:p w:rsidR="00361266" w:rsidRDefault="00361266" w:rsidP="00F3667C">
      <w:pPr>
        <w:rPr>
          <w:szCs w:val="28"/>
        </w:rPr>
      </w:pPr>
    </w:p>
    <w:p w:rsidR="00361266" w:rsidRDefault="00361266" w:rsidP="00F3667C">
      <w:pPr>
        <w:rPr>
          <w:szCs w:val="28"/>
        </w:rPr>
      </w:pPr>
    </w:p>
    <w:p w:rsidR="00361266" w:rsidRPr="002A26B5" w:rsidRDefault="00361266" w:rsidP="00F3667C">
      <w:pPr>
        <w:jc w:val="center"/>
        <w:rPr>
          <w:szCs w:val="28"/>
        </w:rPr>
      </w:pPr>
      <w:r w:rsidRPr="002A26B5">
        <w:rPr>
          <w:szCs w:val="28"/>
        </w:rPr>
        <w:t>ПЕРЕЧЕНЬ</w:t>
      </w:r>
    </w:p>
    <w:p w:rsidR="00361266" w:rsidRDefault="00361266" w:rsidP="00F3667C">
      <w:pPr>
        <w:jc w:val="center"/>
        <w:rPr>
          <w:szCs w:val="28"/>
        </w:rPr>
      </w:pPr>
      <w:r w:rsidRPr="002A26B5">
        <w:rPr>
          <w:szCs w:val="28"/>
        </w:rPr>
        <w:t xml:space="preserve">муниципального имущества, подлежащего передаче из муниципальной собственности Верхнебуреинского муниципального района </w:t>
      </w:r>
      <w:r>
        <w:rPr>
          <w:szCs w:val="28"/>
        </w:rPr>
        <w:t xml:space="preserve">Хабаровского края </w:t>
      </w:r>
      <w:r w:rsidRPr="002A26B5">
        <w:rPr>
          <w:szCs w:val="28"/>
        </w:rPr>
        <w:t xml:space="preserve">в </w:t>
      </w:r>
      <w:r>
        <w:rPr>
          <w:szCs w:val="28"/>
        </w:rPr>
        <w:t xml:space="preserve">муниципальную </w:t>
      </w:r>
      <w:r w:rsidRPr="002A26B5">
        <w:rPr>
          <w:szCs w:val="28"/>
        </w:rPr>
        <w:t xml:space="preserve">собственность </w:t>
      </w:r>
      <w:r>
        <w:rPr>
          <w:szCs w:val="28"/>
        </w:rPr>
        <w:t>Согдинского сельского поселения</w:t>
      </w:r>
      <w:r w:rsidRPr="003B1AF5">
        <w:rPr>
          <w:szCs w:val="28"/>
        </w:rPr>
        <w:t xml:space="preserve"> </w:t>
      </w:r>
      <w:r w:rsidRPr="002A26B5">
        <w:rPr>
          <w:szCs w:val="28"/>
        </w:rPr>
        <w:t xml:space="preserve">Верхнебуреинского муниципального района </w:t>
      </w:r>
      <w:r>
        <w:rPr>
          <w:szCs w:val="28"/>
        </w:rPr>
        <w:t>Хабаровского края.</w:t>
      </w:r>
    </w:p>
    <w:p w:rsidR="00361266" w:rsidRDefault="00361266" w:rsidP="00F3667C">
      <w:pPr>
        <w:jc w:val="center"/>
        <w:rPr>
          <w:szCs w:val="28"/>
        </w:rPr>
      </w:pPr>
    </w:p>
    <w:tbl>
      <w:tblPr>
        <w:tblW w:w="14511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"/>
        <w:gridCol w:w="2835"/>
        <w:gridCol w:w="3544"/>
        <w:gridCol w:w="3402"/>
        <w:gridCol w:w="4050"/>
      </w:tblGrid>
      <w:tr w:rsidR="00361266" w:rsidRPr="00D91247" w:rsidTr="00EC6B2A">
        <w:trPr>
          <w:jc w:val="center"/>
        </w:trPr>
        <w:tc>
          <w:tcPr>
            <w:tcW w:w="680" w:type="dxa"/>
            <w:vAlign w:val="center"/>
          </w:tcPr>
          <w:p w:rsidR="00361266" w:rsidRPr="00D91247" w:rsidRDefault="00361266" w:rsidP="00EC6B2A">
            <w:pPr>
              <w:jc w:val="center"/>
            </w:pPr>
            <w:r w:rsidRPr="00D91247">
              <w:t>№ п/п</w:t>
            </w:r>
          </w:p>
        </w:tc>
        <w:tc>
          <w:tcPr>
            <w:tcW w:w="2835" w:type="dxa"/>
            <w:vAlign w:val="center"/>
          </w:tcPr>
          <w:p w:rsidR="00361266" w:rsidRPr="00D91247" w:rsidRDefault="00361266" w:rsidP="00EC6B2A">
            <w:pPr>
              <w:jc w:val="center"/>
            </w:pPr>
            <w:r w:rsidRPr="00D91247">
              <w:t>Наименование объекта</w:t>
            </w:r>
          </w:p>
        </w:tc>
        <w:tc>
          <w:tcPr>
            <w:tcW w:w="3544" w:type="dxa"/>
            <w:vAlign w:val="center"/>
          </w:tcPr>
          <w:p w:rsidR="00361266" w:rsidRPr="00D91247" w:rsidRDefault="00361266" w:rsidP="00EC6B2A">
            <w:pPr>
              <w:jc w:val="center"/>
            </w:pPr>
            <w:r w:rsidRPr="00D91247">
              <w:t>Местоположение объекта</w:t>
            </w:r>
          </w:p>
        </w:tc>
        <w:tc>
          <w:tcPr>
            <w:tcW w:w="3402" w:type="dxa"/>
            <w:vAlign w:val="center"/>
          </w:tcPr>
          <w:p w:rsidR="00361266" w:rsidRPr="00D91247" w:rsidRDefault="00361266" w:rsidP="00EC6B2A">
            <w:pPr>
              <w:jc w:val="center"/>
            </w:pPr>
            <w:r w:rsidRPr="00D91247">
              <w:t>Характеристик</w:t>
            </w:r>
            <w:r>
              <w:t>а</w:t>
            </w:r>
            <w:r w:rsidRPr="00D91247">
              <w:t xml:space="preserve"> объекта</w:t>
            </w:r>
          </w:p>
        </w:tc>
        <w:tc>
          <w:tcPr>
            <w:tcW w:w="4050" w:type="dxa"/>
          </w:tcPr>
          <w:p w:rsidR="00361266" w:rsidRPr="00D91247" w:rsidRDefault="00361266" w:rsidP="00F3667C">
            <w:pPr>
              <w:jc w:val="center"/>
            </w:pPr>
            <w:r>
              <w:t>Балансовая стоимость, рублей</w:t>
            </w:r>
          </w:p>
        </w:tc>
      </w:tr>
      <w:tr w:rsidR="00361266" w:rsidRPr="00D91247" w:rsidTr="00EC6B2A">
        <w:trPr>
          <w:jc w:val="center"/>
        </w:trPr>
        <w:tc>
          <w:tcPr>
            <w:tcW w:w="680" w:type="dxa"/>
          </w:tcPr>
          <w:p w:rsidR="00361266" w:rsidRPr="00D91247" w:rsidRDefault="00361266" w:rsidP="00EC6B2A">
            <w:pPr>
              <w:jc w:val="center"/>
            </w:pPr>
            <w:r w:rsidRPr="00D91247">
              <w:t>1</w:t>
            </w:r>
          </w:p>
        </w:tc>
        <w:tc>
          <w:tcPr>
            <w:tcW w:w="2835" w:type="dxa"/>
          </w:tcPr>
          <w:p w:rsidR="00361266" w:rsidRPr="00D91247" w:rsidRDefault="00361266" w:rsidP="00EC6B2A">
            <w:pPr>
              <w:jc w:val="center"/>
            </w:pPr>
            <w:r w:rsidRPr="00D91247">
              <w:t>2</w:t>
            </w:r>
          </w:p>
        </w:tc>
        <w:tc>
          <w:tcPr>
            <w:tcW w:w="3544" w:type="dxa"/>
          </w:tcPr>
          <w:p w:rsidR="00361266" w:rsidRPr="00D91247" w:rsidRDefault="00361266" w:rsidP="00EC6B2A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361266" w:rsidRPr="00D91247" w:rsidRDefault="00361266" w:rsidP="00EC6B2A">
            <w:pPr>
              <w:jc w:val="center"/>
            </w:pPr>
            <w:r>
              <w:t>4</w:t>
            </w:r>
          </w:p>
        </w:tc>
        <w:tc>
          <w:tcPr>
            <w:tcW w:w="4050" w:type="dxa"/>
          </w:tcPr>
          <w:p w:rsidR="00361266" w:rsidRDefault="00361266" w:rsidP="00EC6B2A">
            <w:pPr>
              <w:jc w:val="center"/>
            </w:pPr>
            <w:r>
              <w:t>5</w:t>
            </w:r>
          </w:p>
        </w:tc>
      </w:tr>
      <w:tr w:rsidR="00361266" w:rsidRPr="00D91247" w:rsidTr="00EC6B2A">
        <w:trPr>
          <w:trHeight w:val="1055"/>
          <w:jc w:val="center"/>
        </w:trPr>
        <w:tc>
          <w:tcPr>
            <w:tcW w:w="680" w:type="dxa"/>
            <w:vAlign w:val="center"/>
          </w:tcPr>
          <w:p w:rsidR="00361266" w:rsidRPr="00D91247" w:rsidRDefault="00361266" w:rsidP="00EC6B2A">
            <w:pPr>
              <w:jc w:val="center"/>
            </w:pPr>
            <w:r w:rsidRPr="00D91247">
              <w:t>1</w:t>
            </w:r>
          </w:p>
        </w:tc>
        <w:tc>
          <w:tcPr>
            <w:tcW w:w="2835" w:type="dxa"/>
            <w:vAlign w:val="center"/>
          </w:tcPr>
          <w:p w:rsidR="00361266" w:rsidRPr="00D91247" w:rsidRDefault="00361266" w:rsidP="00EC6B2A">
            <w:pPr>
              <w:jc w:val="center"/>
            </w:pPr>
            <w:r>
              <w:rPr>
                <w:szCs w:val="28"/>
              </w:rPr>
              <w:t xml:space="preserve">Кабель связи </w:t>
            </w:r>
            <w:r>
              <w:rPr>
                <w:szCs w:val="28"/>
                <w:lang w:val="en-US"/>
              </w:rPr>
              <w:t>PicoCell</w:t>
            </w:r>
            <w:r w:rsidRPr="004D55F2">
              <w:rPr>
                <w:szCs w:val="28"/>
              </w:rPr>
              <w:t xml:space="preserve"> 8</w:t>
            </w:r>
            <w:r>
              <w:rPr>
                <w:szCs w:val="28"/>
                <w:lang w:val="en-US"/>
              </w:rPr>
              <w:t>D</w:t>
            </w:r>
            <w:r w:rsidRPr="004D55F2">
              <w:rPr>
                <w:szCs w:val="28"/>
              </w:rPr>
              <w:t>/</w:t>
            </w:r>
            <w:r>
              <w:rPr>
                <w:szCs w:val="28"/>
                <w:lang w:val="en-US"/>
              </w:rPr>
              <w:t>FB</w:t>
            </w:r>
            <w:r w:rsidRPr="004D55F2">
              <w:rPr>
                <w:szCs w:val="28"/>
              </w:rPr>
              <w:t xml:space="preserve"> (</w:t>
            </w:r>
            <w:r>
              <w:rPr>
                <w:szCs w:val="28"/>
                <w:lang w:val="en-US"/>
              </w:rPr>
              <w:t>CCA</w:t>
            </w:r>
            <w:r>
              <w:rPr>
                <w:szCs w:val="28"/>
              </w:rPr>
              <w:t>)</w:t>
            </w:r>
          </w:p>
        </w:tc>
        <w:tc>
          <w:tcPr>
            <w:tcW w:w="3544" w:type="dxa"/>
            <w:vAlign w:val="center"/>
          </w:tcPr>
          <w:p w:rsidR="00361266" w:rsidRDefault="00361266" w:rsidP="00EC6B2A">
            <w:pPr>
              <w:jc w:val="center"/>
            </w:pPr>
            <w:r w:rsidRPr="00D91247">
              <w:t>Хабаровский край Верхнебуреинский район</w:t>
            </w:r>
          </w:p>
          <w:p w:rsidR="00361266" w:rsidRPr="008861B3" w:rsidRDefault="00361266" w:rsidP="00EC6B2A">
            <w:pPr>
              <w:jc w:val="center"/>
            </w:pPr>
            <w:r w:rsidRPr="008861B3">
              <w:t>с.Согда</w:t>
            </w:r>
          </w:p>
        </w:tc>
        <w:tc>
          <w:tcPr>
            <w:tcW w:w="3402" w:type="dxa"/>
            <w:vAlign w:val="center"/>
          </w:tcPr>
          <w:p w:rsidR="00361266" w:rsidRDefault="00361266" w:rsidP="00EC6B2A">
            <w:pPr>
              <w:jc w:val="center"/>
            </w:pPr>
          </w:p>
          <w:p w:rsidR="00361266" w:rsidRDefault="00361266" w:rsidP="00EC6B2A">
            <w:pPr>
              <w:jc w:val="center"/>
            </w:pPr>
            <w:r>
              <w:t xml:space="preserve">Длина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t>100 м</w:t>
              </w:r>
            </w:smartTag>
            <w:r>
              <w:t>.</w:t>
            </w:r>
          </w:p>
          <w:p w:rsidR="00361266" w:rsidRPr="00D91247" w:rsidRDefault="00361266" w:rsidP="00EC6B2A">
            <w:pPr>
              <w:jc w:val="center"/>
            </w:pPr>
          </w:p>
          <w:p w:rsidR="00361266" w:rsidRPr="00D91247" w:rsidRDefault="00361266" w:rsidP="00EC6B2A">
            <w:pPr>
              <w:jc w:val="center"/>
            </w:pPr>
          </w:p>
        </w:tc>
        <w:tc>
          <w:tcPr>
            <w:tcW w:w="4050" w:type="dxa"/>
            <w:vAlign w:val="center"/>
          </w:tcPr>
          <w:p w:rsidR="00361266" w:rsidRDefault="00361266" w:rsidP="00F3667C">
            <w:pPr>
              <w:jc w:val="center"/>
            </w:pPr>
            <w:r>
              <w:t>12700,00</w:t>
            </w:r>
          </w:p>
        </w:tc>
      </w:tr>
    </w:tbl>
    <w:p w:rsidR="00361266" w:rsidRDefault="00361266" w:rsidP="0082397E">
      <w:pPr>
        <w:rPr>
          <w:szCs w:val="28"/>
        </w:rPr>
      </w:pPr>
    </w:p>
    <w:p w:rsidR="00361266" w:rsidRDefault="00361266" w:rsidP="0082397E">
      <w:pPr>
        <w:rPr>
          <w:szCs w:val="28"/>
        </w:rPr>
      </w:pPr>
    </w:p>
    <w:p w:rsidR="00361266" w:rsidRDefault="00361266" w:rsidP="0082397E">
      <w:pPr>
        <w:jc w:val="center"/>
        <w:rPr>
          <w:szCs w:val="28"/>
        </w:rPr>
      </w:pPr>
      <w:r>
        <w:rPr>
          <w:szCs w:val="28"/>
        </w:rPr>
        <w:t xml:space="preserve">_____________________________________ </w:t>
      </w:r>
    </w:p>
    <w:sectPr w:rsidR="00361266" w:rsidSect="000601A2">
      <w:headerReference w:type="even" r:id="rId6"/>
      <w:pgSz w:w="16838" w:h="11906" w:orient="landscape"/>
      <w:pgMar w:top="1135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266" w:rsidRDefault="00361266" w:rsidP="004E024C">
      <w:r>
        <w:separator/>
      </w:r>
    </w:p>
  </w:endnote>
  <w:endnote w:type="continuationSeparator" w:id="0">
    <w:p w:rsidR="00361266" w:rsidRDefault="00361266" w:rsidP="004E0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266" w:rsidRDefault="00361266" w:rsidP="004E024C">
      <w:r>
        <w:separator/>
      </w:r>
    </w:p>
  </w:footnote>
  <w:footnote w:type="continuationSeparator" w:id="0">
    <w:p w:rsidR="00361266" w:rsidRDefault="00361266" w:rsidP="004E02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266" w:rsidRDefault="003612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1266" w:rsidRDefault="003612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67C"/>
    <w:rsid w:val="00011B06"/>
    <w:rsid w:val="000601A2"/>
    <w:rsid w:val="00070913"/>
    <w:rsid w:val="0009729D"/>
    <w:rsid w:val="001305B1"/>
    <w:rsid w:val="002A26B5"/>
    <w:rsid w:val="00361266"/>
    <w:rsid w:val="00371EA1"/>
    <w:rsid w:val="003B1AF5"/>
    <w:rsid w:val="003D7B59"/>
    <w:rsid w:val="004D55F2"/>
    <w:rsid w:val="004E024C"/>
    <w:rsid w:val="0064301A"/>
    <w:rsid w:val="00792B77"/>
    <w:rsid w:val="007B650C"/>
    <w:rsid w:val="0082397E"/>
    <w:rsid w:val="008861B3"/>
    <w:rsid w:val="009C7DDD"/>
    <w:rsid w:val="009D3372"/>
    <w:rsid w:val="00A237DE"/>
    <w:rsid w:val="00A65DE4"/>
    <w:rsid w:val="00B05D1F"/>
    <w:rsid w:val="00C51CB0"/>
    <w:rsid w:val="00C66BBA"/>
    <w:rsid w:val="00D37ADE"/>
    <w:rsid w:val="00D6436E"/>
    <w:rsid w:val="00D91247"/>
    <w:rsid w:val="00DE2294"/>
    <w:rsid w:val="00E329B2"/>
    <w:rsid w:val="00EC6B2A"/>
    <w:rsid w:val="00EF6F0B"/>
    <w:rsid w:val="00F3667C"/>
    <w:rsid w:val="00F66829"/>
    <w:rsid w:val="00F67725"/>
    <w:rsid w:val="00FB6C65"/>
    <w:rsid w:val="00FD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67C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F3667C"/>
    <w:pPr>
      <w:ind w:left="95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3667C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F3667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3667C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F3667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36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667C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locked/>
    <w:rsid w:val="0082397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107</Words>
  <Characters>610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4</cp:revision>
  <cp:lastPrinted>2016-11-28T00:07:00Z</cp:lastPrinted>
  <dcterms:created xsi:type="dcterms:W3CDTF">2016-11-16T06:05:00Z</dcterms:created>
  <dcterms:modified xsi:type="dcterms:W3CDTF">2016-12-04T22:41:00Z</dcterms:modified>
</cp:coreProperties>
</file>