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B9F" w:rsidRPr="009D4A94" w:rsidRDefault="00B82B9F" w:rsidP="009D4A94">
      <w:pPr>
        <w:pStyle w:val="ConsPlusNormal"/>
        <w:jc w:val="center"/>
        <w:outlineLvl w:val="0"/>
        <w:rPr>
          <w:sz w:val="28"/>
          <w:szCs w:val="28"/>
        </w:rPr>
      </w:pPr>
      <w:r w:rsidRPr="009D4A94">
        <w:rPr>
          <w:sz w:val="28"/>
          <w:szCs w:val="28"/>
        </w:rPr>
        <w:t>Администрация</w:t>
      </w:r>
    </w:p>
    <w:p w:rsidR="00B82B9F" w:rsidRPr="009D4A94" w:rsidRDefault="00B82B9F" w:rsidP="009D4A94">
      <w:pPr>
        <w:pStyle w:val="ConsPlusNormal"/>
        <w:jc w:val="center"/>
        <w:outlineLvl w:val="0"/>
        <w:rPr>
          <w:sz w:val="28"/>
          <w:szCs w:val="28"/>
        </w:rPr>
      </w:pPr>
      <w:r w:rsidRPr="009D4A94">
        <w:rPr>
          <w:sz w:val="28"/>
          <w:szCs w:val="28"/>
        </w:rPr>
        <w:t>Верхнебуреинского муниципального района</w:t>
      </w:r>
    </w:p>
    <w:p w:rsidR="00B82B9F" w:rsidRPr="009D4A94" w:rsidRDefault="00B82B9F" w:rsidP="009D4A94">
      <w:pPr>
        <w:pStyle w:val="ConsPlusNormal"/>
        <w:jc w:val="center"/>
        <w:outlineLvl w:val="0"/>
        <w:rPr>
          <w:sz w:val="28"/>
          <w:szCs w:val="28"/>
        </w:rPr>
      </w:pPr>
    </w:p>
    <w:p w:rsidR="00B82B9F" w:rsidRPr="009D4A94" w:rsidRDefault="00B82B9F" w:rsidP="009D4A94">
      <w:pPr>
        <w:pStyle w:val="ConsPlusNormal"/>
        <w:jc w:val="center"/>
        <w:outlineLvl w:val="0"/>
        <w:rPr>
          <w:sz w:val="28"/>
          <w:szCs w:val="28"/>
        </w:rPr>
      </w:pPr>
      <w:r w:rsidRPr="009D4A94">
        <w:rPr>
          <w:sz w:val="28"/>
          <w:szCs w:val="28"/>
        </w:rPr>
        <w:t>ПОСТАНОВЛЕНИЕ</w:t>
      </w:r>
    </w:p>
    <w:p w:rsidR="00B82B9F" w:rsidRPr="009D4A94" w:rsidRDefault="00B82B9F" w:rsidP="009D4A94">
      <w:pPr>
        <w:pStyle w:val="ConsPlusNormal"/>
        <w:jc w:val="center"/>
        <w:outlineLvl w:val="0"/>
        <w:rPr>
          <w:sz w:val="28"/>
          <w:szCs w:val="28"/>
        </w:rPr>
      </w:pPr>
    </w:p>
    <w:p w:rsidR="00B82B9F" w:rsidRPr="009D4A94" w:rsidRDefault="00B82B9F" w:rsidP="009D4A94">
      <w:pPr>
        <w:pStyle w:val="ConsPlusNormal"/>
        <w:jc w:val="center"/>
        <w:outlineLvl w:val="0"/>
        <w:rPr>
          <w:sz w:val="28"/>
          <w:szCs w:val="28"/>
          <w:u w:val="single"/>
        </w:rPr>
      </w:pPr>
    </w:p>
    <w:p w:rsidR="00B82B9F" w:rsidRPr="009D4A94" w:rsidRDefault="00B82B9F" w:rsidP="009D4A94">
      <w:pPr>
        <w:pStyle w:val="ConsPlusNormal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</w:t>
      </w:r>
      <w:r w:rsidRPr="009D4A94">
        <w:rPr>
          <w:sz w:val="28"/>
          <w:szCs w:val="28"/>
          <w:u w:val="single"/>
        </w:rPr>
        <w:t xml:space="preserve">.06.2019    № </w:t>
      </w:r>
      <w:r>
        <w:rPr>
          <w:sz w:val="28"/>
          <w:szCs w:val="28"/>
          <w:u w:val="single"/>
        </w:rPr>
        <w:t>334</w:t>
      </w:r>
    </w:p>
    <w:p w:rsidR="00B82B9F" w:rsidRPr="009D4A94" w:rsidRDefault="00B82B9F" w:rsidP="009D4A94">
      <w:pPr>
        <w:pStyle w:val="ConsPlusNormal"/>
        <w:outlineLvl w:val="0"/>
        <w:rPr>
          <w:sz w:val="28"/>
          <w:szCs w:val="28"/>
        </w:rPr>
      </w:pPr>
      <w:r w:rsidRPr="009D4A94">
        <w:rPr>
          <w:sz w:val="28"/>
          <w:szCs w:val="28"/>
        </w:rPr>
        <w:t>п. Чегдомын</w:t>
      </w:r>
    </w:p>
    <w:p w:rsidR="00B82B9F" w:rsidRPr="009D4A94" w:rsidRDefault="00B82B9F" w:rsidP="00B729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2B9F" w:rsidRDefault="00B82B9F" w:rsidP="00E94A6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bookmarkStart w:id="0" w:name="_GoBack"/>
    </w:p>
    <w:p w:rsidR="00B82B9F" w:rsidRPr="00E94A69" w:rsidRDefault="00B82B9F" w:rsidP="00E94A6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Перечень муниципальных нормативных правовых актов, в отношении которых проводится экспертиза муниципальных нормативных правовых актов на 2019 год, утвержденный постановлением администрации Верхнебуреинского муниципального района Хабаровского края от 14.12.2018 № 674</w:t>
      </w:r>
    </w:p>
    <w:bookmarkEnd w:id="0"/>
    <w:p w:rsidR="00B82B9F" w:rsidRPr="00E94A69" w:rsidRDefault="00B82B9F" w:rsidP="00DB7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2B9F" w:rsidRPr="00E94A69" w:rsidRDefault="00B82B9F" w:rsidP="00DB7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2B9F" w:rsidRDefault="00B82B9F" w:rsidP="0079336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Pr="00E94A6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Верхнебуреинского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Хабаровского края </w:t>
      </w:r>
      <w:r w:rsidRPr="00E94A6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29.12.201</w:t>
      </w:r>
      <w:r>
        <w:rPr>
          <w:rFonts w:ascii="Times New Roman" w:hAnsi="Times New Roman"/>
          <w:sz w:val="28"/>
          <w:szCs w:val="28"/>
        </w:rPr>
        <w:t xml:space="preserve">4 №1473 "Об утверждении порядка </w:t>
      </w:r>
      <w:r w:rsidRPr="00E94A6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внедрению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процедуры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регулирующего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воздействия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проектов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>ных нормативных правовых актов", администрация района</w:t>
      </w:r>
    </w:p>
    <w:p w:rsidR="00B82B9F" w:rsidRPr="00E94A69" w:rsidRDefault="00B82B9F" w:rsidP="005A7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B82B9F" w:rsidRDefault="00B82B9F" w:rsidP="00793361">
      <w:pPr>
        <w:pStyle w:val="ListParagraph"/>
        <w:numPr>
          <w:ilvl w:val="0"/>
          <w:numId w:val="2"/>
        </w:numPr>
        <w:tabs>
          <w:tab w:val="left" w:pos="108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Перечень муниципальных нормативных правовых актов, в отношении которых проводится экспертиза муниципальных нормативных правовых актов на 2019 год, утвержденный постановлением администрации Верхнебуреинского муниципального района Хабаровского края от 14.12.2018 № 674 изменение,</w:t>
      </w:r>
      <w:r w:rsidRPr="00510A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изложив его в новой редакции согласно приложению к настоящему постановлению.</w:t>
      </w:r>
    </w:p>
    <w:p w:rsidR="00B82B9F" w:rsidRPr="00E94A69" w:rsidRDefault="00B82B9F" w:rsidP="00793361">
      <w:pPr>
        <w:pStyle w:val="ListParagraph"/>
        <w:numPr>
          <w:ilvl w:val="0"/>
          <w:numId w:val="2"/>
        </w:numPr>
        <w:tabs>
          <w:tab w:val="left" w:pos="108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94A69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исполнением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настоящего</w:t>
      </w:r>
      <w:r>
        <w:rPr>
          <w:rFonts w:ascii="Times New Roman" w:hAnsi="Times New Roman"/>
          <w:sz w:val="28"/>
          <w:szCs w:val="28"/>
        </w:rPr>
        <w:t xml:space="preserve"> постановления оставляю за собой.</w:t>
      </w:r>
    </w:p>
    <w:p w:rsidR="00B82B9F" w:rsidRPr="00E94A69" w:rsidRDefault="00B82B9F" w:rsidP="00793361">
      <w:pPr>
        <w:pStyle w:val="ListParagraph"/>
        <w:numPr>
          <w:ilvl w:val="0"/>
          <w:numId w:val="2"/>
        </w:numPr>
        <w:tabs>
          <w:tab w:val="left" w:pos="108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94A69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вступает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силу</w:t>
      </w:r>
      <w:r>
        <w:rPr>
          <w:rFonts w:ascii="Times New Roman" w:hAnsi="Times New Roman"/>
          <w:sz w:val="28"/>
          <w:szCs w:val="28"/>
        </w:rPr>
        <w:t xml:space="preserve"> со дня </w:t>
      </w:r>
      <w:r w:rsidRPr="00E94A69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(обнародования).</w:t>
      </w:r>
    </w:p>
    <w:p w:rsidR="00B82B9F" w:rsidRPr="003F0765" w:rsidRDefault="00B82B9F" w:rsidP="00793361">
      <w:pPr>
        <w:tabs>
          <w:tab w:val="left" w:pos="960"/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82B9F" w:rsidRDefault="00B82B9F" w:rsidP="00DB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82B9F" w:rsidRDefault="00B82B9F" w:rsidP="00DB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82B9F" w:rsidRDefault="00B82B9F" w:rsidP="00DB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82B9F" w:rsidRDefault="00B82B9F" w:rsidP="005A72AA">
      <w:pPr>
        <w:tabs>
          <w:tab w:val="left" w:pos="798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5A72AA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А.М. Маслов</w:t>
      </w:r>
    </w:p>
    <w:sectPr w:rsidR="00B82B9F" w:rsidSect="0079336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1F2B"/>
    <w:multiLevelType w:val="multilevel"/>
    <w:tmpl w:val="73BC6C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60B51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AEE"/>
    <w:rsid w:val="0004787E"/>
    <w:rsid w:val="000B66DA"/>
    <w:rsid w:val="001845B2"/>
    <w:rsid w:val="001E4FFE"/>
    <w:rsid w:val="002E0A4E"/>
    <w:rsid w:val="003134E8"/>
    <w:rsid w:val="003540E5"/>
    <w:rsid w:val="003A50E4"/>
    <w:rsid w:val="003B56CC"/>
    <w:rsid w:val="003F0765"/>
    <w:rsid w:val="003F3A62"/>
    <w:rsid w:val="003F5197"/>
    <w:rsid w:val="00412055"/>
    <w:rsid w:val="00434891"/>
    <w:rsid w:val="00461618"/>
    <w:rsid w:val="00490A0A"/>
    <w:rsid w:val="004B530F"/>
    <w:rsid w:val="004C5AEE"/>
    <w:rsid w:val="00510A99"/>
    <w:rsid w:val="00526F68"/>
    <w:rsid w:val="00544F82"/>
    <w:rsid w:val="005A72AA"/>
    <w:rsid w:val="005A7F42"/>
    <w:rsid w:val="005B34E7"/>
    <w:rsid w:val="00617AAF"/>
    <w:rsid w:val="00676CEE"/>
    <w:rsid w:val="006F5C74"/>
    <w:rsid w:val="007206C6"/>
    <w:rsid w:val="00754B0F"/>
    <w:rsid w:val="00755B32"/>
    <w:rsid w:val="00757C1B"/>
    <w:rsid w:val="00793361"/>
    <w:rsid w:val="007A3FB9"/>
    <w:rsid w:val="007F6114"/>
    <w:rsid w:val="00831A03"/>
    <w:rsid w:val="008924F3"/>
    <w:rsid w:val="00896DBC"/>
    <w:rsid w:val="008C6BF3"/>
    <w:rsid w:val="00955293"/>
    <w:rsid w:val="009A12A9"/>
    <w:rsid w:val="009A4F04"/>
    <w:rsid w:val="009D4A94"/>
    <w:rsid w:val="00A06359"/>
    <w:rsid w:val="00AD6B0D"/>
    <w:rsid w:val="00B013ED"/>
    <w:rsid w:val="00B7291F"/>
    <w:rsid w:val="00B82B9F"/>
    <w:rsid w:val="00BA3A68"/>
    <w:rsid w:val="00BC0693"/>
    <w:rsid w:val="00BD09E0"/>
    <w:rsid w:val="00BF4D79"/>
    <w:rsid w:val="00C17084"/>
    <w:rsid w:val="00C41986"/>
    <w:rsid w:val="00C73032"/>
    <w:rsid w:val="00C7487B"/>
    <w:rsid w:val="00CF7692"/>
    <w:rsid w:val="00D179C8"/>
    <w:rsid w:val="00D24C4D"/>
    <w:rsid w:val="00DA72E0"/>
    <w:rsid w:val="00DB43EB"/>
    <w:rsid w:val="00DB764D"/>
    <w:rsid w:val="00E57BB1"/>
    <w:rsid w:val="00E918D8"/>
    <w:rsid w:val="00E94A69"/>
    <w:rsid w:val="00F04AFC"/>
    <w:rsid w:val="00F33CBD"/>
    <w:rsid w:val="00F72ADB"/>
    <w:rsid w:val="00F7538C"/>
    <w:rsid w:val="00FB206C"/>
    <w:rsid w:val="00FE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D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57C1B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757C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17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7A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676CEE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9D4A94"/>
    <w:rPr>
      <w:sz w:val="2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364</TotalTime>
  <Pages>1</Pages>
  <Words>198</Words>
  <Characters>1132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Org4</cp:lastModifiedBy>
  <cp:revision>26</cp:revision>
  <cp:lastPrinted>2019-06-16T22:58:00Z</cp:lastPrinted>
  <dcterms:created xsi:type="dcterms:W3CDTF">2015-12-07T06:37:00Z</dcterms:created>
  <dcterms:modified xsi:type="dcterms:W3CDTF">2019-06-18T04:23:00Z</dcterms:modified>
</cp:coreProperties>
</file>