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AF4" w:rsidRPr="00D607AE" w:rsidRDefault="009B3AF4" w:rsidP="008444D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D607AE">
        <w:rPr>
          <w:rFonts w:ascii="Times New Roman" w:hAnsi="Times New Roman"/>
          <w:sz w:val="28"/>
          <w:szCs w:val="28"/>
        </w:rPr>
        <w:t>Администрация</w:t>
      </w:r>
    </w:p>
    <w:p w:rsidR="009B3AF4" w:rsidRPr="00D607AE" w:rsidRDefault="009B3AF4" w:rsidP="008444D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D607AE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9B3AF4" w:rsidRPr="00D607AE" w:rsidRDefault="009B3AF4" w:rsidP="008444D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B3AF4" w:rsidRPr="00D607AE" w:rsidRDefault="009B3AF4" w:rsidP="008444D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D607AE">
        <w:rPr>
          <w:rFonts w:ascii="Times New Roman" w:hAnsi="Times New Roman"/>
          <w:sz w:val="28"/>
          <w:szCs w:val="28"/>
        </w:rPr>
        <w:t>ПОСТАНОВЛЕНИЕ</w:t>
      </w:r>
    </w:p>
    <w:p w:rsidR="009B3AF4" w:rsidRPr="00D607AE" w:rsidRDefault="009B3AF4" w:rsidP="008444D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B3AF4" w:rsidRPr="00D607AE" w:rsidRDefault="009B3AF4" w:rsidP="008444D5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9B3AF4" w:rsidRPr="00D607AE" w:rsidRDefault="009B3AF4" w:rsidP="008444D5">
      <w:pPr>
        <w:pStyle w:val="ConsPlusNormal"/>
        <w:outlineLvl w:val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04.07.2019    № 371</w:t>
      </w:r>
    </w:p>
    <w:p w:rsidR="009B3AF4" w:rsidRPr="00D607AE" w:rsidRDefault="009B3AF4" w:rsidP="008444D5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 w:rsidRPr="00D607AE">
        <w:rPr>
          <w:rFonts w:ascii="Times New Roman" w:hAnsi="Times New Roman"/>
          <w:sz w:val="28"/>
          <w:szCs w:val="28"/>
        </w:rPr>
        <w:t>п. Чегдомын</w:t>
      </w:r>
    </w:p>
    <w:p w:rsidR="009B3AF4" w:rsidRPr="008444D5" w:rsidRDefault="009B3AF4" w:rsidP="00B2577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B3AF4" w:rsidRPr="008444D5" w:rsidRDefault="009B3AF4" w:rsidP="00B2577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B3AF4" w:rsidRDefault="009B3AF4" w:rsidP="00B2577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муниципальной программы «Обеспечение жильем молодых семей в Верхнебуреинском муниципальном районе на 2020 - 2025 годы»</w:t>
      </w:r>
    </w:p>
    <w:p w:rsidR="009B3AF4" w:rsidRDefault="009B3AF4" w:rsidP="00B25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9B3AF4" w:rsidRDefault="009B3AF4" w:rsidP="00064EBC">
      <w:pPr>
        <w:tabs>
          <w:tab w:val="left" w:pos="110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ст. 179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с целью повышения эффективности мер, направленных на оказание государственной помощи молодым семьям, проживающим на территории Верхнебуреинского муниципального района,  администрация района </w:t>
      </w:r>
    </w:p>
    <w:p w:rsidR="009B3AF4" w:rsidRDefault="009B3AF4" w:rsidP="00064EB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9B3AF4" w:rsidRDefault="009B3AF4" w:rsidP="00064EBC">
      <w:pPr>
        <w:pStyle w:val="ListParagraph"/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F92D1E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прилагаемую</w:t>
      </w:r>
      <w:r w:rsidRPr="00F92D1E">
        <w:rPr>
          <w:rFonts w:ascii="Times New Roman" w:hAnsi="Times New Roman"/>
          <w:sz w:val="28"/>
          <w:szCs w:val="28"/>
        </w:rPr>
        <w:t xml:space="preserve"> муниципальную программу «</w:t>
      </w:r>
      <w:r>
        <w:rPr>
          <w:rFonts w:ascii="Times New Roman" w:hAnsi="Times New Roman"/>
          <w:sz w:val="28"/>
          <w:szCs w:val="28"/>
        </w:rPr>
        <w:t>Обеспечение жильем молодых семей</w:t>
      </w:r>
      <w:r w:rsidRPr="00F92D1E">
        <w:rPr>
          <w:rFonts w:ascii="Times New Roman" w:hAnsi="Times New Roman"/>
          <w:sz w:val="28"/>
          <w:szCs w:val="28"/>
        </w:rPr>
        <w:t xml:space="preserve"> в Верхнебуреинском муниципальном районе на 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F92D1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2D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F92D1E">
        <w:rPr>
          <w:rFonts w:ascii="Times New Roman" w:hAnsi="Times New Roman"/>
          <w:sz w:val="28"/>
          <w:szCs w:val="28"/>
        </w:rPr>
        <w:t xml:space="preserve"> годы».</w:t>
      </w:r>
    </w:p>
    <w:p w:rsidR="009B3AF4" w:rsidRPr="00E527C0" w:rsidRDefault="009B3AF4" w:rsidP="00064EBC">
      <w:pPr>
        <w:pStyle w:val="ListParagraph"/>
        <w:widowControl w:val="0"/>
        <w:numPr>
          <w:ilvl w:val="0"/>
          <w:numId w:val="4"/>
        </w:numPr>
        <w:tabs>
          <w:tab w:val="left" w:pos="1100"/>
        </w:tabs>
        <w:autoSpaceDE w:val="0"/>
        <w:autoSpaceDN w:val="0"/>
        <w:adjustRightInd w:val="0"/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 настоящего постановления оставляю за собой.</w:t>
      </w:r>
    </w:p>
    <w:p w:rsidR="009B3AF4" w:rsidRPr="00F92D1E" w:rsidRDefault="009B3AF4" w:rsidP="00064EBC">
      <w:pPr>
        <w:pStyle w:val="ListParagraph"/>
        <w:numPr>
          <w:ilvl w:val="0"/>
          <w:numId w:val="4"/>
        </w:numPr>
        <w:tabs>
          <w:tab w:val="left" w:pos="1100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</w:rPr>
      </w:pPr>
      <w:r w:rsidRPr="00F92D1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9B3AF4" w:rsidRDefault="009B3AF4" w:rsidP="00064EBC">
      <w:p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9B3AF4" w:rsidRDefault="009B3AF4" w:rsidP="00064EBC">
      <w:pPr>
        <w:tabs>
          <w:tab w:val="left" w:pos="1100"/>
        </w:tabs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9B3AF4" w:rsidRDefault="009B3AF4" w:rsidP="00B25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AF4" w:rsidRPr="00B2767C" w:rsidRDefault="009B3AF4" w:rsidP="00FE3AB9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А.М. Маслов</w:t>
      </w:r>
    </w:p>
    <w:p w:rsidR="009B3AF4" w:rsidRPr="00B25779" w:rsidRDefault="009B3AF4" w:rsidP="00B25779">
      <w:pPr>
        <w:rPr>
          <w:szCs w:val="28"/>
        </w:rPr>
      </w:pPr>
    </w:p>
    <w:sectPr w:rsidR="009B3AF4" w:rsidRPr="00B25779" w:rsidSect="00064EBC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AF4" w:rsidRDefault="009B3AF4" w:rsidP="009764FE">
      <w:pPr>
        <w:spacing w:after="0" w:line="240" w:lineRule="auto"/>
      </w:pPr>
      <w:r>
        <w:separator/>
      </w:r>
    </w:p>
  </w:endnote>
  <w:endnote w:type="continuationSeparator" w:id="0">
    <w:p w:rsidR="009B3AF4" w:rsidRDefault="009B3AF4" w:rsidP="0097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AF4" w:rsidRDefault="009B3AF4" w:rsidP="009764FE">
      <w:pPr>
        <w:spacing w:after="0" w:line="240" w:lineRule="auto"/>
      </w:pPr>
      <w:r>
        <w:separator/>
      </w:r>
    </w:p>
  </w:footnote>
  <w:footnote w:type="continuationSeparator" w:id="0">
    <w:p w:rsidR="009B3AF4" w:rsidRDefault="009B3AF4" w:rsidP="00976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AF4" w:rsidRDefault="009B3AF4" w:rsidP="009764F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7192"/>
    <w:multiLevelType w:val="hybridMultilevel"/>
    <w:tmpl w:val="9764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131428"/>
    <w:multiLevelType w:val="hybridMultilevel"/>
    <w:tmpl w:val="B3BCC382"/>
    <w:lvl w:ilvl="0" w:tplc="2564C1B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3">
    <w:nsid w:val="727660D1"/>
    <w:multiLevelType w:val="hybridMultilevel"/>
    <w:tmpl w:val="DEA8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6A54"/>
    <w:rsid w:val="00016E38"/>
    <w:rsid w:val="000519E6"/>
    <w:rsid w:val="00064EBC"/>
    <w:rsid w:val="00076369"/>
    <w:rsid w:val="000B5784"/>
    <w:rsid w:val="000C42EC"/>
    <w:rsid w:val="001172EA"/>
    <w:rsid w:val="00121D8B"/>
    <w:rsid w:val="001323F6"/>
    <w:rsid w:val="00195FA0"/>
    <w:rsid w:val="001D0BB0"/>
    <w:rsid w:val="001E046E"/>
    <w:rsid w:val="00240AEE"/>
    <w:rsid w:val="002D1FB7"/>
    <w:rsid w:val="003418E8"/>
    <w:rsid w:val="003775C6"/>
    <w:rsid w:val="00383A5F"/>
    <w:rsid w:val="003B2C96"/>
    <w:rsid w:val="003B6FCF"/>
    <w:rsid w:val="003E5B01"/>
    <w:rsid w:val="003F45C2"/>
    <w:rsid w:val="004F41DD"/>
    <w:rsid w:val="005046F3"/>
    <w:rsid w:val="00546D2A"/>
    <w:rsid w:val="00557C75"/>
    <w:rsid w:val="0056499D"/>
    <w:rsid w:val="00587878"/>
    <w:rsid w:val="00587DFE"/>
    <w:rsid w:val="005D3926"/>
    <w:rsid w:val="005E095C"/>
    <w:rsid w:val="005E6274"/>
    <w:rsid w:val="00646AED"/>
    <w:rsid w:val="006651BA"/>
    <w:rsid w:val="00680E77"/>
    <w:rsid w:val="0069646C"/>
    <w:rsid w:val="00777765"/>
    <w:rsid w:val="007C43D8"/>
    <w:rsid w:val="007C5D2F"/>
    <w:rsid w:val="008444D5"/>
    <w:rsid w:val="00871908"/>
    <w:rsid w:val="00875BB5"/>
    <w:rsid w:val="008B0336"/>
    <w:rsid w:val="008C3A1D"/>
    <w:rsid w:val="009361AB"/>
    <w:rsid w:val="00943B84"/>
    <w:rsid w:val="009522F8"/>
    <w:rsid w:val="009743B9"/>
    <w:rsid w:val="009764FE"/>
    <w:rsid w:val="009A65B4"/>
    <w:rsid w:val="009B3AF4"/>
    <w:rsid w:val="009D01B1"/>
    <w:rsid w:val="00A50184"/>
    <w:rsid w:val="00A50C49"/>
    <w:rsid w:val="00A551C5"/>
    <w:rsid w:val="00A752BC"/>
    <w:rsid w:val="00A80E31"/>
    <w:rsid w:val="00A84E12"/>
    <w:rsid w:val="00AD6777"/>
    <w:rsid w:val="00AF7968"/>
    <w:rsid w:val="00B00824"/>
    <w:rsid w:val="00B22A4B"/>
    <w:rsid w:val="00B25779"/>
    <w:rsid w:val="00B2767C"/>
    <w:rsid w:val="00B647F0"/>
    <w:rsid w:val="00B94C62"/>
    <w:rsid w:val="00BC4803"/>
    <w:rsid w:val="00C06A9C"/>
    <w:rsid w:val="00C12EBA"/>
    <w:rsid w:val="00C2160B"/>
    <w:rsid w:val="00C36C09"/>
    <w:rsid w:val="00C61D3B"/>
    <w:rsid w:val="00C87511"/>
    <w:rsid w:val="00CA7140"/>
    <w:rsid w:val="00CA762A"/>
    <w:rsid w:val="00CE7156"/>
    <w:rsid w:val="00D514FF"/>
    <w:rsid w:val="00D607AE"/>
    <w:rsid w:val="00D86A54"/>
    <w:rsid w:val="00D96DB6"/>
    <w:rsid w:val="00DB7A54"/>
    <w:rsid w:val="00DC75A9"/>
    <w:rsid w:val="00E401BF"/>
    <w:rsid w:val="00E527C0"/>
    <w:rsid w:val="00E5287C"/>
    <w:rsid w:val="00EC633E"/>
    <w:rsid w:val="00F25128"/>
    <w:rsid w:val="00F30D6F"/>
    <w:rsid w:val="00F557CE"/>
    <w:rsid w:val="00F77D64"/>
    <w:rsid w:val="00F92D1E"/>
    <w:rsid w:val="00FA2885"/>
    <w:rsid w:val="00FD1EE1"/>
    <w:rsid w:val="00FE3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4F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86A54"/>
    <w:pPr>
      <w:ind w:left="720"/>
      <w:contextualSpacing/>
    </w:pPr>
  </w:style>
  <w:style w:type="paragraph" w:customStyle="1" w:styleId="ConsPlusCell">
    <w:name w:val="ConsPlusCell"/>
    <w:uiPriority w:val="99"/>
    <w:rsid w:val="00D96DB6"/>
    <w:pPr>
      <w:widowControl w:val="0"/>
      <w:autoSpaceDE w:val="0"/>
      <w:autoSpaceDN w:val="0"/>
      <w:adjustRightInd w:val="0"/>
    </w:pPr>
    <w:rPr>
      <w:rFonts w:cs="Calibri"/>
    </w:rPr>
  </w:style>
  <w:style w:type="paragraph" w:styleId="Header">
    <w:name w:val="header"/>
    <w:basedOn w:val="Normal"/>
    <w:link w:val="HeaderChar"/>
    <w:uiPriority w:val="99"/>
    <w:semiHidden/>
    <w:rsid w:val="0097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764F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7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64F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64E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6274"/>
    <w:rPr>
      <w:rFonts w:ascii="Times New Roman" w:hAnsi="Times New Roman" w:cs="Times New Roman"/>
      <w:sz w:val="2"/>
    </w:rPr>
  </w:style>
  <w:style w:type="paragraph" w:customStyle="1" w:styleId="ConsPlusNormal">
    <w:name w:val="ConsPlusNormal"/>
    <w:link w:val="ConsPlusNormal0"/>
    <w:uiPriority w:val="99"/>
    <w:rsid w:val="008444D5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uiPriority w:val="99"/>
    <w:locked/>
    <w:rsid w:val="008444D5"/>
    <w:rPr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</TotalTime>
  <Pages>1</Pages>
  <Words>157</Words>
  <Characters>898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48</cp:revision>
  <cp:lastPrinted>2019-07-04T00:21:00Z</cp:lastPrinted>
  <dcterms:created xsi:type="dcterms:W3CDTF">2014-03-13T00:18:00Z</dcterms:created>
  <dcterms:modified xsi:type="dcterms:W3CDTF">2019-07-05T05:31:00Z</dcterms:modified>
</cp:coreProperties>
</file>