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23" w:rsidRPr="00E239D5" w:rsidRDefault="000D1523" w:rsidP="00C455B6">
      <w:pPr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E239D5">
        <w:rPr>
          <w:rFonts w:ascii="Times New Roman" w:hAnsi="Times New Roman"/>
          <w:sz w:val="24"/>
          <w:szCs w:val="24"/>
        </w:rPr>
        <w:t>Утвержден</w:t>
      </w:r>
    </w:p>
    <w:p w:rsidR="000D1523" w:rsidRDefault="000D1523" w:rsidP="00C455B6">
      <w:pPr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E239D5">
        <w:rPr>
          <w:rFonts w:ascii="Times New Roman" w:hAnsi="Times New Roman"/>
          <w:sz w:val="24"/>
          <w:szCs w:val="24"/>
        </w:rPr>
        <w:t xml:space="preserve">постановлением </w:t>
      </w:r>
    </w:p>
    <w:p w:rsidR="000D1523" w:rsidRDefault="000D1523" w:rsidP="00C455B6">
      <w:pPr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E239D5">
        <w:rPr>
          <w:rFonts w:ascii="Times New Roman" w:hAnsi="Times New Roman"/>
          <w:sz w:val="24"/>
          <w:szCs w:val="24"/>
        </w:rPr>
        <w:t>администрации района</w:t>
      </w:r>
    </w:p>
    <w:p w:rsidR="000D1523" w:rsidRDefault="000D1523" w:rsidP="00C455B6">
      <w:pPr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p w:rsidR="000D1523" w:rsidRDefault="000D1523" w:rsidP="00C455B6">
      <w:pPr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22.07.2019  № 396</w:t>
      </w:r>
    </w:p>
    <w:p w:rsidR="000D1523" w:rsidRDefault="000D1523" w:rsidP="00C455B6">
      <w:pPr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p w:rsidR="000D1523" w:rsidRDefault="000D1523" w:rsidP="00C455B6">
      <w:pPr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p w:rsidR="000D1523" w:rsidRPr="00E239D5" w:rsidRDefault="000D1523" w:rsidP="00C455B6">
      <w:pPr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/>
      </w:tblPr>
      <w:tblGrid>
        <w:gridCol w:w="5812"/>
        <w:gridCol w:w="709"/>
        <w:gridCol w:w="2835"/>
        <w:gridCol w:w="1843"/>
        <w:gridCol w:w="1734"/>
        <w:gridCol w:w="1637"/>
      </w:tblGrid>
      <w:tr w:rsidR="000D1523" w:rsidRPr="00093C1D" w:rsidTr="00E239D5">
        <w:trPr>
          <w:trHeight w:val="282"/>
        </w:trPr>
        <w:tc>
          <w:tcPr>
            <w:tcW w:w="1293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 ОБ ИСПОЛНЕНИИ БЮДЖЕТА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1523" w:rsidRPr="00093C1D" w:rsidTr="00E239D5">
        <w:trPr>
          <w:trHeight w:val="282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КОДЫ</w:t>
            </w:r>
          </w:p>
        </w:tc>
      </w:tr>
      <w:tr w:rsidR="000D1523" w:rsidRPr="00093C1D" w:rsidTr="00525CBE">
        <w:trPr>
          <w:trHeight w:val="282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1 июля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E239D5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2019 г</w:t>
              </w:r>
            </w:smartTag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Форма по ОКУД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0503117</w:t>
            </w:r>
          </w:p>
        </w:tc>
      </w:tr>
      <w:tr w:rsidR="000D1523" w:rsidRPr="00093C1D" w:rsidTr="00E239D5">
        <w:trPr>
          <w:trHeight w:val="282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Дата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01.07.2019</w:t>
            </w:r>
          </w:p>
        </w:tc>
      </w:tr>
      <w:tr w:rsidR="000D1523" w:rsidRPr="00093C1D" w:rsidTr="00E239D5">
        <w:trPr>
          <w:trHeight w:val="282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по ОКПО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1523" w:rsidRPr="00093C1D" w:rsidTr="00E239D5">
        <w:trPr>
          <w:trHeight w:val="57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финансового органа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Финансовое управление ад</w:t>
            </w:r>
            <w:bookmarkStart w:id="0" w:name="_GoBack"/>
            <w:bookmarkEnd w:id="0"/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министрации Верхнебуреинского муниципального района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</w:tr>
      <w:tr w:rsidR="000D1523" w:rsidRPr="00093C1D" w:rsidTr="00E239D5">
        <w:trPr>
          <w:trHeight w:val="319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Верхнебуреинского  муниципального района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по ОКТМО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08614000</w:t>
            </w:r>
          </w:p>
        </w:tc>
      </w:tr>
      <w:tr w:rsidR="000D1523" w:rsidRPr="00093C1D" w:rsidTr="00E239D5">
        <w:trPr>
          <w:trHeight w:val="282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1523" w:rsidRPr="00093C1D" w:rsidTr="00E239D5">
        <w:trPr>
          <w:trHeight w:val="282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измерения:  руб.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</w:tr>
      <w:tr w:rsidR="000D1523" w:rsidRPr="00093C1D" w:rsidTr="00E239D5">
        <w:trPr>
          <w:trHeight w:val="282"/>
        </w:trPr>
        <w:tc>
          <w:tcPr>
            <w:tcW w:w="1457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9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1. Доходы бюджета</w:t>
            </w:r>
          </w:p>
        </w:tc>
      </w:tr>
      <w:tr w:rsidR="000D1523" w:rsidRPr="00093C1D" w:rsidTr="00E239D5">
        <w:trPr>
          <w:trHeight w:val="276"/>
        </w:trPr>
        <w:tc>
          <w:tcPr>
            <w:tcW w:w="58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Наименование показателя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Код строки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Неисполненные назначения</w:t>
            </w:r>
          </w:p>
        </w:tc>
      </w:tr>
      <w:tr w:rsidR="000D1523" w:rsidRPr="00093C1D" w:rsidTr="00E239D5">
        <w:trPr>
          <w:trHeight w:val="276"/>
        </w:trPr>
        <w:tc>
          <w:tcPr>
            <w:tcW w:w="58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0D1523" w:rsidRPr="00093C1D" w:rsidTr="00E239D5">
        <w:trPr>
          <w:trHeight w:val="285"/>
        </w:trPr>
        <w:tc>
          <w:tcPr>
            <w:tcW w:w="58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0D1523" w:rsidRPr="00DF30D4" w:rsidRDefault="000D1523" w:rsidP="00DF30D4">
      <w:pPr>
        <w:spacing w:after="0" w:line="240" w:lineRule="auto"/>
        <w:rPr>
          <w:sz w:val="2"/>
          <w:szCs w:val="2"/>
        </w:rPr>
      </w:pPr>
    </w:p>
    <w:tbl>
      <w:tblPr>
        <w:tblW w:w="14570" w:type="dxa"/>
        <w:tblInd w:w="-5" w:type="dxa"/>
        <w:tblLayout w:type="fixed"/>
        <w:tblLook w:val="00A0"/>
      </w:tblPr>
      <w:tblGrid>
        <w:gridCol w:w="5812"/>
        <w:gridCol w:w="709"/>
        <w:gridCol w:w="2835"/>
        <w:gridCol w:w="1843"/>
        <w:gridCol w:w="1734"/>
        <w:gridCol w:w="1637"/>
      </w:tblGrid>
      <w:tr w:rsidR="000D1523" w:rsidRPr="00093C1D" w:rsidTr="00DF30D4">
        <w:trPr>
          <w:trHeight w:val="28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</w:tr>
      <w:tr w:rsidR="000D1523" w:rsidRPr="00093C1D" w:rsidTr="00DF30D4">
        <w:trPr>
          <w:trHeight w:val="34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Доходы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1 482 709 468,19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793 365 783,47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689 343 684,72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553 693 251,00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283 856 348,21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269 836 902,79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434 493 751,00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209 168 883,08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225 324 867,92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000 1 01 02000 01 0000 110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434 493 751,00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209 168 883,08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225 324 867,92</w:t>
            </w:r>
          </w:p>
        </w:tc>
      </w:tr>
      <w:tr w:rsidR="000D1523" w:rsidRPr="00093C1D" w:rsidTr="00DF30D4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000 1 01 02010 01 0000 110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433 458 751,00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208 904 688,91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224 554 062,09</w:t>
            </w:r>
          </w:p>
        </w:tc>
      </w:tr>
      <w:tr w:rsidR="000D1523" w:rsidRPr="00093C1D" w:rsidTr="00DF30D4">
        <w:trPr>
          <w:trHeight w:val="18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000 1 01 02020 01 0000 110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864 000,00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162 925,46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701 074,54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000 1 01 02030 01 0000 110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171 000,00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101 268,71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69 731,29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22 867 000,00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12 239 952,08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10 627 047,92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000 1 03 02000 01 0000 110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22 867 000,00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12 239 952,08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10 627 047,92</w:t>
            </w:r>
          </w:p>
        </w:tc>
      </w:tr>
      <w:tr w:rsidR="000D1523" w:rsidRPr="00093C1D" w:rsidTr="00DF30D4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000 1 03 02230 01 0000 110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9 958 000,00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5 556 423,71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4 401 576,29</w:t>
            </w:r>
          </w:p>
        </w:tc>
      </w:tr>
      <w:tr w:rsidR="000D1523" w:rsidRPr="00093C1D" w:rsidTr="00DF30D4">
        <w:trPr>
          <w:trHeight w:val="18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000 1 03 02231 01 0000 110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9 958 000,00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5 556 423,71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4 401 576,29</w:t>
            </w:r>
          </w:p>
        </w:tc>
      </w:tr>
      <w:tr w:rsidR="000D1523" w:rsidRPr="00093C1D" w:rsidTr="00DF30D4">
        <w:trPr>
          <w:trHeight w:val="13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000 1 03 02240 01 0000 110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89 000,00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42 157,15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46 842,85</w:t>
            </w:r>
          </w:p>
        </w:tc>
      </w:tr>
      <w:tr w:rsidR="000D1523" w:rsidRPr="00093C1D" w:rsidTr="00DF30D4">
        <w:trPr>
          <w:trHeight w:val="20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000 1 03 02241 01 0000 110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89 000,00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42 157,15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46 842,85</w:t>
            </w:r>
          </w:p>
        </w:tc>
      </w:tr>
      <w:tr w:rsidR="000D1523" w:rsidRPr="00093C1D" w:rsidTr="00DF30D4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000 1 03 02250 01 0000 110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15 049 000,00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7 699 745,04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7 349 254,96</w:t>
            </w:r>
          </w:p>
        </w:tc>
      </w:tr>
      <w:tr w:rsidR="000D1523" w:rsidRPr="00093C1D" w:rsidTr="00DF30D4">
        <w:trPr>
          <w:trHeight w:val="18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000 1 03 02251 01 0000 110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15 049 000,00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7 699 745,04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7 349 254,96</w:t>
            </w:r>
          </w:p>
        </w:tc>
      </w:tr>
      <w:tr w:rsidR="000D1523" w:rsidRPr="00093C1D" w:rsidTr="00DF30D4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000 1 03 02260 01 0000 110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-2 229 000,00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-1 058 373,82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18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000 1 03 02261 01 0000 110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-2 229 000,00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-1 058 373,82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-1 170 626,18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000 1 05 00000 00 0000 000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21 712 500,00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10 517 318,09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11 195 181,91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000 1 05 01000 00 0000 110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1 590 000,00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1 000 678,91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589 321,09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000 1 05 01010 01 0000 110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1 211 000,00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776 517,18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434 482,82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000 1 05 01011 01 0000 110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1 211 000,00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776 517,18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434 482,82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000 1 05 01020 01 0000 110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379 000,00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223 469,26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155 530,74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000 1 05 01021 01 0000 110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379 000,00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222 421,06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156 578,94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000 1 05 01022 01 0000 110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1 048,20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000 1 05 01050 01 0000 110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692,47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000 1 05 02000 02 0000 110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20 017 000,00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9 408 860,52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10 608 139,48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000 1 05 02010 02 0000 110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20 017 000,00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9 399 643,53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10 617 356,47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000 1 05 02020 02 0000 110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9 216,99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000 1 05 03000 01 0000 110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3 500,00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3 105,66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394,34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000 1 05 03010 01 0000 110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3 500,00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3 105,66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394,34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000 1 05 04000 02 0000 110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102 000,00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104 673,00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000 1 05 04020 02 0000 110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102 000,00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104 673,00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85 000,00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93 137,10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000 1 06 01000 00 0000 110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162,00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000 1 06 01030 05 0000 110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162,00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Транспортный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000 1 06 04000 02 0000 110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4 539,32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Транспортный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000 1 06 04012 02 0000 110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4 539,32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000 1 06 06000 00 0000 110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85 000,00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88 435,78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000 1 06 06030 00 0000 110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85 000,00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84 542,00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458,00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000 1 06 06033 05 0000 110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85 000,00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84 542,00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458,00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000 1 06 06040 00 0000 110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3 893,78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000 1 06 06043 05 0000 110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3 893,78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ГОСУДАРСТВЕННАЯ 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000 1 08 00000 00 0000 000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5 435 000,00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2 508 421,99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2 926 578,01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000 1 08 03000 01 0000 110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5 420 000,00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2 503 421,99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2 916 578,01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000 1 08 03010 01 0000 110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5 420 000,00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2 503 421,99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2 916 578,01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000 1 08 07000 01 0000 110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15 000,00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5 000,00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10 000,00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Государственная пошлина за выдачу разрешения на установку рекламной конструкции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000 1 08 07150 01 0000 110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15 000,00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5 000,00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10 000,00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ЗАДОЛЖЕННОСТЬ И ПЕРЕРАСЧЕТЫ ПО ОТМЕНЕННЫМ НАЛОГАМ, СБОРАМ И ИНЫМ ОБЯЗАТЕЛЬНЫМ ПЛАТЕЖАМ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000 1 09 00000 00 0000 000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52,74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000 1 09 04000 00 0000 110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52,74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Земельный налог (по обязательствам, возникшим до 1 января 2006 года)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000 1 09 04050 00 0000 110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52,74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Земельный налог (по обязательствам, возникшим до1 января 2006 года), мобилизуемый на межселенных территориях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000 1 09 04053 05 0000 110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52,74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18 885 000,00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7 679 134,20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11 205 865,80</w:t>
            </w:r>
          </w:p>
        </w:tc>
      </w:tr>
      <w:tr w:rsidR="000D1523" w:rsidRPr="00093C1D" w:rsidTr="00DF30D4">
        <w:trPr>
          <w:trHeight w:val="13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000 1 11 05000 00 0000 120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17 632 000,00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7 095 886,29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10 536 113,71</w:t>
            </w:r>
          </w:p>
        </w:tc>
      </w:tr>
      <w:tr w:rsidR="000D1523" w:rsidRPr="00093C1D" w:rsidTr="00DF30D4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000 1 11 05010 00 0000 120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12 790 000,00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5 128 458,07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7 661 541,93</w:t>
            </w:r>
          </w:p>
        </w:tc>
      </w:tr>
      <w:tr w:rsidR="000D1523" w:rsidRPr="00093C1D" w:rsidTr="00DF30D4">
        <w:trPr>
          <w:trHeight w:val="13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000 1 11 05013 05 0000 120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7 802 000,00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3 055 903,79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4 746 096,21</w:t>
            </w:r>
          </w:p>
        </w:tc>
      </w:tr>
      <w:tr w:rsidR="000D1523" w:rsidRPr="00093C1D" w:rsidTr="00DF30D4">
        <w:trPr>
          <w:trHeight w:val="13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000 1 11 05013 13 0000 120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4 988 000,00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2 072 554,28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2 915 445,72</w:t>
            </w:r>
          </w:p>
        </w:tc>
      </w:tr>
      <w:tr w:rsidR="000D1523" w:rsidRPr="00093C1D" w:rsidTr="00DF30D4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000 1 11 05020 00 0000 120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18 000,00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10 910,96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7 089,04</w:t>
            </w:r>
          </w:p>
        </w:tc>
      </w:tr>
      <w:tr w:rsidR="000D1523" w:rsidRPr="00093C1D" w:rsidTr="00DF30D4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000 1 11 05025 05 0000 120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18 000,00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10 910,96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7 089,04</w:t>
            </w:r>
          </w:p>
        </w:tc>
      </w:tr>
      <w:tr w:rsidR="000D1523" w:rsidRPr="00093C1D" w:rsidTr="00DF30D4">
        <w:trPr>
          <w:trHeight w:val="13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000 1 11 05030 00 0000 120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999 000,00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472 386,48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526 613,52</w:t>
            </w:r>
          </w:p>
        </w:tc>
      </w:tr>
      <w:tr w:rsidR="000D1523" w:rsidRPr="00093C1D" w:rsidTr="00DF30D4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000 1 11 05035 05 0000 120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999 000,00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472 386,48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526 613,52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000 1 11 05070 00 0000 120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3 825 000,00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1 484 130,78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2 340 869,22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000 1 11 05075 05 0000 120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3 825 000,00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1 484 130,78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2 340 869,22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000 1 11 05300 00 0000 120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143,43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Плата по соглашениям об установлении сервитута в отношении земельных участков,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000 1 11 05326 00 0000 120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143,43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22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000 1 11 05326 05 0000 120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143,43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13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000 1 11 09000 00 0000 120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1 253 000,00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583 104,48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669 895,52</w:t>
            </w:r>
          </w:p>
        </w:tc>
      </w:tr>
      <w:tr w:rsidR="000D1523" w:rsidRPr="00093C1D" w:rsidTr="00DF30D4">
        <w:trPr>
          <w:trHeight w:val="13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000 1 11 09040 00 0000 120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1 253 000,00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583 104,48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669 895,52</w:t>
            </w:r>
          </w:p>
        </w:tc>
      </w:tr>
      <w:tr w:rsidR="000D1523" w:rsidRPr="00093C1D" w:rsidTr="00DF30D4">
        <w:trPr>
          <w:trHeight w:val="13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000 1 11 09045 05 0000 120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1 253 000,00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583 104,48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669 895,52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000 1 12 00000 00 0000 000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21 900 000,00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14 539 773,80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7 360 226,20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000 1 12 01000 01 0000 120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21 900 000,00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14 539 773,80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7 360 226,20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Плата за выбросы загрязняющих веществ в атмосферный воздух стационарными объектами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000 1 12 01010 01 0000 120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1 370 000,00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298 190,91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1 071 809,09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Плата за сбросы загрязняющих веществ в водные объекты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000 1 12 01030 01 0000 120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8 440 000,00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2 152 477,98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6 287 522,02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000 1 12 01040 01 0000 120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12 090 000,00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12 089 104,91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895,09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Плата за размещение отходов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000 1 12 01041 01 0000 120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12 090 000,00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12 089 435,51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564,49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Плата за размещение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000 1 12 01042 01 0000 120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-330,60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25 010 000,00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25 590 592,31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000 1 13 01000 00 0000 130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42 000,00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15 640,00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26 360,00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000 1 13 01990 00 0000 130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42 000,00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15 640,00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26 360,00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000 1 13 01995 05 0000 130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42 000,00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15 640,00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26 360,00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000 1 13 02000 00 0000 130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24 968 000,00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25 574 952,31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000 1 13 02060 00 0000 130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1 548 000,00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1 091 585,80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456 414,20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000 1 13 02065 05 0000 130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1 548 000,00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1 091 585,80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456 414,20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000 1 13 02990 00 0000 130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23 420 000,00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24 483 366,51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000 1 13 02995 05 0000 130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23 420 000,00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24 483 366,51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000 1 14 00000 00 0000 000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436 000,00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194 000,66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241 999,34</w:t>
            </w:r>
          </w:p>
        </w:tc>
      </w:tr>
      <w:tr w:rsidR="000D1523" w:rsidRPr="00093C1D" w:rsidTr="00DF30D4">
        <w:trPr>
          <w:trHeight w:val="13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000 1 14 02000 00 0000 000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168 000,00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168 000,00</w:t>
            </w:r>
          </w:p>
        </w:tc>
      </w:tr>
      <w:tr w:rsidR="000D1523" w:rsidRPr="00093C1D" w:rsidTr="00DF30D4">
        <w:trPr>
          <w:trHeight w:val="15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000 1 14 02050 05 0000 410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168 000,00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168 000,00</w:t>
            </w:r>
          </w:p>
        </w:tc>
      </w:tr>
      <w:tr w:rsidR="000D1523" w:rsidRPr="00093C1D" w:rsidTr="00DF30D4">
        <w:trPr>
          <w:trHeight w:val="13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000 1 14 02053 05 0000 410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168 000,00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168 000,00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000 1 14 06000 00 0000 430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268 000,00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194 000,66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73 999,34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000 1 14 06010 00 0000 430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218 000,00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194 000,66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23 999,34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000 1 14 06013 05 0000 430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35 000,00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35 332,05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000 1 14 06013 13 0000 430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183 000,00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158 668,61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24 331,39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000 1 14 06020 00 0000 430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000 1 14 06025 05 0000 430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2 869 000,00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1 325 724,48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1 543 275,52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 за нарушение законодательства о налогах и сборах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000 1 16 03000 00 0000 140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84 000,00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41 378,87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42 621,13</w:t>
            </w:r>
          </w:p>
        </w:tc>
      </w:tr>
      <w:tr w:rsidR="000D1523" w:rsidRPr="00093C1D" w:rsidTr="00DF30D4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000 1 16 03010 01 0000 140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39 000,00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14 900,00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24 100,00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000 1 16 03030 01 0000 140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45 000,00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26 478,87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18 521,13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000 1 16 06000 01 0000 140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4 731,00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000 1 16 08000 01 0000 140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160 000,00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160 000,00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000 1 16 08010 01 0000 140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160 000,00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160 000,00</w:t>
            </w:r>
          </w:p>
        </w:tc>
      </w:tr>
      <w:tr w:rsidR="000D1523" w:rsidRPr="00093C1D" w:rsidTr="00DF30D4">
        <w:trPr>
          <w:trHeight w:val="18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000 1 16 25000 00 0000 140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147 000,00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68 040,78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78 959,22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000 1 16 25020 01 0000 140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15 000,00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12 000,00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000 1 16 25030 01 0000 140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55 040,78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24 959,22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000 1 16 25050 01 0000 140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52 000,00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10 000,00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42 000,00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000 1 16 28000 01 0000 140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1 120 000,00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537 600,00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582 400,00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 за правонарушения в области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000 1 16 30000 01 0000 140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19 777,26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30 222,74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денежные взыскания (штрафы) за правонарушения в области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000 1 16 30030 01 0000 140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19 777,26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30 222,74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000 1 16 32000 00 0000 140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215 000,00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214 704,66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295,34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000 1 16 32000 05 0000 140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215 000,00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214 704,66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295,34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000 1 16 33000 00 0000 140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3 595,81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000 1 16 33050 05 0000 140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3 595,81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000 1 16 43000 01 0000 140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62 000,00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33 321,40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28 678,60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000 1 16 51000 02 0000 140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11 500,00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000 1 16 51030 02 0000 140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11 500,00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000 1 16 90000 00 0000 140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1 014 000,00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391 074,70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622 925,30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000 1 16 90050 05 0000 140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1 014 000,00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391 074,70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622 925,30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000 1 17 00000 00 0000 000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-642,32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Невыясненные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000 1 17 01000 00 0000 180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-642,32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Невыясненные поступления, зачисляемые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000 1 17 01050 05 0000 180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-642,32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929 016 217,19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509 509 435,26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419 506 781,93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929 993 032,37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510 486 250,44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419 506 781,93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000 2 02 20000 00 0000 150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169 919 510,00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67 480 850,00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102 438 660,00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000 2 02 25467 00 0000 150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1 204 960,00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1 204 960,00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000 2 02 25467 05 0000 150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1 204 960,00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1 204 960,00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000 2 02 25497 00 0000 150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5 802 830,00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5 802 830,00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000 2 02 25497 05 0000 150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5 802 830,00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5 802 830,00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Субсидия бюджетам на поддержку отрасли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000 2 02 25519 00 0000 150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9 671 980,00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9 671 980,00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Субсидия бюджетам муниципальных районов на поддержку отрасли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000 2 02 25519 05 0000 150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9 671 980,00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9 671 980,00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000 2 02 29999 00 0000 150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153 239 740,00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67 480 850,00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85 758 890,00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субсидии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000 2 02 29999 05 0000 150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153 239 740,00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67 480 850,00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85 758 890,00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000 2 02 30000 00 0000 150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283 747 030,00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151 157 796,68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132 589 233,32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000 2 02 30024 00 0000 150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265 300 000,00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141 752 440,52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123 547 559,48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000 2 02 30024 05 0000 150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265 300 000,00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141 752 440,52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123 547 559,48</w:t>
            </w:r>
          </w:p>
        </w:tc>
      </w:tr>
      <w:tr w:rsidR="000D1523" w:rsidRPr="00093C1D" w:rsidTr="00DF30D4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000 2 02 30029 00 0000 150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13 450 150,00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6 899 826,16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6 550 323,84</w:t>
            </w:r>
          </w:p>
        </w:tc>
      </w:tr>
      <w:tr w:rsidR="000D1523" w:rsidRPr="00093C1D" w:rsidTr="00DF30D4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000 2 02 30029 05 0000 150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13 450 150,00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6 899 826,16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6 550 323,84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000 2 02 35120 00 0000 150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25 250,00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25 250,00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000 2 02 35120 05 0000 150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25 250,00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25 250,00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Субвенции бюджетам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000 2 02 35930 00 0000 150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4 971 630,00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2 505 530,00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2 466 100,00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000 2 02 35930 05 0000 150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4 971 630,00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2 505 530,00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2 466 100,00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000 2 02 40000 00 0000 150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476 326 492,37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291 847 603,76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184 478 888,61</w:t>
            </w:r>
          </w:p>
        </w:tc>
      </w:tr>
      <w:tr w:rsidR="000D1523" w:rsidRPr="00093C1D" w:rsidTr="00DF30D4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000 2 02 40014 00 0000 150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5 277 422,37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797 643,50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4 479 778,87</w:t>
            </w:r>
          </w:p>
        </w:tc>
      </w:tr>
      <w:tr w:rsidR="000D1523" w:rsidRPr="00093C1D" w:rsidTr="00DF30D4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000 2 02 40014 05 0000 150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5 277 422,37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797 643,50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4 479 778,87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000 2 02 45454 00 0000 150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10 000 000,00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819 789,00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9 180 211,00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000 2 02 45454 05 0000 150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10 000 000,00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819 789,00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9 180 211,00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000 2 02 49999 00 0000 150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461 049 070,00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290 230 171,26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170 818 898,74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000 2 02 49999 05 0000 150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461 049 070,00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290 230 171,26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170 818 898,74</w:t>
            </w:r>
          </w:p>
        </w:tc>
      </w:tr>
      <w:tr w:rsidR="000D1523" w:rsidRPr="00093C1D" w:rsidTr="00DF30D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000 2 07 00000 00 0000 000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000 2 07 05000 05 0000 150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000 2 07 05030 05 0000 150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000 2 19 00000 00 0000 000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-1 176 815,18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-1 176 815,18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000 2 19 00000 05 0000 150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-1 176 815,18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-1 176 815,18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  <w:tr w:rsidR="000D1523" w:rsidRPr="00093C1D" w:rsidTr="00DF30D4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0D1523" w:rsidRPr="00E239D5" w:rsidRDefault="000D1523" w:rsidP="00C455B6">
            <w:pPr>
              <w:spacing w:after="0" w:line="240" w:lineRule="auto"/>
              <w:ind w:firstLineChars="200" w:firstLine="440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000 2 19 60010 05 0000 150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-1 176 815,18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-1 176 815,18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1523" w:rsidRPr="00E239D5" w:rsidRDefault="000D1523" w:rsidP="00C455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E239D5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</w:tr>
    </w:tbl>
    <w:p w:rsidR="000D1523" w:rsidRDefault="000D1523">
      <w:pPr>
        <w:rPr>
          <w:rFonts w:ascii="Times New Roman" w:hAnsi="Times New Roman"/>
        </w:rPr>
      </w:pPr>
    </w:p>
    <w:p w:rsidR="000D1523" w:rsidRDefault="000D1523" w:rsidP="00D373C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 </w:t>
      </w:r>
    </w:p>
    <w:p w:rsidR="000D1523" w:rsidRPr="00E239D5" w:rsidRDefault="000D1523">
      <w:pPr>
        <w:rPr>
          <w:rFonts w:ascii="Times New Roman" w:hAnsi="Times New Roman"/>
        </w:rPr>
      </w:pPr>
    </w:p>
    <w:sectPr w:rsidR="000D1523" w:rsidRPr="00E239D5" w:rsidSect="00DF30D4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523" w:rsidRDefault="000D1523" w:rsidP="00DF30D4">
      <w:pPr>
        <w:spacing w:after="0" w:line="240" w:lineRule="auto"/>
      </w:pPr>
      <w:r>
        <w:separator/>
      </w:r>
    </w:p>
  </w:endnote>
  <w:endnote w:type="continuationSeparator" w:id="0">
    <w:p w:rsidR="000D1523" w:rsidRDefault="000D1523" w:rsidP="00DF3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523" w:rsidRDefault="000D1523" w:rsidP="00DF30D4">
      <w:pPr>
        <w:spacing w:after="0" w:line="240" w:lineRule="auto"/>
      </w:pPr>
      <w:r>
        <w:separator/>
      </w:r>
    </w:p>
  </w:footnote>
  <w:footnote w:type="continuationSeparator" w:id="0">
    <w:p w:rsidR="000D1523" w:rsidRDefault="000D1523" w:rsidP="00DF3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523" w:rsidRDefault="000D1523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0D1523" w:rsidRDefault="000D152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5B6"/>
    <w:rsid w:val="000035BE"/>
    <w:rsid w:val="0005295D"/>
    <w:rsid w:val="00093C1D"/>
    <w:rsid w:val="000C7E8D"/>
    <w:rsid w:val="000D1523"/>
    <w:rsid w:val="00160B39"/>
    <w:rsid w:val="001640D3"/>
    <w:rsid w:val="0041720A"/>
    <w:rsid w:val="00525CBE"/>
    <w:rsid w:val="0061415F"/>
    <w:rsid w:val="006B2668"/>
    <w:rsid w:val="00737490"/>
    <w:rsid w:val="009676BA"/>
    <w:rsid w:val="00A95750"/>
    <w:rsid w:val="00B77746"/>
    <w:rsid w:val="00C455B6"/>
    <w:rsid w:val="00D373C7"/>
    <w:rsid w:val="00DA2FBF"/>
    <w:rsid w:val="00DF30D4"/>
    <w:rsid w:val="00DF6758"/>
    <w:rsid w:val="00E239D5"/>
    <w:rsid w:val="00E2441C"/>
    <w:rsid w:val="00E33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B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F3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F30D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F3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F30D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52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2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3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17</Pages>
  <Words>4644</Words>
  <Characters>26472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</dc:creator>
  <cp:keywords/>
  <dc:description/>
  <cp:lastModifiedBy>Org4</cp:lastModifiedBy>
  <cp:revision>4</cp:revision>
  <cp:lastPrinted>2019-07-22T22:32:00Z</cp:lastPrinted>
  <dcterms:created xsi:type="dcterms:W3CDTF">2019-07-21T21:36:00Z</dcterms:created>
  <dcterms:modified xsi:type="dcterms:W3CDTF">2019-07-23T06:01:00Z</dcterms:modified>
</cp:coreProperties>
</file>